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3B3F" w14:textId="0ED217A3" w:rsidR="0060595B" w:rsidRPr="0082123D" w:rsidRDefault="00C52B4D" w:rsidP="00C52B4D">
      <w:pPr>
        <w:widowControl w:val="0"/>
        <w:tabs>
          <w:tab w:val="left" w:pos="3340"/>
          <w:tab w:val="center" w:pos="4533"/>
        </w:tabs>
        <w:rPr>
          <w:rFonts w:ascii="Nudista" w:hAnsi="Nudista"/>
          <w:caps/>
          <w:color w:val="008998"/>
          <w:spacing w:val="30"/>
          <w:sz w:val="40"/>
          <w:szCs w:val="40"/>
        </w:rPr>
      </w:pPr>
      <w:bookmarkStart w:id="0" w:name="_Hlk97200884"/>
      <w:r w:rsidRPr="0082123D">
        <w:rPr>
          <w:rFonts w:ascii="Nudista" w:hAnsi="Nudista"/>
          <w:caps/>
          <w:color w:val="008998"/>
          <w:spacing w:val="30"/>
          <w:sz w:val="40"/>
          <w:szCs w:val="40"/>
        </w:rPr>
        <w:tab/>
      </w:r>
      <w:r w:rsidRPr="0082123D">
        <w:rPr>
          <w:rFonts w:ascii="Nudista" w:hAnsi="Nudista"/>
          <w:caps/>
          <w:noProof/>
          <w:color w:val="008998"/>
          <w:spacing w:val="30"/>
          <w:sz w:val="40"/>
          <w:szCs w:val="40"/>
        </w:rPr>
        <w:drawing>
          <wp:inline distT="0" distB="0" distL="0" distR="0" wp14:anchorId="2CE17B2B" wp14:editId="54D77354">
            <wp:extent cx="1499743" cy="607039"/>
            <wp:effectExtent l="0" t="0" r="5715" b="317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2821" cy="61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123D">
        <w:rPr>
          <w:rFonts w:ascii="Nudista" w:hAnsi="Nudista"/>
          <w:caps/>
          <w:color w:val="008998"/>
          <w:spacing w:val="30"/>
          <w:sz w:val="40"/>
          <w:szCs w:val="40"/>
        </w:rPr>
        <w:tab/>
      </w:r>
      <w:r w:rsidR="00231A58" w:rsidRPr="0082123D">
        <w:rPr>
          <w:rFonts w:ascii="Nudista" w:hAnsi="Nudista"/>
          <w:caps/>
          <w:color w:val="008998"/>
          <w:spacing w:val="30"/>
          <w:sz w:val="40"/>
          <w:szCs w:val="40"/>
        </w:rPr>
        <w:t xml:space="preserve"> </w:t>
      </w:r>
    </w:p>
    <w:p w14:paraId="32DF3826" w14:textId="77777777" w:rsidR="0060595B" w:rsidRPr="0082123D" w:rsidRDefault="0060595B" w:rsidP="000C398A">
      <w:pPr>
        <w:widowControl w:val="0"/>
        <w:jc w:val="center"/>
        <w:rPr>
          <w:rFonts w:ascii="Nudista" w:hAnsi="Nudista"/>
          <w:caps/>
          <w:color w:val="008998"/>
          <w:spacing w:val="30"/>
          <w:sz w:val="40"/>
          <w:szCs w:val="40"/>
        </w:rPr>
      </w:pPr>
    </w:p>
    <w:p w14:paraId="6929D03C" w14:textId="264D76AC" w:rsidR="008B5029" w:rsidRPr="0082123D" w:rsidRDefault="000429A9" w:rsidP="000C398A">
      <w:pPr>
        <w:widowControl w:val="0"/>
        <w:jc w:val="center"/>
        <w:rPr>
          <w:rFonts w:ascii="Nudista" w:hAnsi="Nudista"/>
          <w:caps/>
          <w:color w:val="008998"/>
          <w:spacing w:val="30"/>
          <w:sz w:val="40"/>
          <w:szCs w:val="40"/>
        </w:rPr>
      </w:pPr>
      <w:r w:rsidRPr="0082123D">
        <w:rPr>
          <w:rFonts w:ascii="Nudista" w:hAnsi="Nudista"/>
          <w:caps/>
          <w:color w:val="008998"/>
          <w:spacing w:val="30"/>
          <w:sz w:val="40"/>
          <w:szCs w:val="40"/>
        </w:rPr>
        <w:t xml:space="preserve"> </w:t>
      </w:r>
      <w:r w:rsidR="008B5029" w:rsidRPr="0082123D">
        <w:rPr>
          <w:rFonts w:ascii="Nudista" w:hAnsi="Nudista"/>
          <w:caps/>
          <w:color w:val="008998"/>
          <w:spacing w:val="30"/>
          <w:sz w:val="40"/>
          <w:szCs w:val="40"/>
        </w:rPr>
        <w:t>podklady</w:t>
      </w:r>
      <w:r w:rsidR="008D0493" w:rsidRPr="0082123D">
        <w:rPr>
          <w:rFonts w:ascii="Nudista" w:hAnsi="Nudista"/>
          <w:caps/>
          <w:color w:val="008998"/>
          <w:spacing w:val="30"/>
          <w:sz w:val="40"/>
          <w:szCs w:val="40"/>
        </w:rPr>
        <w:t xml:space="preserve"> K</w:t>
      </w:r>
      <w:r w:rsidR="00B5741E" w:rsidRPr="0082123D">
        <w:rPr>
          <w:rFonts w:ascii="Nudista" w:hAnsi="Nudista"/>
          <w:caps/>
          <w:color w:val="008998"/>
          <w:spacing w:val="30"/>
          <w:sz w:val="40"/>
          <w:szCs w:val="40"/>
        </w:rPr>
        <w:t> zákazke s nízkou hodnotou</w:t>
      </w:r>
    </w:p>
    <w:p w14:paraId="25270330" w14:textId="77777777" w:rsidR="00880F90" w:rsidRPr="0082123D" w:rsidRDefault="00880F90" w:rsidP="000C398A">
      <w:pPr>
        <w:widowControl w:val="0"/>
        <w:rPr>
          <w:rFonts w:ascii="Nudista" w:hAnsi="Nudista"/>
          <w:caps/>
          <w:spacing w:val="30"/>
          <w:sz w:val="24"/>
          <w:szCs w:val="32"/>
        </w:rPr>
      </w:pPr>
    </w:p>
    <w:p w14:paraId="64B20B59" w14:textId="77777777" w:rsidR="008B5029" w:rsidRPr="0082123D" w:rsidRDefault="008B5029" w:rsidP="000C398A">
      <w:pPr>
        <w:widowControl w:val="0"/>
        <w:jc w:val="center"/>
        <w:rPr>
          <w:rFonts w:ascii="Nudista" w:hAnsi="Nudista"/>
          <w:caps/>
          <w:spacing w:val="30"/>
          <w:sz w:val="24"/>
          <w:szCs w:val="32"/>
        </w:rPr>
      </w:pPr>
    </w:p>
    <w:p w14:paraId="03AE8E7E" w14:textId="77777777" w:rsidR="00A07F31" w:rsidRPr="0082123D" w:rsidRDefault="00A07F31" w:rsidP="000C398A">
      <w:pPr>
        <w:jc w:val="center"/>
        <w:rPr>
          <w:rFonts w:ascii="Nudista" w:hAnsi="Nudista"/>
          <w:caps/>
          <w:spacing w:val="30"/>
        </w:rPr>
      </w:pPr>
    </w:p>
    <w:p w14:paraId="5A9D3D02" w14:textId="55966E78" w:rsidR="00A07F31" w:rsidRPr="0082123D" w:rsidRDefault="00A07F31" w:rsidP="000C398A">
      <w:pPr>
        <w:jc w:val="center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zadávan</w:t>
      </w:r>
      <w:r w:rsidR="00B5741E" w:rsidRPr="0082123D">
        <w:rPr>
          <w:rFonts w:ascii="Nudista" w:hAnsi="Nudista"/>
          <w:sz w:val="20"/>
        </w:rPr>
        <w:t>ej</w:t>
      </w:r>
      <w:r w:rsidR="00515402" w:rsidRPr="0082123D">
        <w:rPr>
          <w:rFonts w:ascii="Nudista" w:hAnsi="Nudista"/>
          <w:sz w:val="20"/>
        </w:rPr>
        <w:t xml:space="preserve"> </w:t>
      </w:r>
      <w:r w:rsidRPr="0082123D">
        <w:rPr>
          <w:rFonts w:ascii="Nudista" w:hAnsi="Nudista"/>
          <w:sz w:val="20"/>
        </w:rPr>
        <w:t>postupom podľa § 11</w:t>
      </w:r>
      <w:r w:rsidR="00515402" w:rsidRPr="0082123D">
        <w:rPr>
          <w:rFonts w:ascii="Nudista" w:hAnsi="Nudista"/>
          <w:sz w:val="20"/>
        </w:rPr>
        <w:t>7</w:t>
      </w:r>
      <w:r w:rsidRPr="0082123D">
        <w:rPr>
          <w:rFonts w:ascii="Nudista" w:hAnsi="Nudista"/>
          <w:sz w:val="20"/>
        </w:rPr>
        <w:t xml:space="preserve"> </w:t>
      </w:r>
      <w:r w:rsidR="00515402" w:rsidRPr="0082123D">
        <w:rPr>
          <w:rFonts w:ascii="Nudista" w:hAnsi="Nudista"/>
          <w:sz w:val="20"/>
        </w:rPr>
        <w:t>ods. 6 až 8</w:t>
      </w:r>
      <w:r w:rsidRPr="0082123D">
        <w:rPr>
          <w:rFonts w:ascii="Nudista" w:hAnsi="Nudista"/>
          <w:sz w:val="20"/>
        </w:rPr>
        <w:t xml:space="preserve"> zákona č. 343/2015 Z. z. o</w:t>
      </w:r>
      <w:r w:rsidR="00F628A6" w:rsidRPr="0082123D">
        <w:rPr>
          <w:rFonts w:ascii="Nudista" w:hAnsi="Nudista"/>
          <w:sz w:val="20"/>
        </w:rPr>
        <w:t> </w:t>
      </w:r>
      <w:r w:rsidRPr="0082123D">
        <w:rPr>
          <w:rFonts w:ascii="Nudista" w:hAnsi="Nudista"/>
          <w:sz w:val="20"/>
        </w:rPr>
        <w:t>verejnom obstarávaní a o zmene a doplnení niektorých zákonov v platnom znení („</w:t>
      </w:r>
      <w:r w:rsidRPr="0082123D">
        <w:rPr>
          <w:rFonts w:ascii="Nudista" w:hAnsi="Nudista"/>
          <w:b/>
          <w:sz w:val="20"/>
        </w:rPr>
        <w:t>ZVO</w:t>
      </w:r>
      <w:r w:rsidRPr="0082123D">
        <w:rPr>
          <w:rFonts w:ascii="Nudista" w:hAnsi="Nudista"/>
          <w:sz w:val="20"/>
        </w:rPr>
        <w:t>“)</w:t>
      </w:r>
      <w:r w:rsidRPr="0082123D">
        <w:rPr>
          <w:rFonts w:ascii="Nudista" w:eastAsia="MingLiU" w:hAnsi="Nudista" w:cs="MingLiU"/>
          <w:sz w:val="20"/>
        </w:rPr>
        <w:br/>
      </w:r>
      <w:r w:rsidRPr="0082123D">
        <w:rPr>
          <w:rFonts w:ascii="Nudista" w:hAnsi="Nudista"/>
          <w:sz w:val="20"/>
        </w:rPr>
        <w:t xml:space="preserve"> (</w:t>
      </w:r>
      <w:r w:rsidR="00B7427E" w:rsidRPr="0082123D">
        <w:rPr>
          <w:rFonts w:ascii="Nudista" w:hAnsi="Nudista"/>
          <w:sz w:val="20"/>
        </w:rPr>
        <w:t xml:space="preserve">ďalej len </w:t>
      </w:r>
      <w:r w:rsidRPr="0082123D">
        <w:rPr>
          <w:rFonts w:ascii="Nudista" w:hAnsi="Nudista"/>
          <w:sz w:val="20"/>
        </w:rPr>
        <w:t>„</w:t>
      </w:r>
      <w:r w:rsidR="00B7427E" w:rsidRPr="0082123D">
        <w:rPr>
          <w:rFonts w:ascii="Nudista" w:hAnsi="Nudista"/>
          <w:b/>
          <w:bCs/>
          <w:sz w:val="20"/>
        </w:rPr>
        <w:t>Podklady</w:t>
      </w:r>
      <w:r w:rsidRPr="0082123D">
        <w:rPr>
          <w:rFonts w:ascii="Nudista" w:hAnsi="Nudista"/>
          <w:sz w:val="20"/>
        </w:rPr>
        <w:t>“)</w:t>
      </w:r>
    </w:p>
    <w:p w14:paraId="379707B5" w14:textId="77777777" w:rsidR="00785BCA" w:rsidRPr="0082123D" w:rsidRDefault="00785BCA" w:rsidP="000C398A">
      <w:pPr>
        <w:jc w:val="center"/>
        <w:rPr>
          <w:rFonts w:ascii="Nudista" w:hAnsi="Nudista"/>
        </w:rPr>
      </w:pPr>
    </w:p>
    <w:p w14:paraId="380F6FFD" w14:textId="77777777" w:rsidR="00785BCA" w:rsidRPr="0082123D" w:rsidRDefault="00785BCA" w:rsidP="000C398A">
      <w:pPr>
        <w:jc w:val="center"/>
        <w:rPr>
          <w:rFonts w:ascii="Nudista" w:hAnsi="Nudista"/>
        </w:rPr>
      </w:pPr>
    </w:p>
    <w:p w14:paraId="43481075" w14:textId="6023A8BD" w:rsidR="00785BCA" w:rsidRPr="0082123D" w:rsidRDefault="00785BCA" w:rsidP="000C398A">
      <w:pPr>
        <w:jc w:val="center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/</w:t>
      </w:r>
      <w:r w:rsidR="0077251A" w:rsidRPr="0082123D">
        <w:rPr>
          <w:rFonts w:ascii="Nudista" w:hAnsi="Nudista"/>
          <w:sz w:val="20"/>
        </w:rPr>
        <w:t>s</w:t>
      </w:r>
      <w:r w:rsidR="00FF3F91" w:rsidRPr="0082123D">
        <w:rPr>
          <w:rFonts w:ascii="Nudista" w:hAnsi="Nudista"/>
          <w:sz w:val="20"/>
        </w:rPr>
        <w:t>lužba</w:t>
      </w:r>
      <w:r w:rsidRPr="0082123D">
        <w:rPr>
          <w:rFonts w:ascii="Nudista" w:hAnsi="Nudista"/>
          <w:sz w:val="20"/>
        </w:rPr>
        <w:t>/</w:t>
      </w:r>
    </w:p>
    <w:p w14:paraId="3EAC2049" w14:textId="77777777" w:rsidR="00785BCA" w:rsidRPr="0082123D" w:rsidRDefault="00785BCA" w:rsidP="000C398A">
      <w:pPr>
        <w:jc w:val="center"/>
        <w:rPr>
          <w:rFonts w:ascii="Nudista" w:hAnsi="Nudista"/>
        </w:rPr>
      </w:pPr>
    </w:p>
    <w:p w14:paraId="23915C52" w14:textId="77777777" w:rsidR="00785BCA" w:rsidRPr="0082123D" w:rsidRDefault="00785BCA" w:rsidP="000C398A">
      <w:pPr>
        <w:jc w:val="center"/>
        <w:rPr>
          <w:rFonts w:ascii="Nudista" w:hAnsi="Nudista"/>
        </w:rPr>
      </w:pPr>
    </w:p>
    <w:p w14:paraId="1A8F7674" w14:textId="7805865F" w:rsidR="00785BCA" w:rsidRPr="0082123D" w:rsidRDefault="00785BCA" w:rsidP="000C398A">
      <w:pPr>
        <w:jc w:val="center"/>
        <w:rPr>
          <w:rFonts w:ascii="Nudista" w:hAnsi="Nudista"/>
        </w:rPr>
      </w:pPr>
    </w:p>
    <w:p w14:paraId="0CC0109E" w14:textId="3E479B39" w:rsidR="00785BCA" w:rsidRPr="0082123D" w:rsidRDefault="00785BCA" w:rsidP="000C398A">
      <w:pPr>
        <w:jc w:val="center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evidenčné číslo</w:t>
      </w:r>
      <w:r w:rsidR="00123E10" w:rsidRPr="0082123D">
        <w:rPr>
          <w:rFonts w:ascii="Nudista" w:hAnsi="Nudista"/>
          <w:sz w:val="20"/>
        </w:rPr>
        <w:t xml:space="preserve">: </w:t>
      </w:r>
      <w:r w:rsidR="00FF3F91" w:rsidRPr="0082123D">
        <w:rPr>
          <w:rFonts w:ascii="Nudista" w:hAnsi="Nudista"/>
          <w:sz w:val="20"/>
        </w:rPr>
        <w:t>KFA</w:t>
      </w:r>
      <w:r w:rsidR="00B62CC1" w:rsidRPr="0082123D">
        <w:rPr>
          <w:rFonts w:ascii="Nudista" w:hAnsi="Nudista"/>
          <w:sz w:val="20"/>
        </w:rPr>
        <w:t>_</w:t>
      </w:r>
      <w:r w:rsidR="00FF3F91" w:rsidRPr="0082123D">
        <w:rPr>
          <w:rFonts w:ascii="Nudista" w:hAnsi="Nudista"/>
          <w:sz w:val="20"/>
        </w:rPr>
        <w:t>2022</w:t>
      </w:r>
      <w:r w:rsidR="00C57EA6" w:rsidRPr="0082123D">
        <w:rPr>
          <w:rFonts w:ascii="Nudista" w:hAnsi="Nudista"/>
          <w:sz w:val="20"/>
        </w:rPr>
        <w:t>_</w:t>
      </w:r>
      <w:r w:rsidR="00B62CC1" w:rsidRPr="0082123D">
        <w:rPr>
          <w:rFonts w:ascii="Nudista" w:hAnsi="Nudista"/>
          <w:sz w:val="20"/>
        </w:rPr>
        <w:t>31022</w:t>
      </w:r>
    </w:p>
    <w:p w14:paraId="25DC53AB" w14:textId="10829307" w:rsidR="00A5087F" w:rsidRPr="0082123D" w:rsidRDefault="00A5087F" w:rsidP="000C398A">
      <w:pPr>
        <w:jc w:val="center"/>
        <w:rPr>
          <w:rFonts w:ascii="Nudista" w:hAnsi="Nudista"/>
          <w:sz w:val="20"/>
        </w:rPr>
      </w:pPr>
    </w:p>
    <w:p w14:paraId="7C4F2717" w14:textId="77777777" w:rsidR="00A5087F" w:rsidRPr="0082123D" w:rsidRDefault="00A5087F" w:rsidP="000C398A">
      <w:pPr>
        <w:jc w:val="center"/>
        <w:rPr>
          <w:rFonts w:ascii="Nudista" w:hAnsi="Nudista"/>
          <w:sz w:val="20"/>
        </w:rPr>
      </w:pPr>
    </w:p>
    <w:p w14:paraId="47F3AB12" w14:textId="77777777" w:rsidR="00785BCA" w:rsidRPr="0082123D" w:rsidRDefault="00785BCA" w:rsidP="000C398A">
      <w:pPr>
        <w:jc w:val="center"/>
        <w:rPr>
          <w:rFonts w:ascii="Nudista" w:hAnsi="Nudista"/>
        </w:rPr>
      </w:pPr>
    </w:p>
    <w:p w14:paraId="69F6AE73" w14:textId="77777777" w:rsidR="00785BCA" w:rsidRPr="0082123D" w:rsidRDefault="00785BCA" w:rsidP="000C398A">
      <w:pPr>
        <w:jc w:val="center"/>
        <w:rPr>
          <w:rFonts w:ascii="Nudista" w:hAnsi="Nudista"/>
          <w:caps/>
          <w:spacing w:val="30"/>
          <w:sz w:val="28"/>
        </w:rPr>
      </w:pPr>
      <w:r w:rsidRPr="0082123D">
        <w:rPr>
          <w:rFonts w:ascii="Nudista" w:hAnsi="Nudista"/>
          <w:caps/>
          <w:spacing w:val="30"/>
          <w:sz w:val="28"/>
        </w:rPr>
        <w:t>predmet zákazky</w:t>
      </w:r>
    </w:p>
    <w:p w14:paraId="378F549C" w14:textId="77777777" w:rsidR="00785BCA" w:rsidRPr="0082123D" w:rsidRDefault="00785BCA" w:rsidP="000C398A">
      <w:pPr>
        <w:jc w:val="center"/>
        <w:rPr>
          <w:rFonts w:ascii="Nudista" w:hAnsi="Nudista"/>
          <w:caps/>
          <w:spacing w:val="30"/>
        </w:rPr>
      </w:pPr>
    </w:p>
    <w:p w14:paraId="1049DA5A" w14:textId="77777777" w:rsidR="003D6051" w:rsidRDefault="003D6051" w:rsidP="000C398A">
      <w:pPr>
        <w:jc w:val="center"/>
        <w:rPr>
          <w:rFonts w:ascii="Nudista" w:hAnsi="Nudista"/>
          <w:b/>
          <w:sz w:val="24"/>
          <w:szCs w:val="24"/>
        </w:rPr>
      </w:pPr>
    </w:p>
    <w:p w14:paraId="291D2BEE" w14:textId="3C5D5B2B" w:rsidR="00B9323E" w:rsidRDefault="00FF3F91" w:rsidP="000C398A">
      <w:pPr>
        <w:jc w:val="center"/>
        <w:rPr>
          <w:rFonts w:ascii="Nudista" w:hAnsi="Nudista"/>
          <w:b/>
          <w:sz w:val="24"/>
          <w:szCs w:val="24"/>
        </w:rPr>
      </w:pPr>
      <w:r w:rsidRPr="0082123D">
        <w:rPr>
          <w:rFonts w:ascii="Nudista" w:hAnsi="Nudista"/>
          <w:b/>
          <w:sz w:val="24"/>
          <w:szCs w:val="24"/>
        </w:rPr>
        <w:t>N</w:t>
      </w:r>
      <w:r w:rsidR="008827E4" w:rsidRPr="0082123D">
        <w:rPr>
          <w:rFonts w:ascii="Nudista" w:hAnsi="Nudista"/>
          <w:b/>
          <w:sz w:val="24"/>
          <w:szCs w:val="24"/>
        </w:rPr>
        <w:t>aloženie</w:t>
      </w:r>
      <w:r w:rsidRPr="0082123D">
        <w:rPr>
          <w:rFonts w:ascii="Nudista" w:hAnsi="Nudista"/>
          <w:b/>
          <w:sz w:val="24"/>
          <w:szCs w:val="24"/>
        </w:rPr>
        <w:t>, odvoz a vykládka zeminy</w:t>
      </w:r>
    </w:p>
    <w:p w14:paraId="6BC257F9" w14:textId="151F13A6" w:rsidR="003D6051" w:rsidRDefault="003D6051" w:rsidP="000C398A">
      <w:pPr>
        <w:jc w:val="center"/>
        <w:rPr>
          <w:rFonts w:ascii="Nudista" w:hAnsi="Nudista"/>
          <w:b/>
          <w:sz w:val="24"/>
          <w:szCs w:val="24"/>
        </w:rPr>
      </w:pPr>
    </w:p>
    <w:p w14:paraId="64417682" w14:textId="77777777" w:rsidR="003D6051" w:rsidRDefault="003D6051" w:rsidP="000C398A">
      <w:pPr>
        <w:jc w:val="center"/>
        <w:rPr>
          <w:rFonts w:ascii="Nudista" w:hAnsi="Nudista"/>
          <w:b/>
          <w:sz w:val="24"/>
          <w:szCs w:val="24"/>
        </w:rPr>
      </w:pPr>
    </w:p>
    <w:p w14:paraId="1400E833" w14:textId="77777777" w:rsidR="003D6051" w:rsidRPr="0082123D" w:rsidRDefault="003D6051" w:rsidP="000C398A">
      <w:pPr>
        <w:jc w:val="center"/>
        <w:rPr>
          <w:rFonts w:ascii="Nudista" w:hAnsi="Nudista"/>
          <w:b/>
          <w:sz w:val="24"/>
          <w:szCs w:val="24"/>
        </w:rPr>
      </w:pPr>
    </w:p>
    <w:tbl>
      <w:tblPr>
        <w:tblStyle w:val="Mriekatabuky"/>
        <w:tblW w:w="9117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5812"/>
        <w:gridCol w:w="3305"/>
      </w:tblGrid>
      <w:tr w:rsidR="00B64058" w:rsidRPr="0082123D" w14:paraId="4087A279" w14:textId="77777777" w:rsidTr="00C57EA6">
        <w:trPr>
          <w:trHeight w:val="827"/>
          <w:jc w:val="center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72B49A96" w14:textId="7E77ED04" w:rsidR="00B64058" w:rsidRPr="0082123D" w:rsidRDefault="00B64058" w:rsidP="000C398A">
            <w:pPr>
              <w:rPr>
                <w:rFonts w:ascii="Nudista" w:hAnsi="Nudista"/>
                <w:sz w:val="20"/>
              </w:rPr>
            </w:pPr>
            <w:r w:rsidRPr="0082123D">
              <w:rPr>
                <w:rFonts w:ascii="Nudista" w:hAnsi="Nudista"/>
                <w:sz w:val="20"/>
              </w:rPr>
              <w:t xml:space="preserve">Osoba zodpovedná za vypracovanie </w:t>
            </w:r>
            <w:r w:rsidR="00B7427E" w:rsidRPr="0082123D">
              <w:rPr>
                <w:rFonts w:ascii="Nudista" w:hAnsi="Nudista"/>
                <w:sz w:val="20"/>
              </w:rPr>
              <w:t>P</w:t>
            </w:r>
            <w:r w:rsidRPr="0082123D">
              <w:rPr>
                <w:rFonts w:ascii="Nudista" w:hAnsi="Nudista"/>
                <w:sz w:val="20"/>
              </w:rPr>
              <w:t>odkladov: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14:paraId="2388A2A6" w14:textId="77777777" w:rsidR="00B86BC4" w:rsidRPr="0082123D" w:rsidRDefault="00B86BC4" w:rsidP="000C398A">
            <w:pPr>
              <w:rPr>
                <w:rFonts w:ascii="Nudista" w:hAnsi="Nudista"/>
                <w:sz w:val="20"/>
              </w:rPr>
            </w:pPr>
          </w:p>
          <w:p w14:paraId="2FF7626C" w14:textId="62FC73CF" w:rsidR="00D61C0E" w:rsidRPr="0082123D" w:rsidRDefault="008D0493" w:rsidP="008D0493">
            <w:pPr>
              <w:rPr>
                <w:rFonts w:ascii="Nudista" w:hAnsi="Nudista"/>
                <w:sz w:val="20"/>
              </w:rPr>
            </w:pPr>
            <w:r w:rsidRPr="0082123D">
              <w:rPr>
                <w:rFonts w:ascii="Nudista" w:hAnsi="Nudista"/>
                <w:sz w:val="20"/>
              </w:rPr>
              <w:t>Mgr. Marta Kresáková</w:t>
            </w:r>
          </w:p>
        </w:tc>
      </w:tr>
      <w:tr w:rsidR="00E23B80" w:rsidRPr="0082123D" w14:paraId="6A7F49A7" w14:textId="77777777" w:rsidTr="00C57EA6">
        <w:trPr>
          <w:trHeight w:val="827"/>
          <w:jc w:val="center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37DB6CE" w14:textId="5BACB3B3" w:rsidR="00E23B80" w:rsidRPr="0082123D" w:rsidRDefault="00E23B80" w:rsidP="000C398A">
            <w:pPr>
              <w:rPr>
                <w:rFonts w:ascii="Nudista" w:hAnsi="Nudista"/>
                <w:sz w:val="20"/>
              </w:rPr>
            </w:pPr>
            <w:r w:rsidRPr="0082123D">
              <w:rPr>
                <w:rFonts w:ascii="Nudista" w:hAnsi="Nudista"/>
                <w:sz w:val="20"/>
              </w:rPr>
              <w:t>Osoba zodpovedná za odbornú špecifikáciu predmetu zákazky:</w:t>
            </w:r>
            <w:r w:rsidR="002A4897" w:rsidRPr="0082123D">
              <w:rPr>
                <w:rFonts w:ascii="Nudista" w:hAnsi="Nudista"/>
                <w:sz w:val="20"/>
              </w:rPr>
              <w:t xml:space="preserve">       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14:paraId="22A32900" w14:textId="77777777" w:rsidR="00E23B80" w:rsidRPr="0082123D" w:rsidRDefault="00E23B80" w:rsidP="000C398A">
            <w:pPr>
              <w:rPr>
                <w:rFonts w:ascii="Nudista" w:hAnsi="Nudista"/>
                <w:sz w:val="20"/>
                <w:highlight w:val="yellow"/>
              </w:rPr>
            </w:pPr>
          </w:p>
          <w:p w14:paraId="28DABC87" w14:textId="68704F2E" w:rsidR="00E23B80" w:rsidRPr="0082123D" w:rsidRDefault="00603569" w:rsidP="002A4897">
            <w:pPr>
              <w:spacing w:after="160"/>
              <w:rPr>
                <w:rFonts w:ascii="Nudista" w:hAnsi="Nudista"/>
                <w:sz w:val="20"/>
                <w:highlight w:val="yellow"/>
              </w:rPr>
            </w:pPr>
            <w:r w:rsidRPr="0082123D">
              <w:rPr>
                <w:rFonts w:ascii="Nudista" w:hAnsi="Nudista"/>
                <w:sz w:val="20"/>
              </w:rPr>
              <w:t>JUDr. Katarína Kamenická</w:t>
            </w:r>
          </w:p>
        </w:tc>
      </w:tr>
      <w:tr w:rsidR="00B64058" w:rsidRPr="0082123D" w14:paraId="60D24C9C" w14:textId="77777777" w:rsidTr="00C57EA6">
        <w:trPr>
          <w:trHeight w:val="810"/>
          <w:jc w:val="center"/>
        </w:trPr>
        <w:tc>
          <w:tcPr>
            <w:tcW w:w="5812" w:type="dxa"/>
            <w:tcBorders>
              <w:top w:val="single" w:sz="4" w:space="0" w:color="auto"/>
            </w:tcBorders>
            <w:vAlign w:val="center"/>
          </w:tcPr>
          <w:p w14:paraId="5779E14C" w14:textId="77777777" w:rsidR="00B86BC4" w:rsidRPr="0082123D" w:rsidRDefault="00B86BC4" w:rsidP="000C398A">
            <w:pPr>
              <w:rPr>
                <w:rFonts w:ascii="Nudista" w:hAnsi="Nudista"/>
                <w:sz w:val="20"/>
              </w:rPr>
            </w:pPr>
          </w:p>
          <w:p w14:paraId="306190D0" w14:textId="57AE75AB" w:rsidR="00065F5B" w:rsidRPr="0082123D" w:rsidRDefault="00B7427E" w:rsidP="000C398A">
            <w:pPr>
              <w:rPr>
                <w:rFonts w:ascii="Nudista" w:hAnsi="Nudista"/>
                <w:sz w:val="20"/>
              </w:rPr>
            </w:pPr>
            <w:r w:rsidRPr="0082123D">
              <w:rPr>
                <w:rFonts w:ascii="Nudista" w:hAnsi="Nudista"/>
                <w:sz w:val="20"/>
              </w:rPr>
              <w:t>P</w:t>
            </w:r>
            <w:r w:rsidR="00065F5B" w:rsidRPr="0082123D">
              <w:rPr>
                <w:rFonts w:ascii="Nudista" w:hAnsi="Nudista"/>
                <w:sz w:val="20"/>
              </w:rPr>
              <w:t>odklady schválil</w:t>
            </w:r>
            <w:r w:rsidR="00065F5B" w:rsidRPr="0082123D">
              <w:rPr>
                <w:rFonts w:ascii="Nudista" w:hAnsi="Nudista"/>
                <w:sz w:val="20"/>
                <w:szCs w:val="20"/>
              </w:rPr>
              <w:t xml:space="preserve">:                                                                 </w:t>
            </w:r>
          </w:p>
          <w:p w14:paraId="76E4A089" w14:textId="77777777" w:rsidR="00065F5B" w:rsidRPr="0082123D" w:rsidRDefault="00065F5B" w:rsidP="000C398A">
            <w:pPr>
              <w:rPr>
                <w:rFonts w:ascii="Nudista" w:hAnsi="Nudista"/>
                <w:sz w:val="20"/>
              </w:rPr>
            </w:pPr>
          </w:p>
          <w:p w14:paraId="07078CF2" w14:textId="1EE58083" w:rsidR="00B64058" w:rsidRPr="0082123D" w:rsidRDefault="00B64058" w:rsidP="000C398A">
            <w:pPr>
              <w:rPr>
                <w:rFonts w:ascii="Nudista" w:hAnsi="Nudista"/>
                <w:sz w:val="20"/>
                <w:szCs w:val="20"/>
              </w:rPr>
            </w:pPr>
          </w:p>
        </w:tc>
        <w:tc>
          <w:tcPr>
            <w:tcW w:w="3305" w:type="dxa"/>
            <w:tcBorders>
              <w:top w:val="single" w:sz="4" w:space="0" w:color="auto"/>
            </w:tcBorders>
          </w:tcPr>
          <w:p w14:paraId="165F1887" w14:textId="6D27D165" w:rsidR="00065F5B" w:rsidRPr="0082123D" w:rsidRDefault="00065F5B" w:rsidP="000C398A">
            <w:pPr>
              <w:rPr>
                <w:rFonts w:ascii="Nudista" w:hAnsi="Nudista"/>
                <w:sz w:val="20"/>
                <w:szCs w:val="20"/>
              </w:rPr>
            </w:pPr>
          </w:p>
          <w:p w14:paraId="00232F18" w14:textId="68511D66" w:rsidR="008D742E" w:rsidRPr="0082123D" w:rsidRDefault="00FF3F91" w:rsidP="00480DDF">
            <w:pPr>
              <w:rPr>
                <w:rFonts w:ascii="Nudista" w:hAnsi="Nudista"/>
                <w:sz w:val="20"/>
              </w:rPr>
            </w:pPr>
            <w:r w:rsidRPr="0082123D">
              <w:rPr>
                <w:rFonts w:ascii="Nudista" w:hAnsi="Nudista"/>
                <w:sz w:val="20"/>
              </w:rPr>
              <w:t xml:space="preserve">Mgr. Marcel </w:t>
            </w:r>
            <w:proofErr w:type="spellStart"/>
            <w:r w:rsidRPr="0082123D">
              <w:rPr>
                <w:rFonts w:ascii="Nudista" w:hAnsi="Nudista"/>
                <w:sz w:val="20"/>
              </w:rPr>
              <w:t>Gibóda</w:t>
            </w:r>
            <w:proofErr w:type="spellEnd"/>
            <w:r w:rsidRPr="0082123D">
              <w:rPr>
                <w:rFonts w:ascii="Nudista" w:hAnsi="Nudista"/>
                <w:sz w:val="20"/>
              </w:rPr>
              <w:t xml:space="preserve"> – predseda predstavenstva</w:t>
            </w:r>
          </w:p>
        </w:tc>
      </w:tr>
    </w:tbl>
    <w:p w14:paraId="4455062A" w14:textId="7729D9F4" w:rsidR="00785BCA" w:rsidRPr="0082123D" w:rsidRDefault="00785BCA" w:rsidP="000C398A">
      <w:pPr>
        <w:tabs>
          <w:tab w:val="left" w:pos="6425"/>
        </w:tabs>
        <w:rPr>
          <w:rFonts w:ascii="Nudista" w:hAnsi="Nudista"/>
          <w:sz w:val="20"/>
        </w:rPr>
      </w:pPr>
    </w:p>
    <w:p w14:paraId="0626A0D8" w14:textId="1CC07367" w:rsidR="00BF09B9" w:rsidRPr="0082123D" w:rsidRDefault="00BF09B9" w:rsidP="000C398A">
      <w:pPr>
        <w:tabs>
          <w:tab w:val="left" w:pos="6425"/>
        </w:tabs>
        <w:rPr>
          <w:rFonts w:ascii="Nudista" w:hAnsi="Nudista"/>
          <w:sz w:val="20"/>
        </w:rPr>
      </w:pPr>
    </w:p>
    <w:p w14:paraId="1E17F8CF" w14:textId="77777777" w:rsidR="008F6562" w:rsidRPr="0082123D" w:rsidRDefault="008F6562" w:rsidP="000C398A">
      <w:pPr>
        <w:tabs>
          <w:tab w:val="left" w:pos="6425"/>
        </w:tabs>
        <w:rPr>
          <w:rFonts w:ascii="Nudista" w:hAnsi="Nudista"/>
          <w:sz w:val="20"/>
        </w:rPr>
      </w:pPr>
    </w:p>
    <w:p w14:paraId="61C976C2" w14:textId="77777777" w:rsidR="00BF09B9" w:rsidRPr="0082123D" w:rsidRDefault="00BF09B9" w:rsidP="000C398A">
      <w:pPr>
        <w:tabs>
          <w:tab w:val="left" w:pos="6425"/>
        </w:tabs>
        <w:rPr>
          <w:rFonts w:ascii="Nudista" w:hAnsi="Nudista"/>
          <w:sz w:val="20"/>
        </w:rPr>
      </w:pPr>
    </w:p>
    <w:p w14:paraId="55600FF2" w14:textId="77777777" w:rsidR="003D6051" w:rsidRDefault="003D6051" w:rsidP="000C398A">
      <w:pPr>
        <w:jc w:val="center"/>
        <w:rPr>
          <w:rFonts w:ascii="Nudista" w:hAnsi="Nudista"/>
          <w:sz w:val="20"/>
        </w:rPr>
      </w:pPr>
    </w:p>
    <w:p w14:paraId="35AA91CE" w14:textId="77777777" w:rsidR="003D6051" w:rsidRDefault="003D6051" w:rsidP="000C398A">
      <w:pPr>
        <w:jc w:val="center"/>
        <w:rPr>
          <w:rFonts w:ascii="Nudista" w:hAnsi="Nudista"/>
          <w:sz w:val="20"/>
        </w:rPr>
      </w:pPr>
    </w:p>
    <w:p w14:paraId="23A0538E" w14:textId="77777777" w:rsidR="003D6051" w:rsidRDefault="003D6051" w:rsidP="000C398A">
      <w:pPr>
        <w:jc w:val="center"/>
        <w:rPr>
          <w:rFonts w:ascii="Nudista" w:hAnsi="Nudista"/>
          <w:sz w:val="20"/>
        </w:rPr>
      </w:pPr>
    </w:p>
    <w:p w14:paraId="0CDA47B6" w14:textId="14AF496B" w:rsidR="00785BCA" w:rsidRPr="0082123D" w:rsidRDefault="00785BCA" w:rsidP="000C398A">
      <w:pPr>
        <w:jc w:val="center"/>
        <w:rPr>
          <w:rFonts w:ascii="Nudista" w:hAnsi="Nudista"/>
          <w:sz w:val="20"/>
        </w:rPr>
        <w:sectPr w:rsidR="00785BCA" w:rsidRPr="0082123D" w:rsidSect="00C12CA2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419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2123D">
        <w:rPr>
          <w:rFonts w:ascii="Nudista" w:hAnsi="Nudista"/>
          <w:sz w:val="20"/>
        </w:rPr>
        <w:t>V</w:t>
      </w:r>
      <w:r w:rsidR="00B964D8" w:rsidRPr="0082123D">
        <w:rPr>
          <w:rFonts w:ascii="Nudista" w:hAnsi="Nudista" w:cs="Calibri"/>
          <w:sz w:val="20"/>
        </w:rPr>
        <w:t xml:space="preserve"> </w:t>
      </w:r>
      <w:r w:rsidR="00123E10" w:rsidRPr="0082123D">
        <w:rPr>
          <w:rFonts w:ascii="Nudista" w:hAnsi="Nudista" w:cs="Calibri"/>
          <w:sz w:val="20"/>
        </w:rPr>
        <w:t>Košiciach,</w:t>
      </w:r>
      <w:r w:rsidRPr="0082123D">
        <w:rPr>
          <w:rFonts w:ascii="Nudista" w:hAnsi="Nudista"/>
          <w:sz w:val="20"/>
        </w:rPr>
        <w:t xml:space="preserve"> </w:t>
      </w:r>
      <w:r w:rsidRPr="00566334">
        <w:rPr>
          <w:rFonts w:ascii="Nudista" w:hAnsi="Nudista"/>
          <w:sz w:val="20"/>
        </w:rPr>
        <w:t>dňa</w:t>
      </w:r>
      <w:r w:rsidR="00FF3F91" w:rsidRPr="00566334">
        <w:rPr>
          <w:rFonts w:ascii="Nudista" w:hAnsi="Nudista"/>
          <w:sz w:val="20"/>
        </w:rPr>
        <w:t xml:space="preserve"> </w:t>
      </w:r>
      <w:r w:rsidR="00CE7701" w:rsidRPr="00566334">
        <w:rPr>
          <w:rFonts w:ascii="Nudista" w:hAnsi="Nudista"/>
          <w:sz w:val="20"/>
        </w:rPr>
        <w:t>2</w:t>
      </w:r>
      <w:r w:rsidR="00566334">
        <w:rPr>
          <w:rFonts w:ascii="Nudista" w:hAnsi="Nudista"/>
          <w:sz w:val="20"/>
        </w:rPr>
        <w:t>3</w:t>
      </w:r>
      <w:r w:rsidR="00FF3F91" w:rsidRPr="00566334">
        <w:rPr>
          <w:rFonts w:ascii="Nudista" w:hAnsi="Nudista"/>
          <w:sz w:val="20"/>
        </w:rPr>
        <w:t>.</w:t>
      </w:r>
      <w:r w:rsidR="00C57EA6" w:rsidRPr="00566334">
        <w:rPr>
          <w:rFonts w:ascii="Nudista" w:hAnsi="Nudista"/>
          <w:sz w:val="20"/>
        </w:rPr>
        <w:t>09</w:t>
      </w:r>
      <w:r w:rsidR="00D31802" w:rsidRPr="00566334">
        <w:rPr>
          <w:rFonts w:ascii="Nudista" w:hAnsi="Nudista"/>
          <w:sz w:val="20"/>
        </w:rPr>
        <w:t>.</w:t>
      </w:r>
      <w:r w:rsidR="00123E10" w:rsidRPr="00566334">
        <w:rPr>
          <w:rFonts w:ascii="Nudista" w:hAnsi="Nudista"/>
          <w:sz w:val="20"/>
        </w:rPr>
        <w:t>202</w:t>
      </w:r>
      <w:r w:rsidR="00634D78" w:rsidRPr="00566334">
        <w:rPr>
          <w:rFonts w:ascii="Nudista" w:hAnsi="Nudista"/>
          <w:sz w:val="20"/>
        </w:rPr>
        <w:t>2</w:t>
      </w:r>
    </w:p>
    <w:p w14:paraId="39C9E0EA" w14:textId="6114101F" w:rsidR="007D1496" w:rsidRPr="0082123D" w:rsidRDefault="001B7673" w:rsidP="000C398A">
      <w:pPr>
        <w:pStyle w:val="Nadpis2"/>
        <w:keepNext w:val="0"/>
        <w:keepLines w:val="0"/>
        <w:widowControl w:val="0"/>
        <w:spacing w:before="240" w:after="240"/>
        <w:ind w:left="425" w:hanging="425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1" w:name="_Toc100005201"/>
      <w:bookmarkStart w:id="2" w:name="_Toc447725742"/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lastRenderedPageBreak/>
        <w:t xml:space="preserve">Identifikácia </w:t>
      </w:r>
      <w:r w:rsidR="0060595B" w:rsidRPr="0082123D">
        <w:rPr>
          <w:rFonts w:ascii="Nudista" w:hAnsi="Nudista"/>
          <w:b/>
          <w:color w:val="008998"/>
          <w:sz w:val="20"/>
          <w:szCs w:val="20"/>
          <w:lang w:val="sk-SK"/>
        </w:rPr>
        <w:t>verejného obstarávateľa</w:t>
      </w:r>
      <w:bookmarkEnd w:id="1"/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End w:id="2"/>
    </w:p>
    <w:p w14:paraId="6DB17527" w14:textId="77777777" w:rsidR="005955E4" w:rsidRPr="0082123D" w:rsidRDefault="005955E4" w:rsidP="005955E4">
      <w:pPr>
        <w:pStyle w:val="Nadpis3"/>
        <w:ind w:firstLine="425"/>
        <w:rPr>
          <w:rFonts w:ascii="Nudista" w:hAnsi="Nudista" w:cs="Arial"/>
          <w:b/>
          <w:bCs/>
          <w:szCs w:val="20"/>
        </w:rPr>
      </w:pPr>
      <w:bookmarkStart w:id="3" w:name="_Toc447725746"/>
      <w:r w:rsidRPr="0082123D">
        <w:rPr>
          <w:rFonts w:ascii="Nudista" w:hAnsi="Nudista" w:cs="Arial"/>
        </w:rPr>
        <w:t>Názov:</w:t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  <w:b/>
          <w:bCs/>
        </w:rPr>
        <w:t>Košická Futbalová Aréna a. s.</w:t>
      </w:r>
    </w:p>
    <w:p w14:paraId="4BE83FD2" w14:textId="77777777" w:rsidR="005955E4" w:rsidRPr="0082123D" w:rsidRDefault="005955E4" w:rsidP="005955E4">
      <w:pPr>
        <w:ind w:firstLine="426"/>
        <w:rPr>
          <w:rFonts w:ascii="Nudista" w:hAnsi="Nudista" w:cs="Arial"/>
          <w:sz w:val="20"/>
          <w:szCs w:val="20"/>
        </w:rPr>
      </w:pPr>
      <w:r w:rsidRPr="0082123D">
        <w:rPr>
          <w:rFonts w:ascii="Nudista" w:hAnsi="Nudista" w:cs="Arial"/>
          <w:sz w:val="20"/>
          <w:szCs w:val="20"/>
        </w:rPr>
        <w:t>Sídlo:</w:t>
      </w:r>
      <w:r w:rsidRPr="0082123D">
        <w:rPr>
          <w:rFonts w:ascii="Nudista" w:hAnsi="Nudista" w:cs="Arial"/>
          <w:sz w:val="20"/>
          <w:szCs w:val="20"/>
        </w:rPr>
        <w:tab/>
      </w:r>
      <w:r w:rsidRPr="0082123D">
        <w:rPr>
          <w:rFonts w:ascii="Nudista" w:hAnsi="Nudista" w:cs="Arial"/>
          <w:sz w:val="20"/>
          <w:szCs w:val="20"/>
        </w:rPr>
        <w:tab/>
      </w:r>
      <w:r w:rsidRPr="0082123D">
        <w:rPr>
          <w:rFonts w:ascii="Nudista" w:hAnsi="Nudista" w:cs="Arial"/>
          <w:sz w:val="20"/>
          <w:szCs w:val="20"/>
        </w:rPr>
        <w:tab/>
      </w:r>
      <w:r w:rsidRPr="0082123D">
        <w:rPr>
          <w:rFonts w:ascii="Nudista" w:hAnsi="Nudista" w:cs="Arial"/>
          <w:sz w:val="20"/>
          <w:szCs w:val="20"/>
        </w:rPr>
        <w:tab/>
      </w:r>
      <w:r w:rsidRPr="0082123D">
        <w:rPr>
          <w:rFonts w:ascii="Nudista" w:hAnsi="Nudista" w:cs="Arial"/>
          <w:sz w:val="20"/>
          <w:szCs w:val="20"/>
        </w:rPr>
        <w:tab/>
        <w:t xml:space="preserve">Trieda SNP 48/A, Košice 040 11, </w:t>
      </w:r>
    </w:p>
    <w:p w14:paraId="27E52F6F" w14:textId="23EB2DE9" w:rsidR="005955E4" w:rsidRPr="0082123D" w:rsidRDefault="005955E4" w:rsidP="005955E4">
      <w:pPr>
        <w:pStyle w:val="Nadpis3"/>
        <w:ind w:left="-11" w:firstLine="437"/>
        <w:rPr>
          <w:rFonts w:ascii="Nudista" w:hAnsi="Nudista" w:cs="Arial"/>
          <w:szCs w:val="20"/>
        </w:rPr>
      </w:pPr>
      <w:r w:rsidRPr="0082123D">
        <w:rPr>
          <w:rFonts w:ascii="Nudista" w:hAnsi="Nudista" w:cs="Arial"/>
        </w:rPr>
        <w:t>Štatutárny orgán/štatutár:</w:t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  <w:t xml:space="preserve">Mgr. Marcel </w:t>
      </w:r>
      <w:proofErr w:type="spellStart"/>
      <w:r w:rsidRPr="0082123D">
        <w:rPr>
          <w:rFonts w:ascii="Nudista" w:hAnsi="Nudista" w:cs="Arial"/>
        </w:rPr>
        <w:t>Gibóda</w:t>
      </w:r>
      <w:proofErr w:type="spellEnd"/>
      <w:r w:rsidRPr="0082123D">
        <w:rPr>
          <w:rFonts w:ascii="Nudista" w:hAnsi="Nudista" w:cs="Arial"/>
        </w:rPr>
        <w:t xml:space="preserve"> – predseda predstavenstva</w:t>
      </w:r>
    </w:p>
    <w:p w14:paraId="1E598E7E" w14:textId="77777777" w:rsidR="005955E4" w:rsidRPr="0082123D" w:rsidRDefault="005955E4" w:rsidP="005955E4">
      <w:pPr>
        <w:pStyle w:val="Nadpis3"/>
        <w:ind w:left="3601" w:firstLine="719"/>
        <w:rPr>
          <w:rFonts w:ascii="Nudista" w:hAnsi="Nudista" w:cs="Arial"/>
        </w:rPr>
      </w:pPr>
      <w:r w:rsidRPr="0082123D">
        <w:rPr>
          <w:rFonts w:ascii="Nudista" w:hAnsi="Nudista" w:cs="Arial"/>
        </w:rPr>
        <w:t>Ing. Ján Varga – člen predstavenstva</w:t>
      </w:r>
    </w:p>
    <w:p w14:paraId="6CBC3117" w14:textId="77777777" w:rsidR="005955E4" w:rsidRPr="0082123D" w:rsidRDefault="005955E4" w:rsidP="005955E4">
      <w:pPr>
        <w:pStyle w:val="Nadpis3"/>
        <w:ind w:left="3601" w:firstLine="719"/>
        <w:rPr>
          <w:rFonts w:ascii="Nudista" w:hAnsi="Nudista" w:cs="Arial"/>
        </w:rPr>
      </w:pPr>
      <w:r w:rsidRPr="0082123D">
        <w:rPr>
          <w:rFonts w:ascii="Nudista" w:hAnsi="Nudista" w:cs="Arial"/>
        </w:rPr>
        <w:t xml:space="preserve">Ing. Stanislav Petráš – člen predstavenstva  </w:t>
      </w:r>
    </w:p>
    <w:p w14:paraId="0AB43DD7" w14:textId="77777777" w:rsidR="005955E4" w:rsidRPr="0082123D" w:rsidRDefault="005955E4" w:rsidP="005955E4">
      <w:pPr>
        <w:pStyle w:val="Nadpis3"/>
        <w:ind w:left="-11" w:firstLine="437"/>
        <w:rPr>
          <w:rFonts w:ascii="Nudista" w:hAnsi="Nudista" w:cs="Arial"/>
        </w:rPr>
      </w:pPr>
      <w:r w:rsidRPr="0082123D">
        <w:rPr>
          <w:rFonts w:ascii="Nudista" w:hAnsi="Nudista" w:cs="Arial"/>
        </w:rPr>
        <w:t>IČO:</w:t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  <w:t>47 845 660</w:t>
      </w:r>
    </w:p>
    <w:p w14:paraId="3FB50599" w14:textId="77777777" w:rsidR="005955E4" w:rsidRPr="0082123D" w:rsidRDefault="005955E4" w:rsidP="005955E4">
      <w:pPr>
        <w:pStyle w:val="Nadpis3"/>
        <w:ind w:left="-11" w:firstLine="437"/>
        <w:rPr>
          <w:rFonts w:ascii="Nudista" w:hAnsi="Nudista" w:cs="Arial"/>
        </w:rPr>
      </w:pPr>
      <w:r w:rsidRPr="0082123D">
        <w:rPr>
          <w:rFonts w:ascii="Nudista" w:hAnsi="Nudista" w:cs="Arial"/>
        </w:rPr>
        <w:t>IČ DPH:</w:t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</w:r>
      <w:r w:rsidRPr="0082123D">
        <w:rPr>
          <w:rFonts w:ascii="Nudista" w:hAnsi="Nudista" w:cs="Arial"/>
        </w:rPr>
        <w:tab/>
        <w:t>SK2024132704</w:t>
      </w:r>
    </w:p>
    <w:p w14:paraId="1EA483AB" w14:textId="77777777" w:rsidR="005955E4" w:rsidRPr="0082123D" w:rsidRDefault="005955E4" w:rsidP="005955E4">
      <w:pPr>
        <w:pStyle w:val="Nadpis3"/>
        <w:ind w:left="-11" w:firstLine="578"/>
        <w:rPr>
          <w:rFonts w:ascii="Nudista" w:hAnsi="Nudista" w:cs="Arial"/>
        </w:rPr>
      </w:pPr>
    </w:p>
    <w:p w14:paraId="0D5528BE" w14:textId="24D9D0C6" w:rsidR="00785BCA" w:rsidRPr="0082123D" w:rsidRDefault="00785BCA" w:rsidP="00240696">
      <w:pPr>
        <w:pStyle w:val="Nadpis3"/>
        <w:keepNext w:val="0"/>
        <w:keepLines w:val="0"/>
        <w:ind w:left="4320" w:hanging="3895"/>
        <w:rPr>
          <w:rFonts w:ascii="Nudista" w:hAnsi="Nudista"/>
        </w:rPr>
      </w:pPr>
      <w:r w:rsidRPr="0082123D">
        <w:rPr>
          <w:rFonts w:ascii="Nudista" w:hAnsi="Nudista"/>
        </w:rPr>
        <w:t>(ďalej len „</w:t>
      </w:r>
      <w:bookmarkStart w:id="4" w:name="_Hlk519071869"/>
      <w:r w:rsidR="00CB22C5" w:rsidRPr="0082123D">
        <w:rPr>
          <w:rFonts w:ascii="Nudista" w:hAnsi="Nudista"/>
          <w:b/>
        </w:rPr>
        <w:t>v</w:t>
      </w:r>
      <w:r w:rsidR="0045160F" w:rsidRPr="0082123D">
        <w:rPr>
          <w:rFonts w:ascii="Nudista" w:hAnsi="Nudista"/>
          <w:b/>
        </w:rPr>
        <w:t xml:space="preserve">erejný </w:t>
      </w:r>
      <w:r w:rsidRPr="0082123D">
        <w:rPr>
          <w:rFonts w:ascii="Nudista" w:hAnsi="Nudista"/>
          <w:b/>
        </w:rPr>
        <w:t>obstarávateľ</w:t>
      </w:r>
      <w:bookmarkEnd w:id="4"/>
      <w:r w:rsidRPr="0082123D">
        <w:rPr>
          <w:rFonts w:ascii="Nudista" w:hAnsi="Nudista"/>
        </w:rPr>
        <w:t>“)</w:t>
      </w:r>
    </w:p>
    <w:p w14:paraId="1708A837" w14:textId="77777777" w:rsidR="00785BCA" w:rsidRPr="0082123D" w:rsidRDefault="00785BCA" w:rsidP="000C398A">
      <w:pPr>
        <w:pStyle w:val="Nadpis3"/>
        <w:keepNext w:val="0"/>
        <w:keepLines w:val="0"/>
        <w:ind w:left="-11"/>
        <w:rPr>
          <w:rFonts w:ascii="Nudista" w:hAnsi="Nudista"/>
        </w:rPr>
      </w:pPr>
    </w:p>
    <w:p w14:paraId="4229F962" w14:textId="0424A154" w:rsidR="00785BCA" w:rsidRPr="0082123D" w:rsidRDefault="00B070F7" w:rsidP="00240696">
      <w:pPr>
        <w:pStyle w:val="Nadpis3"/>
        <w:keepNext w:val="0"/>
        <w:keepLines w:val="0"/>
        <w:ind w:left="425"/>
        <w:jc w:val="both"/>
        <w:rPr>
          <w:rFonts w:ascii="Nudista" w:hAnsi="Nudista"/>
        </w:rPr>
      </w:pPr>
      <w:r w:rsidRPr="0082123D">
        <w:rPr>
          <w:rFonts w:ascii="Nudista" w:hAnsi="Nudista"/>
        </w:rPr>
        <w:t>Niektoré úkony súvisiace s</w:t>
      </w:r>
      <w:r w:rsidRPr="0082123D">
        <w:rPr>
          <w:rFonts w:ascii="Nudista" w:hAnsi="Nudista" w:cs="Calibri"/>
        </w:rPr>
        <w:t> </w:t>
      </w:r>
      <w:r w:rsidRPr="0082123D">
        <w:rPr>
          <w:rFonts w:ascii="Nudista" w:hAnsi="Nudista"/>
        </w:rPr>
        <w:t>realizáciou tohto verejného obstarávania realizuje verejný obstarávateľ prostredníctvom:</w:t>
      </w:r>
    </w:p>
    <w:p w14:paraId="5F50EF4E" w14:textId="77777777" w:rsidR="00785BCA" w:rsidRPr="0082123D" w:rsidRDefault="00785BCA" w:rsidP="000C398A">
      <w:pPr>
        <w:pStyle w:val="Nadpis3"/>
        <w:keepNext w:val="0"/>
        <w:keepLines w:val="0"/>
        <w:ind w:left="-11"/>
        <w:rPr>
          <w:rFonts w:ascii="Nudista" w:hAnsi="Nudista"/>
        </w:rPr>
      </w:pPr>
    </w:p>
    <w:p w14:paraId="3EF960D9" w14:textId="7D1C1E12" w:rsidR="00785BCA" w:rsidRPr="0082123D" w:rsidRDefault="00785BCA" w:rsidP="00240696">
      <w:pPr>
        <w:pStyle w:val="Nadpis3"/>
        <w:keepNext w:val="0"/>
        <w:keepLines w:val="0"/>
        <w:ind w:left="3686" w:hanging="3261"/>
        <w:rPr>
          <w:rFonts w:ascii="Nudista" w:hAnsi="Nudista"/>
        </w:rPr>
      </w:pPr>
      <w:r w:rsidRPr="0082123D">
        <w:rPr>
          <w:rFonts w:ascii="Nudista" w:hAnsi="Nudista"/>
        </w:rPr>
        <w:t xml:space="preserve">Obchodné meno: </w:t>
      </w:r>
      <w:r w:rsidRPr="0082123D">
        <w:rPr>
          <w:rFonts w:ascii="Nudista" w:hAnsi="Nudista"/>
        </w:rPr>
        <w:tab/>
      </w:r>
      <w:r w:rsidR="00A37623" w:rsidRPr="0082123D">
        <w:rPr>
          <w:rFonts w:ascii="Nudista" w:hAnsi="Nudista"/>
        </w:rPr>
        <w:tab/>
      </w:r>
      <w:r w:rsidRPr="0082123D">
        <w:rPr>
          <w:rFonts w:ascii="Nudista" w:hAnsi="Nudista"/>
          <w:b/>
        </w:rPr>
        <w:t xml:space="preserve">Tatra Tender </w:t>
      </w:r>
      <w:proofErr w:type="spellStart"/>
      <w:r w:rsidRPr="0082123D">
        <w:rPr>
          <w:rFonts w:ascii="Nudista" w:hAnsi="Nudista"/>
          <w:b/>
        </w:rPr>
        <w:t>s.r.o</w:t>
      </w:r>
      <w:proofErr w:type="spellEnd"/>
      <w:r w:rsidRPr="0082123D">
        <w:rPr>
          <w:rFonts w:ascii="Nudista" w:hAnsi="Nudista"/>
          <w:b/>
        </w:rPr>
        <w:t>.</w:t>
      </w:r>
    </w:p>
    <w:p w14:paraId="000532B0" w14:textId="3ABA8AA8" w:rsidR="00785BCA" w:rsidRPr="0082123D" w:rsidRDefault="00785BCA" w:rsidP="00A37623">
      <w:pPr>
        <w:pStyle w:val="Nadpis3"/>
        <w:keepNext w:val="0"/>
        <w:keepLines w:val="0"/>
        <w:ind w:left="4315" w:hanging="3890"/>
        <w:rPr>
          <w:rFonts w:ascii="Nudista" w:hAnsi="Nudista"/>
        </w:rPr>
      </w:pPr>
      <w:r w:rsidRPr="0082123D">
        <w:rPr>
          <w:rFonts w:ascii="Nudista" w:hAnsi="Nudista"/>
        </w:rPr>
        <w:t>Sídlo:</w:t>
      </w:r>
      <w:r w:rsidRPr="0082123D">
        <w:rPr>
          <w:rFonts w:ascii="Nudista" w:hAnsi="Nudista"/>
        </w:rPr>
        <w:tab/>
      </w:r>
      <w:r w:rsidR="00A37623" w:rsidRPr="0082123D">
        <w:rPr>
          <w:rFonts w:ascii="Nudista" w:hAnsi="Nudista"/>
        </w:rPr>
        <w:tab/>
      </w:r>
      <w:r w:rsidRPr="0082123D">
        <w:rPr>
          <w:rFonts w:ascii="Nudista" w:hAnsi="Nudista"/>
        </w:rPr>
        <w:t>Krčméryho 16, 811 04 Bratislava, Slovenská republika</w:t>
      </w:r>
    </w:p>
    <w:p w14:paraId="627632D9" w14:textId="21661B16" w:rsidR="00785BCA" w:rsidRPr="0082123D" w:rsidRDefault="00785BCA" w:rsidP="00240696">
      <w:pPr>
        <w:pStyle w:val="Nadpis3"/>
        <w:keepNext w:val="0"/>
        <w:keepLines w:val="0"/>
        <w:ind w:left="3686" w:hanging="3261"/>
        <w:rPr>
          <w:rFonts w:ascii="Nudista" w:hAnsi="Nudista"/>
        </w:rPr>
      </w:pPr>
      <w:r w:rsidRPr="0082123D">
        <w:rPr>
          <w:rFonts w:ascii="Nudista" w:hAnsi="Nudista"/>
        </w:rPr>
        <w:t>Štatutárny zástupca:</w:t>
      </w:r>
      <w:r w:rsidRPr="0082123D">
        <w:rPr>
          <w:rFonts w:ascii="Nudista" w:hAnsi="Nudista"/>
        </w:rPr>
        <w:tab/>
      </w:r>
      <w:r w:rsidR="00A37623" w:rsidRPr="0082123D">
        <w:rPr>
          <w:rFonts w:ascii="Nudista" w:hAnsi="Nudista"/>
        </w:rPr>
        <w:tab/>
      </w:r>
      <w:r w:rsidRPr="0082123D">
        <w:rPr>
          <w:rFonts w:ascii="Nudista" w:hAnsi="Nudista"/>
        </w:rPr>
        <w:t xml:space="preserve">Mgr. Vladimír Oros, konateľ </w:t>
      </w:r>
    </w:p>
    <w:p w14:paraId="6B898F6A" w14:textId="6529DC7A" w:rsidR="00785BCA" w:rsidRPr="0082123D" w:rsidRDefault="00785BCA" w:rsidP="00240696">
      <w:pPr>
        <w:pStyle w:val="Nadpis3"/>
        <w:keepNext w:val="0"/>
        <w:keepLines w:val="0"/>
        <w:ind w:left="3686" w:hanging="3261"/>
        <w:rPr>
          <w:rFonts w:ascii="Nudista" w:hAnsi="Nudista"/>
        </w:rPr>
      </w:pPr>
      <w:r w:rsidRPr="0082123D">
        <w:rPr>
          <w:rFonts w:ascii="Nudista" w:hAnsi="Nudista"/>
        </w:rPr>
        <w:t>IČO:</w:t>
      </w:r>
      <w:r w:rsidRPr="0082123D">
        <w:rPr>
          <w:rFonts w:ascii="Nudista" w:hAnsi="Nudista"/>
        </w:rPr>
        <w:tab/>
      </w:r>
      <w:r w:rsidR="00A37623" w:rsidRPr="0082123D">
        <w:rPr>
          <w:rFonts w:ascii="Nudista" w:hAnsi="Nudista"/>
        </w:rPr>
        <w:tab/>
      </w:r>
      <w:r w:rsidRPr="0082123D">
        <w:rPr>
          <w:rFonts w:ascii="Nudista" w:hAnsi="Nudista"/>
        </w:rPr>
        <w:t>44 119</w:t>
      </w:r>
      <w:r w:rsidR="00240696" w:rsidRPr="0082123D">
        <w:rPr>
          <w:rFonts w:ascii="Nudista" w:hAnsi="Nudista"/>
        </w:rPr>
        <w:t> </w:t>
      </w:r>
      <w:r w:rsidRPr="0082123D">
        <w:rPr>
          <w:rFonts w:ascii="Nudista" w:hAnsi="Nudista"/>
        </w:rPr>
        <w:t>313</w:t>
      </w:r>
    </w:p>
    <w:p w14:paraId="174FC262" w14:textId="11FC2B16" w:rsidR="00785BCA" w:rsidRPr="0082123D" w:rsidRDefault="00785BCA" w:rsidP="00A37623">
      <w:pPr>
        <w:pStyle w:val="Nadpis3"/>
        <w:keepNext w:val="0"/>
        <w:keepLines w:val="0"/>
        <w:ind w:left="4315" w:hanging="3890"/>
        <w:rPr>
          <w:rFonts w:ascii="Nudista" w:hAnsi="Nudista"/>
        </w:rPr>
      </w:pPr>
      <w:r w:rsidRPr="0082123D">
        <w:rPr>
          <w:rFonts w:ascii="Nudista" w:hAnsi="Nudista"/>
        </w:rPr>
        <w:t>zapísaný:</w:t>
      </w:r>
      <w:r w:rsidRPr="0082123D">
        <w:rPr>
          <w:rFonts w:ascii="Nudista" w:hAnsi="Nudista"/>
        </w:rPr>
        <w:tab/>
      </w:r>
      <w:r w:rsidR="00A37623" w:rsidRPr="0082123D">
        <w:rPr>
          <w:rFonts w:ascii="Nudista" w:hAnsi="Nudista"/>
        </w:rPr>
        <w:tab/>
      </w:r>
      <w:r w:rsidRPr="0082123D">
        <w:rPr>
          <w:rFonts w:ascii="Nudista" w:hAnsi="Nudista"/>
        </w:rPr>
        <w:t>v Obchodnom registri Okresného súdu Bratislava I, oddiel:</w:t>
      </w:r>
      <w:r w:rsidR="00ED41A6" w:rsidRPr="0082123D">
        <w:rPr>
          <w:rFonts w:ascii="Nudista" w:hAnsi="Nudista"/>
        </w:rPr>
        <w:t> </w:t>
      </w:r>
      <w:proofErr w:type="spellStart"/>
      <w:r w:rsidRPr="0082123D">
        <w:rPr>
          <w:rFonts w:ascii="Nudista" w:hAnsi="Nudista"/>
        </w:rPr>
        <w:t>Sro</w:t>
      </w:r>
      <w:proofErr w:type="spellEnd"/>
      <w:r w:rsidRPr="0082123D">
        <w:rPr>
          <w:rFonts w:ascii="Nudista" w:hAnsi="Nudista"/>
        </w:rPr>
        <w:t>, vložka číslo: 51980/B</w:t>
      </w:r>
    </w:p>
    <w:p w14:paraId="69E0DA3A" w14:textId="77777777" w:rsidR="00785BCA" w:rsidRPr="0082123D" w:rsidRDefault="00785BCA" w:rsidP="00240696">
      <w:pPr>
        <w:pStyle w:val="Nadpis3"/>
        <w:keepNext w:val="0"/>
        <w:keepLines w:val="0"/>
        <w:ind w:left="-11" w:firstLine="436"/>
        <w:rPr>
          <w:rFonts w:ascii="Nudista" w:hAnsi="Nudista"/>
        </w:rPr>
      </w:pPr>
      <w:r w:rsidRPr="0082123D">
        <w:rPr>
          <w:rFonts w:ascii="Nudista" w:hAnsi="Nudista"/>
        </w:rPr>
        <w:t xml:space="preserve">Osoba zodpovedná </w:t>
      </w:r>
    </w:p>
    <w:p w14:paraId="72122DBB" w14:textId="5171C6C6" w:rsidR="00785BCA" w:rsidRPr="0082123D" w:rsidRDefault="00785BCA" w:rsidP="00C52B4D">
      <w:pPr>
        <w:pStyle w:val="Nadpis3"/>
        <w:keepNext w:val="0"/>
        <w:keepLines w:val="0"/>
        <w:ind w:left="4315" w:hanging="3890"/>
        <w:rPr>
          <w:rFonts w:ascii="Nudista" w:hAnsi="Nudista"/>
        </w:rPr>
      </w:pPr>
      <w:r w:rsidRPr="0082123D">
        <w:rPr>
          <w:rFonts w:ascii="Nudista" w:hAnsi="Nudista"/>
        </w:rPr>
        <w:t xml:space="preserve">za vypracovanie podkladov:    </w:t>
      </w:r>
      <w:r w:rsidR="008D366A" w:rsidRPr="0082123D">
        <w:rPr>
          <w:rFonts w:ascii="Nudista" w:hAnsi="Nudista"/>
        </w:rPr>
        <w:tab/>
      </w:r>
      <w:r w:rsidR="00A37623" w:rsidRPr="0082123D">
        <w:rPr>
          <w:rFonts w:ascii="Nudista" w:hAnsi="Nudista"/>
        </w:rPr>
        <w:tab/>
      </w:r>
      <w:r w:rsidR="000223CE" w:rsidRPr="0082123D">
        <w:rPr>
          <w:rFonts w:ascii="Nudista" w:hAnsi="Nudista" w:cs="Arial"/>
        </w:rPr>
        <w:t>Mgr. Marta Kresáková</w:t>
      </w:r>
      <w:r w:rsidR="00C52B4D" w:rsidRPr="0082123D">
        <w:rPr>
          <w:rFonts w:ascii="Nudista" w:hAnsi="Nudista" w:cs="Arial"/>
        </w:rPr>
        <w:t>, marta.kresakova@tatratender.sk</w:t>
      </w:r>
      <w:r w:rsidR="00FB4C8A" w:rsidRPr="0082123D">
        <w:rPr>
          <w:rFonts w:ascii="Nudista" w:hAnsi="Nudista"/>
        </w:rPr>
        <w:t xml:space="preserve"> </w:t>
      </w:r>
    </w:p>
    <w:p w14:paraId="11DE5F26" w14:textId="77777777" w:rsidR="00E06D0F" w:rsidRPr="0082123D" w:rsidRDefault="00E06D0F" w:rsidP="00E06D0F"/>
    <w:p w14:paraId="1ADCEA5F" w14:textId="77777777" w:rsidR="008D3268" w:rsidRPr="0082123D" w:rsidRDefault="008D3268" w:rsidP="00E461E0">
      <w:pPr>
        <w:pStyle w:val="Odsekzoznamu"/>
        <w:numPr>
          <w:ilvl w:val="0"/>
          <w:numId w:val="17"/>
        </w:numPr>
        <w:contextualSpacing w:val="0"/>
        <w:jc w:val="both"/>
        <w:outlineLvl w:val="2"/>
        <w:rPr>
          <w:rFonts w:ascii="Nudista" w:eastAsiaTheme="majorEastAsia" w:hAnsi="Nudista" w:cstheme="majorBidi"/>
          <w:vanish/>
          <w:szCs w:val="24"/>
          <w:lang w:eastAsia="en-US"/>
        </w:rPr>
      </w:pPr>
    </w:p>
    <w:p w14:paraId="3D0F6187" w14:textId="77777777" w:rsidR="008D3268" w:rsidRPr="0082123D" w:rsidRDefault="008D3268" w:rsidP="00E461E0">
      <w:pPr>
        <w:pStyle w:val="Odsekzoznamu"/>
        <w:numPr>
          <w:ilvl w:val="0"/>
          <w:numId w:val="17"/>
        </w:numPr>
        <w:contextualSpacing w:val="0"/>
        <w:jc w:val="both"/>
        <w:outlineLvl w:val="2"/>
        <w:rPr>
          <w:rFonts w:ascii="Nudista" w:eastAsiaTheme="majorEastAsia" w:hAnsi="Nudista" w:cstheme="majorBidi"/>
          <w:vanish/>
          <w:szCs w:val="24"/>
          <w:lang w:eastAsia="en-US"/>
        </w:rPr>
      </w:pPr>
    </w:p>
    <w:p w14:paraId="59F4F686" w14:textId="77777777" w:rsidR="008D3268" w:rsidRPr="0082123D" w:rsidRDefault="008D3268" w:rsidP="00E461E0">
      <w:pPr>
        <w:pStyle w:val="Odsekzoznamu"/>
        <w:numPr>
          <w:ilvl w:val="0"/>
          <w:numId w:val="31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lang w:eastAsia="en-US"/>
        </w:rPr>
      </w:pPr>
    </w:p>
    <w:p w14:paraId="61D0D449" w14:textId="77777777" w:rsidR="008D3268" w:rsidRPr="0082123D" w:rsidRDefault="008D3268" w:rsidP="00E461E0">
      <w:pPr>
        <w:pStyle w:val="Odsekzoznamu"/>
        <w:numPr>
          <w:ilvl w:val="1"/>
          <w:numId w:val="31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lang w:eastAsia="en-US"/>
        </w:rPr>
      </w:pPr>
    </w:p>
    <w:bookmarkEnd w:id="3"/>
    <w:p w14:paraId="04ABAEC6" w14:textId="0B886A5E" w:rsidR="00E734AF" w:rsidRPr="0082123D" w:rsidRDefault="00E734AF" w:rsidP="00E27C79">
      <w:pPr>
        <w:pStyle w:val="Nadpis2"/>
        <w:keepNext w:val="0"/>
        <w:keepLines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>komunikácia</w:t>
      </w:r>
      <w:r w:rsidR="00342FDE"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 a výmena informácií v</w:t>
      </w:r>
      <w:r w:rsidR="006073F7" w:rsidRPr="0082123D">
        <w:rPr>
          <w:rFonts w:ascii="Nudista" w:hAnsi="Nudista"/>
          <w:b/>
          <w:color w:val="008998"/>
          <w:sz w:val="20"/>
          <w:szCs w:val="20"/>
          <w:lang w:val="sk-SK"/>
        </w:rPr>
        <w:t> prieskume trhu</w:t>
      </w:r>
    </w:p>
    <w:p w14:paraId="64E32144" w14:textId="77777777" w:rsidR="007B13FC" w:rsidRPr="0082123D" w:rsidRDefault="007B13FC" w:rsidP="00E461E0">
      <w:pPr>
        <w:pStyle w:val="Odsekzoznamu"/>
        <w:numPr>
          <w:ilvl w:val="0"/>
          <w:numId w:val="15"/>
        </w:numPr>
        <w:tabs>
          <w:tab w:val="left" w:pos="567"/>
          <w:tab w:val="left" w:pos="709"/>
        </w:tabs>
        <w:spacing w:after="120"/>
        <w:contextualSpacing w:val="0"/>
        <w:jc w:val="both"/>
        <w:outlineLvl w:val="2"/>
        <w:rPr>
          <w:rFonts w:ascii="Nudista" w:eastAsiaTheme="majorEastAsia" w:hAnsi="Nudista" w:cs="Arial"/>
          <w:vanish/>
          <w:color w:val="000000" w:themeColor="text1"/>
          <w:szCs w:val="24"/>
          <w:lang w:eastAsia="en-US"/>
        </w:rPr>
      </w:pPr>
    </w:p>
    <w:p w14:paraId="6423E05B" w14:textId="77777777" w:rsidR="007B13FC" w:rsidRPr="0082123D" w:rsidRDefault="007B13FC" w:rsidP="00E461E0">
      <w:pPr>
        <w:pStyle w:val="Odsekzoznamu"/>
        <w:numPr>
          <w:ilvl w:val="0"/>
          <w:numId w:val="15"/>
        </w:numPr>
        <w:tabs>
          <w:tab w:val="left" w:pos="567"/>
          <w:tab w:val="left" w:pos="709"/>
        </w:tabs>
        <w:spacing w:after="120"/>
        <w:contextualSpacing w:val="0"/>
        <w:jc w:val="both"/>
        <w:outlineLvl w:val="2"/>
        <w:rPr>
          <w:rFonts w:ascii="Nudista" w:eastAsiaTheme="majorEastAsia" w:hAnsi="Nudista" w:cs="Arial"/>
          <w:vanish/>
          <w:color w:val="000000" w:themeColor="text1"/>
          <w:szCs w:val="24"/>
          <w:lang w:eastAsia="en-US"/>
        </w:rPr>
      </w:pPr>
    </w:p>
    <w:p w14:paraId="2CF3615A" w14:textId="05FBD82A" w:rsidR="007B13FC" w:rsidRPr="0082123D" w:rsidRDefault="00E734AF" w:rsidP="00E461E0">
      <w:pPr>
        <w:pStyle w:val="Nadpis3"/>
        <w:keepNext w:val="0"/>
        <w:keepLines w:val="0"/>
        <w:numPr>
          <w:ilvl w:val="1"/>
          <w:numId w:val="15"/>
        </w:numPr>
        <w:tabs>
          <w:tab w:val="left" w:pos="567"/>
          <w:tab w:val="left" w:pos="709"/>
        </w:tabs>
        <w:spacing w:after="120"/>
        <w:ind w:left="567" w:hanging="567"/>
        <w:jc w:val="both"/>
        <w:rPr>
          <w:rFonts w:ascii="Nudista" w:hAnsi="Nudista"/>
        </w:rPr>
      </w:pPr>
      <w:r w:rsidRPr="0082123D">
        <w:rPr>
          <w:rFonts w:ascii="Nudista" w:hAnsi="Nudista" w:cs="Arial"/>
        </w:rPr>
        <w:t>Vere</w:t>
      </w:r>
      <w:r w:rsidRPr="0082123D">
        <w:rPr>
          <w:rFonts w:ascii="Nudista" w:hAnsi="Nudista"/>
        </w:rPr>
        <w:t xml:space="preserve">jný obstarávateľ bude pri komunikácii s uchádzačmi, resp. záujemcami, postupovať v zmysle § 20 ZVO prostredníctvom komunikačného rozhrania systému </w:t>
      </w:r>
      <w:r w:rsidR="002A4897" w:rsidRPr="0082123D">
        <w:rPr>
          <w:rFonts w:ascii="Nudista" w:hAnsi="Nudista"/>
        </w:rPr>
        <w:t xml:space="preserve">JOSEPHINE. </w:t>
      </w:r>
      <w:r w:rsidRPr="0082123D">
        <w:rPr>
          <w:rFonts w:ascii="Nudista" w:hAnsi="Nudista"/>
        </w:rPr>
        <w:t>Tento spôsob komunikácie sa týka akejkoľvek komunikácie a podaní medzi verejným obstarávateľom a uchádzačmi, resp. záujemcami,  počas celého procesu verejného obstarávania</w:t>
      </w:r>
    </w:p>
    <w:p w14:paraId="625208F1" w14:textId="160541BE" w:rsidR="00480DDF" w:rsidRPr="0082123D" w:rsidRDefault="00480DDF" w:rsidP="00E461E0">
      <w:pPr>
        <w:pStyle w:val="Nadpis3"/>
        <w:numPr>
          <w:ilvl w:val="1"/>
          <w:numId w:val="15"/>
        </w:numPr>
        <w:tabs>
          <w:tab w:val="left" w:pos="567"/>
          <w:tab w:val="left" w:pos="709"/>
        </w:tabs>
        <w:spacing w:after="120"/>
        <w:ind w:left="567" w:hanging="567"/>
        <w:jc w:val="both"/>
        <w:rPr>
          <w:rFonts w:ascii="Nudista" w:hAnsi="Nudista" w:cs="Arial"/>
        </w:rPr>
      </w:pPr>
      <w:r w:rsidRPr="0082123D">
        <w:rPr>
          <w:rFonts w:ascii="Nudista" w:hAnsi="Nudista" w:cs="Arial"/>
        </w:rPr>
        <w:t>Návod na používanie systému je dostupný na webovom sídle portálu JOSEPHINE (http://files.nar.cz/docs/josephine/sk/Skrateny_navod_ucastnik.pdf). Minimálne technické požiadavky na používanie systému sú dostupné na webovom sídle portálu JOSEPHINE (http://files.nar.cz/docs/josephine/sk/Technicke_poziadavky_sw_JOSEPHINE.pdf).</w:t>
      </w:r>
    </w:p>
    <w:p w14:paraId="425A2E7D" w14:textId="79E2B97A" w:rsidR="00E06D0F" w:rsidRPr="0082123D" w:rsidRDefault="00342FDE" w:rsidP="00E461E0">
      <w:pPr>
        <w:pStyle w:val="Nadpis3"/>
        <w:keepNext w:val="0"/>
        <w:keepLines w:val="0"/>
        <w:numPr>
          <w:ilvl w:val="1"/>
          <w:numId w:val="15"/>
        </w:numPr>
        <w:tabs>
          <w:tab w:val="left" w:pos="567"/>
          <w:tab w:val="left" w:pos="709"/>
        </w:tabs>
        <w:spacing w:after="120"/>
        <w:ind w:left="567" w:hanging="567"/>
        <w:jc w:val="both"/>
        <w:rPr>
          <w:rFonts w:ascii="Nudista" w:hAnsi="Nudista"/>
        </w:rPr>
      </w:pPr>
      <w:r w:rsidRPr="0082123D">
        <w:rPr>
          <w:rFonts w:ascii="Nudista" w:hAnsi="Nudista"/>
          <w:color w:val="auto"/>
        </w:rPr>
        <w:t xml:space="preserve">V prípade nejasností alebo potreby objasnenia akýchkoľvek poskytnutých informácií v lehote </w:t>
      </w:r>
      <w:r w:rsidRPr="0082123D">
        <w:rPr>
          <w:rFonts w:ascii="Nudista" w:hAnsi="Nudista"/>
          <w:color w:val="auto"/>
        </w:rPr>
        <w:br/>
        <w:t>na predkladanie ponúk, môže ktorýkoľvek zo záujemcov požiadať o</w:t>
      </w:r>
      <w:r w:rsidRPr="0082123D">
        <w:rPr>
          <w:rFonts w:ascii="Nudista" w:hAnsi="Nudista" w:cs="Calibri"/>
          <w:color w:val="auto"/>
        </w:rPr>
        <w:t> </w:t>
      </w:r>
      <w:r w:rsidRPr="0082123D">
        <w:rPr>
          <w:rFonts w:ascii="Nudista" w:hAnsi="Nudista"/>
          <w:color w:val="auto"/>
        </w:rPr>
        <w:t xml:space="preserve">vysvetlenie prostredníctvom systému </w:t>
      </w:r>
      <w:r w:rsidR="002A4897" w:rsidRPr="0082123D">
        <w:rPr>
          <w:rFonts w:ascii="Nudista" w:hAnsi="Nudista"/>
          <w:color w:val="auto"/>
        </w:rPr>
        <w:t>JOSEPHINE</w:t>
      </w:r>
      <w:r w:rsidRPr="0082123D">
        <w:rPr>
          <w:rFonts w:ascii="Nudista" w:hAnsi="Nudista"/>
          <w:color w:val="auto"/>
        </w:rPr>
        <w:t xml:space="preserve"> podľa vyššie uvedených pravidiel komunikácie.</w:t>
      </w:r>
      <w:r w:rsidRPr="0082123D">
        <w:rPr>
          <w:rFonts w:ascii="Nudista" w:hAnsi="Nudista"/>
        </w:rPr>
        <w:t xml:space="preserve"> </w:t>
      </w:r>
    </w:p>
    <w:p w14:paraId="5D6606F9" w14:textId="4A82DD4D" w:rsidR="007B13FC" w:rsidRPr="0082123D" w:rsidRDefault="007B13FC" w:rsidP="00727A26">
      <w:pPr>
        <w:pStyle w:val="Nadpis2"/>
        <w:keepNext w:val="0"/>
        <w:keepLines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OPIS </w:t>
      </w:r>
      <w:bookmarkStart w:id="5" w:name="_Toc447725743"/>
      <w:bookmarkStart w:id="6" w:name="_Toc487700723"/>
      <w:bookmarkStart w:id="7" w:name="_Toc100005202"/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>Predmet</w:t>
      </w:r>
      <w:r w:rsidR="00905133" w:rsidRPr="0082123D">
        <w:rPr>
          <w:rFonts w:ascii="Nudista" w:hAnsi="Nudista"/>
          <w:b/>
          <w:color w:val="008998"/>
          <w:sz w:val="20"/>
          <w:szCs w:val="20"/>
          <w:lang w:val="sk-SK"/>
        </w:rPr>
        <w:t>U</w:t>
      </w: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 zákazky</w:t>
      </w:r>
      <w:bookmarkEnd w:id="5"/>
      <w:bookmarkEnd w:id="6"/>
      <w:bookmarkEnd w:id="7"/>
    </w:p>
    <w:p w14:paraId="44214178" w14:textId="77777777" w:rsidR="007B13FC" w:rsidRPr="0082123D" w:rsidRDefault="007B13FC" w:rsidP="00E461E0">
      <w:pPr>
        <w:pStyle w:val="Odsekzoznamu"/>
        <w:numPr>
          <w:ilvl w:val="0"/>
          <w:numId w:val="30"/>
        </w:numPr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  <w:bookmarkStart w:id="8" w:name="_Hlk5782543"/>
    </w:p>
    <w:p w14:paraId="130ABDDF" w14:textId="77777777" w:rsidR="007B13FC" w:rsidRPr="0082123D" w:rsidRDefault="007B13FC" w:rsidP="00E461E0">
      <w:pPr>
        <w:pStyle w:val="Odsekzoznamu"/>
        <w:numPr>
          <w:ilvl w:val="0"/>
          <w:numId w:val="30"/>
        </w:numPr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2E26755F" w14:textId="64362B7D" w:rsidR="007B13FC" w:rsidRPr="0082123D" w:rsidRDefault="007B13FC" w:rsidP="00E461E0">
      <w:pPr>
        <w:pStyle w:val="Nadpis3"/>
        <w:numPr>
          <w:ilvl w:val="1"/>
          <w:numId w:val="30"/>
        </w:numPr>
        <w:ind w:left="567" w:hanging="567"/>
        <w:jc w:val="both"/>
        <w:rPr>
          <w:rFonts w:ascii="Nudista" w:hAnsi="Nudista"/>
          <w:szCs w:val="20"/>
        </w:rPr>
      </w:pPr>
      <w:r w:rsidRPr="0082123D">
        <w:rPr>
          <w:rFonts w:ascii="Nudista" w:hAnsi="Nudista"/>
        </w:rPr>
        <w:t xml:space="preserve">Predmetom zákazky </w:t>
      </w:r>
      <w:bookmarkStart w:id="9" w:name="_Hlk67382600"/>
      <w:bookmarkStart w:id="10" w:name="_Hlk63337865"/>
      <w:bookmarkStart w:id="11" w:name="_Hlk101948385"/>
      <w:r w:rsidR="008827E4" w:rsidRPr="0082123D">
        <w:rPr>
          <w:rFonts w:ascii="Nudista" w:hAnsi="Nudista"/>
        </w:rPr>
        <w:t>je poskytnutie služieb naloženia, odvozu a vykládky zeminy v objemu 30 525 m3</w:t>
      </w:r>
      <w:r w:rsidR="00A37623" w:rsidRPr="0082123D">
        <w:rPr>
          <w:rFonts w:ascii="Nudista" w:hAnsi="Nudista"/>
        </w:rPr>
        <w:t xml:space="preserve"> na dve predom určené miesta</w:t>
      </w:r>
      <w:r w:rsidR="008827E4" w:rsidRPr="0082123D">
        <w:rPr>
          <w:rFonts w:ascii="Nudista" w:hAnsi="Nudista"/>
        </w:rPr>
        <w:t xml:space="preserve"> </w:t>
      </w:r>
      <w:r w:rsidR="009A0D66" w:rsidRPr="0082123D">
        <w:rPr>
          <w:rFonts w:ascii="Nudista" w:hAnsi="Nudista"/>
          <w:szCs w:val="20"/>
        </w:rPr>
        <w:t>(ďalej len „</w:t>
      </w:r>
      <w:r w:rsidR="009A0D66" w:rsidRPr="0082123D">
        <w:rPr>
          <w:rFonts w:ascii="Nudista" w:hAnsi="Nudista"/>
          <w:b/>
          <w:bCs/>
          <w:szCs w:val="20"/>
        </w:rPr>
        <w:t>predmet zákazky</w:t>
      </w:r>
      <w:r w:rsidR="009A0D66" w:rsidRPr="0082123D">
        <w:rPr>
          <w:rFonts w:ascii="Nudista" w:hAnsi="Nudista"/>
          <w:szCs w:val="20"/>
        </w:rPr>
        <w:t xml:space="preserve">“). </w:t>
      </w:r>
      <w:bookmarkEnd w:id="9"/>
      <w:r w:rsidR="00A37623" w:rsidRPr="0082123D">
        <w:rPr>
          <w:rFonts w:ascii="Nudista" w:hAnsi="Nudista"/>
          <w:szCs w:val="20"/>
        </w:rPr>
        <w:t>Bližšia špecifikácia predmetu zákazky je uvedená v prílohe č. 1 Opis predmetu zákazky</w:t>
      </w:r>
      <w:r w:rsidR="003D5794" w:rsidRPr="0082123D">
        <w:rPr>
          <w:rFonts w:ascii="Nudista" w:hAnsi="Nudista"/>
          <w:szCs w:val="20"/>
        </w:rPr>
        <w:t xml:space="preserve"> týchto Podkladov.</w:t>
      </w:r>
    </w:p>
    <w:p w14:paraId="4A113022" w14:textId="77777777" w:rsidR="00006007" w:rsidRPr="0082123D" w:rsidRDefault="00006007" w:rsidP="00006007">
      <w:pPr>
        <w:pStyle w:val="Nadpis3"/>
        <w:keepNext w:val="0"/>
        <w:keepLines w:val="0"/>
        <w:ind w:left="567"/>
        <w:jc w:val="both"/>
        <w:rPr>
          <w:rFonts w:ascii="Nudista" w:hAnsi="Nudista" w:cs="Arial"/>
          <w:szCs w:val="20"/>
        </w:rPr>
      </w:pPr>
    </w:p>
    <w:p w14:paraId="53599715" w14:textId="39006169" w:rsidR="00E92A8A" w:rsidRPr="0082123D" w:rsidRDefault="00006007" w:rsidP="00E461E0">
      <w:pPr>
        <w:pStyle w:val="Nadpis3"/>
        <w:numPr>
          <w:ilvl w:val="1"/>
          <w:numId w:val="30"/>
        </w:numPr>
        <w:ind w:left="567" w:hanging="567"/>
        <w:jc w:val="both"/>
        <w:rPr>
          <w:rFonts w:ascii="Nudista" w:hAnsi="Nudista"/>
          <w:color w:val="auto"/>
          <w:szCs w:val="20"/>
          <w:u w:val="single"/>
        </w:rPr>
      </w:pPr>
      <w:r w:rsidRPr="0082123D">
        <w:rPr>
          <w:rFonts w:ascii="Nudista" w:hAnsi="Nudista" w:cs="Arial"/>
          <w:szCs w:val="20"/>
          <w:u w:val="single"/>
        </w:rPr>
        <w:t>Hlavný kód CPV:</w:t>
      </w:r>
      <w:r w:rsidRPr="0082123D">
        <w:rPr>
          <w:rFonts w:ascii="Nudista" w:hAnsi="Nudista"/>
          <w:szCs w:val="20"/>
          <w:u w:val="single"/>
        </w:rPr>
        <w:t xml:space="preserve"> </w:t>
      </w:r>
    </w:p>
    <w:p w14:paraId="2F05DDC4" w14:textId="77777777" w:rsidR="00E92A8A" w:rsidRPr="0082123D" w:rsidRDefault="00E92A8A" w:rsidP="00E92A8A">
      <w:pPr>
        <w:ind w:firstLine="567"/>
        <w:rPr>
          <w:rFonts w:ascii="Nudista" w:eastAsia="Times New Roman" w:hAnsi="Nudista"/>
          <w:noProof/>
          <w:sz w:val="20"/>
          <w:szCs w:val="20"/>
        </w:rPr>
      </w:pPr>
      <w:r w:rsidRPr="0082123D">
        <w:rPr>
          <w:rFonts w:ascii="Nudista" w:eastAsia="Times New Roman" w:hAnsi="Nudista"/>
          <w:noProof/>
          <w:sz w:val="20"/>
          <w:szCs w:val="20"/>
        </w:rPr>
        <w:t xml:space="preserve">90513000-6 – Služby na spracovanie a likvidáciu nie nebezpečného odpadu; </w:t>
      </w:r>
    </w:p>
    <w:p w14:paraId="184467D5" w14:textId="77777777" w:rsidR="00E92A8A" w:rsidRPr="0082123D" w:rsidRDefault="00E92A8A" w:rsidP="00006007">
      <w:pPr>
        <w:pStyle w:val="Nadpis3"/>
        <w:keepNext w:val="0"/>
        <w:keepLines w:val="0"/>
        <w:ind w:left="567"/>
        <w:jc w:val="both"/>
        <w:rPr>
          <w:rFonts w:ascii="Nudista" w:hAnsi="Nudista" w:cs="Arial"/>
          <w:u w:val="single"/>
        </w:rPr>
      </w:pPr>
    </w:p>
    <w:p w14:paraId="101950E2" w14:textId="0FA3C189" w:rsidR="00006007" w:rsidRPr="0082123D" w:rsidRDefault="00006007" w:rsidP="00006007">
      <w:pPr>
        <w:pStyle w:val="Nadpis3"/>
        <w:keepNext w:val="0"/>
        <w:keepLines w:val="0"/>
        <w:ind w:left="567"/>
        <w:jc w:val="both"/>
        <w:rPr>
          <w:rFonts w:ascii="Nudista" w:hAnsi="Nudista" w:cs="Arial"/>
          <w:u w:val="single"/>
        </w:rPr>
      </w:pPr>
      <w:r w:rsidRPr="0082123D">
        <w:rPr>
          <w:rFonts w:ascii="Nudista" w:hAnsi="Nudista" w:cs="Arial"/>
          <w:u w:val="single"/>
        </w:rPr>
        <w:t>Dodatočné kódy CPV:</w:t>
      </w:r>
    </w:p>
    <w:p w14:paraId="5DB45A0F" w14:textId="66D8BC1C" w:rsidR="00E92A8A" w:rsidRPr="0082123D" w:rsidRDefault="00E92A8A" w:rsidP="001A0D75">
      <w:pPr>
        <w:rPr>
          <w:rFonts w:ascii="Nudista" w:eastAsia="Times New Roman" w:hAnsi="Nudista"/>
          <w:noProof/>
          <w:sz w:val="20"/>
          <w:szCs w:val="20"/>
        </w:rPr>
      </w:pPr>
    </w:p>
    <w:p w14:paraId="6AEFE151" w14:textId="77777777" w:rsidR="00E92A8A" w:rsidRPr="0082123D" w:rsidRDefault="00E92A8A" w:rsidP="00E92A8A">
      <w:pPr>
        <w:ind w:firstLine="567"/>
        <w:rPr>
          <w:rFonts w:ascii="Nudista" w:eastAsia="Times New Roman" w:hAnsi="Nudista"/>
          <w:noProof/>
          <w:sz w:val="20"/>
          <w:szCs w:val="20"/>
        </w:rPr>
      </w:pPr>
      <w:r w:rsidRPr="0082123D">
        <w:rPr>
          <w:rFonts w:ascii="Nudista" w:eastAsia="Times New Roman" w:hAnsi="Nudista"/>
          <w:noProof/>
          <w:sz w:val="20"/>
          <w:szCs w:val="20"/>
        </w:rPr>
        <w:t>90512000-9 - Služby na prepravu odpadu</w:t>
      </w:r>
    </w:p>
    <w:p w14:paraId="5E781B79" w14:textId="77777777" w:rsidR="00904094" w:rsidRPr="0082123D" w:rsidRDefault="00904094" w:rsidP="00904094"/>
    <w:p w14:paraId="390782EC" w14:textId="1FC9F687" w:rsidR="009A0D66" w:rsidRPr="0082123D" w:rsidRDefault="00904094" w:rsidP="00E461E0">
      <w:pPr>
        <w:pStyle w:val="Nadpis3"/>
        <w:keepNext w:val="0"/>
        <w:keepLines w:val="0"/>
        <w:numPr>
          <w:ilvl w:val="1"/>
          <w:numId w:val="30"/>
        </w:numPr>
        <w:spacing w:after="120"/>
        <w:ind w:left="567" w:hanging="567"/>
        <w:jc w:val="both"/>
        <w:rPr>
          <w:rFonts w:ascii="Nudista" w:hAnsi="Nudista"/>
        </w:rPr>
      </w:pPr>
      <w:r w:rsidRPr="0082123D">
        <w:rPr>
          <w:rFonts w:ascii="Nudista" w:hAnsi="Nudista"/>
        </w:rPr>
        <w:lastRenderedPageBreak/>
        <w:t>Predmet zákazky nie je rozdelený na časti. Uchádzač predloží ponuku na celý predmet zákazky.</w:t>
      </w:r>
    </w:p>
    <w:bookmarkEnd w:id="10"/>
    <w:bookmarkEnd w:id="11"/>
    <w:bookmarkEnd w:id="8"/>
    <w:p w14:paraId="64CBEBE2" w14:textId="63B7E555" w:rsidR="00951218" w:rsidRPr="0082123D" w:rsidRDefault="00951218" w:rsidP="007B13FC">
      <w:pPr>
        <w:pStyle w:val="Nadpis2"/>
        <w:keepNext w:val="0"/>
        <w:keepLines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miesto a lehota dodania </w:t>
      </w:r>
    </w:p>
    <w:p w14:paraId="475FFFFA" w14:textId="77777777" w:rsidR="00951218" w:rsidRPr="0082123D" w:rsidRDefault="00951218" w:rsidP="00E461E0">
      <w:pPr>
        <w:pStyle w:val="Odsekzoznamu"/>
        <w:widowControl w:val="0"/>
        <w:numPr>
          <w:ilvl w:val="0"/>
          <w:numId w:val="28"/>
        </w:numPr>
        <w:spacing w:before="240" w:after="120"/>
        <w:contextualSpacing w:val="0"/>
        <w:jc w:val="both"/>
        <w:outlineLvl w:val="1"/>
        <w:rPr>
          <w:rFonts w:ascii="Nudista" w:eastAsiaTheme="majorEastAsia" w:hAnsi="Nudista" w:cstheme="majorBidi"/>
          <w:b/>
          <w:caps/>
          <w:vanish/>
          <w:color w:val="008998"/>
          <w:spacing w:val="30"/>
        </w:rPr>
      </w:pPr>
    </w:p>
    <w:p w14:paraId="494FFFB5" w14:textId="77777777" w:rsidR="00951218" w:rsidRPr="0082123D" w:rsidRDefault="00951218" w:rsidP="00E461E0">
      <w:pPr>
        <w:pStyle w:val="Odsekzoznamu"/>
        <w:widowControl w:val="0"/>
        <w:numPr>
          <w:ilvl w:val="1"/>
          <w:numId w:val="28"/>
        </w:numPr>
        <w:spacing w:before="240" w:after="120"/>
        <w:contextualSpacing w:val="0"/>
        <w:jc w:val="both"/>
        <w:outlineLvl w:val="1"/>
        <w:rPr>
          <w:rFonts w:ascii="Nudista" w:eastAsiaTheme="majorEastAsia" w:hAnsi="Nudista" w:cstheme="majorBidi"/>
          <w:b/>
          <w:caps/>
          <w:vanish/>
          <w:color w:val="008998"/>
          <w:spacing w:val="30"/>
        </w:rPr>
      </w:pPr>
    </w:p>
    <w:p w14:paraId="4675131E" w14:textId="77777777" w:rsidR="00951218" w:rsidRPr="0082123D" w:rsidRDefault="00951218" w:rsidP="00E461E0">
      <w:pPr>
        <w:pStyle w:val="Odsekzoznamu"/>
        <w:widowControl w:val="0"/>
        <w:numPr>
          <w:ilvl w:val="1"/>
          <w:numId w:val="28"/>
        </w:numPr>
        <w:spacing w:before="240" w:after="120"/>
        <w:contextualSpacing w:val="0"/>
        <w:jc w:val="both"/>
        <w:outlineLvl w:val="1"/>
        <w:rPr>
          <w:rFonts w:ascii="Nudista" w:eastAsiaTheme="majorEastAsia" w:hAnsi="Nudista" w:cstheme="majorBidi"/>
          <w:b/>
          <w:caps/>
          <w:vanish/>
          <w:color w:val="008998"/>
          <w:spacing w:val="30"/>
        </w:rPr>
      </w:pPr>
    </w:p>
    <w:p w14:paraId="70599443" w14:textId="77777777" w:rsidR="00951218" w:rsidRPr="0082123D" w:rsidRDefault="00951218" w:rsidP="00E461E0">
      <w:pPr>
        <w:pStyle w:val="Odsekzoznamu"/>
        <w:widowControl w:val="0"/>
        <w:numPr>
          <w:ilvl w:val="1"/>
          <w:numId w:val="28"/>
        </w:numPr>
        <w:spacing w:before="240" w:after="120"/>
        <w:contextualSpacing w:val="0"/>
        <w:jc w:val="both"/>
        <w:outlineLvl w:val="1"/>
        <w:rPr>
          <w:rFonts w:ascii="Nudista" w:eastAsiaTheme="majorEastAsia" w:hAnsi="Nudista" w:cstheme="majorBidi"/>
          <w:b/>
          <w:caps/>
          <w:vanish/>
          <w:color w:val="008998"/>
          <w:spacing w:val="30"/>
        </w:rPr>
      </w:pPr>
    </w:p>
    <w:p w14:paraId="2108CE18" w14:textId="77777777" w:rsidR="00951218" w:rsidRPr="0082123D" w:rsidRDefault="00951218" w:rsidP="00E461E0">
      <w:pPr>
        <w:pStyle w:val="Odsekzoznamu"/>
        <w:widowControl w:val="0"/>
        <w:numPr>
          <w:ilvl w:val="1"/>
          <w:numId w:val="28"/>
        </w:numPr>
        <w:spacing w:before="240" w:after="120"/>
        <w:contextualSpacing w:val="0"/>
        <w:jc w:val="both"/>
        <w:outlineLvl w:val="1"/>
        <w:rPr>
          <w:rFonts w:ascii="Nudista" w:eastAsiaTheme="majorEastAsia" w:hAnsi="Nudista" w:cstheme="majorBidi"/>
          <w:b/>
          <w:caps/>
          <w:vanish/>
          <w:color w:val="008998"/>
          <w:spacing w:val="30"/>
        </w:rPr>
      </w:pPr>
    </w:p>
    <w:p w14:paraId="603CB00B" w14:textId="069C1539" w:rsidR="00951218" w:rsidRPr="0082123D" w:rsidRDefault="00951218" w:rsidP="00E461E0">
      <w:pPr>
        <w:pStyle w:val="Nadpis3"/>
        <w:numPr>
          <w:ilvl w:val="2"/>
          <w:numId w:val="28"/>
        </w:numPr>
        <w:spacing w:after="120"/>
        <w:ind w:left="567" w:hanging="567"/>
        <w:jc w:val="both"/>
        <w:rPr>
          <w:rFonts w:ascii="Nudista" w:hAnsi="Nudista"/>
          <w:szCs w:val="20"/>
        </w:rPr>
      </w:pPr>
      <w:r w:rsidRPr="0082123D">
        <w:rPr>
          <w:rFonts w:ascii="Nudista" w:hAnsi="Nudista"/>
          <w:b/>
          <w:bCs/>
          <w:szCs w:val="20"/>
        </w:rPr>
        <w:t>Miesto realizácie predmetu zákazky:</w:t>
      </w:r>
      <w:r w:rsidRPr="0082123D">
        <w:rPr>
          <w:rFonts w:ascii="Nudista" w:hAnsi="Nudista"/>
          <w:szCs w:val="20"/>
        </w:rPr>
        <w:t xml:space="preserve"> </w:t>
      </w:r>
      <w:r w:rsidR="003D5794" w:rsidRPr="0082123D">
        <w:rPr>
          <w:rFonts w:ascii="Nudista" w:hAnsi="Nudista"/>
          <w:szCs w:val="20"/>
          <w:u w:val="single"/>
        </w:rPr>
        <w:t>naloženie</w:t>
      </w:r>
      <w:r w:rsidR="003D5794" w:rsidRPr="0082123D">
        <w:rPr>
          <w:rFonts w:ascii="Nudista" w:hAnsi="Nudista"/>
          <w:szCs w:val="20"/>
        </w:rPr>
        <w:t xml:space="preserve">: </w:t>
      </w:r>
      <w:r w:rsidR="004253C3" w:rsidRPr="0082123D">
        <w:rPr>
          <w:rFonts w:ascii="Nudista" w:hAnsi="Nudista"/>
          <w:szCs w:val="20"/>
        </w:rPr>
        <w:t xml:space="preserve">Košická </w:t>
      </w:r>
      <w:r w:rsidR="00603569" w:rsidRPr="0082123D">
        <w:rPr>
          <w:rFonts w:ascii="Nudista" w:hAnsi="Nudista"/>
          <w:szCs w:val="20"/>
        </w:rPr>
        <w:t>F</w:t>
      </w:r>
      <w:r w:rsidR="004253C3" w:rsidRPr="0082123D">
        <w:rPr>
          <w:rFonts w:ascii="Nudista" w:hAnsi="Nudista"/>
          <w:szCs w:val="20"/>
        </w:rPr>
        <w:t xml:space="preserve">utbalová </w:t>
      </w:r>
      <w:r w:rsidR="00603569" w:rsidRPr="0082123D">
        <w:rPr>
          <w:rFonts w:ascii="Nudista" w:hAnsi="Nudista"/>
          <w:szCs w:val="20"/>
        </w:rPr>
        <w:t>A</w:t>
      </w:r>
      <w:r w:rsidR="004253C3" w:rsidRPr="0082123D">
        <w:rPr>
          <w:rFonts w:ascii="Nudista" w:hAnsi="Nudista"/>
          <w:szCs w:val="20"/>
        </w:rPr>
        <w:t xml:space="preserve">réna, </w:t>
      </w:r>
      <w:r w:rsidR="00603569" w:rsidRPr="0082123D">
        <w:rPr>
          <w:rFonts w:ascii="Nudista" w:hAnsi="Nudista"/>
          <w:szCs w:val="20"/>
        </w:rPr>
        <w:t>Pri prachárni 13, 040 11 Košice,</w:t>
      </w:r>
      <w:r w:rsidR="003D5794" w:rsidRPr="0082123D">
        <w:rPr>
          <w:rFonts w:ascii="Nudista" w:hAnsi="Nudista"/>
          <w:szCs w:val="20"/>
        </w:rPr>
        <w:t xml:space="preserve"> </w:t>
      </w:r>
      <w:r w:rsidR="003D5794" w:rsidRPr="0082123D">
        <w:rPr>
          <w:rFonts w:ascii="Nudista" w:hAnsi="Nudista"/>
          <w:szCs w:val="20"/>
          <w:u w:val="single"/>
        </w:rPr>
        <w:t>vykládka</w:t>
      </w:r>
      <w:r w:rsidR="003D5794" w:rsidRPr="0082123D">
        <w:rPr>
          <w:rFonts w:ascii="Nudista" w:hAnsi="Nudista"/>
          <w:szCs w:val="20"/>
        </w:rPr>
        <w:t>:</w:t>
      </w:r>
      <w:r w:rsidR="0080434A" w:rsidRPr="0082123D">
        <w:t xml:space="preserve"> </w:t>
      </w:r>
      <w:r w:rsidR="0080434A" w:rsidRPr="0082123D">
        <w:rPr>
          <w:rFonts w:ascii="Nudista" w:hAnsi="Nudista"/>
          <w:szCs w:val="20"/>
        </w:rPr>
        <w:t>nehnuteľnosti nachádzajúce sa v katastrálnom území Nižná Úvrať, obec Košice – Vyšné Opátske, okres Košice IV.</w:t>
      </w:r>
    </w:p>
    <w:p w14:paraId="4E391090" w14:textId="77777777" w:rsidR="00603569" w:rsidRPr="0082123D" w:rsidRDefault="00603569" w:rsidP="00603569">
      <w:pPr>
        <w:ind w:left="567"/>
      </w:pPr>
    </w:p>
    <w:p w14:paraId="45E3BF44" w14:textId="485483F2" w:rsidR="000C3A30" w:rsidRPr="0082123D" w:rsidRDefault="00951218" w:rsidP="00E461E0">
      <w:pPr>
        <w:pStyle w:val="Nadpis3"/>
        <w:keepNext w:val="0"/>
        <w:keepLines w:val="0"/>
        <w:numPr>
          <w:ilvl w:val="2"/>
          <w:numId w:val="28"/>
        </w:numPr>
        <w:spacing w:after="120"/>
        <w:ind w:left="567" w:hanging="567"/>
        <w:jc w:val="both"/>
        <w:rPr>
          <w:rFonts w:ascii="Nudista" w:hAnsi="Nudista"/>
          <w:color w:val="auto"/>
          <w:szCs w:val="20"/>
        </w:rPr>
      </w:pPr>
      <w:r w:rsidRPr="0082123D">
        <w:rPr>
          <w:rFonts w:ascii="Nudista" w:hAnsi="Nudista"/>
          <w:b/>
          <w:bCs/>
          <w:color w:val="auto"/>
        </w:rPr>
        <w:t>Lehota realizácie predmetu zákazky:</w:t>
      </w:r>
      <w:r w:rsidRPr="0082123D">
        <w:rPr>
          <w:rFonts w:ascii="Nudista" w:hAnsi="Nudista"/>
          <w:color w:val="auto"/>
        </w:rPr>
        <w:t xml:space="preserve"> </w:t>
      </w:r>
      <w:r w:rsidRPr="0082123D">
        <w:rPr>
          <w:rFonts w:ascii="Nudista" w:hAnsi="Nudista"/>
          <w:color w:val="auto"/>
          <w:szCs w:val="20"/>
        </w:rPr>
        <w:t>do</w:t>
      </w:r>
      <w:r w:rsidR="0080434A" w:rsidRPr="0082123D">
        <w:rPr>
          <w:rFonts w:ascii="Nudista" w:hAnsi="Nudista"/>
          <w:color w:val="auto"/>
          <w:szCs w:val="20"/>
        </w:rPr>
        <w:t xml:space="preserve"> 30</w:t>
      </w:r>
      <w:r w:rsidR="007B0500" w:rsidRPr="0082123D">
        <w:rPr>
          <w:rFonts w:ascii="Nudista" w:hAnsi="Nudista"/>
          <w:color w:val="auto"/>
          <w:szCs w:val="20"/>
        </w:rPr>
        <w:t xml:space="preserve"> </w:t>
      </w:r>
      <w:r w:rsidR="0080434A" w:rsidRPr="0082123D">
        <w:rPr>
          <w:rFonts w:ascii="Nudista" w:hAnsi="Nudista"/>
          <w:color w:val="auto"/>
          <w:szCs w:val="20"/>
        </w:rPr>
        <w:t>dní</w:t>
      </w:r>
      <w:r w:rsidRPr="0082123D">
        <w:rPr>
          <w:rFonts w:ascii="Nudista" w:hAnsi="Nudista"/>
          <w:color w:val="auto"/>
          <w:szCs w:val="20"/>
        </w:rPr>
        <w:t xml:space="preserve"> od</w:t>
      </w:r>
      <w:r w:rsidR="000C3A30" w:rsidRPr="0082123D">
        <w:rPr>
          <w:rFonts w:ascii="Nudista" w:hAnsi="Nudista"/>
          <w:color w:val="auto"/>
          <w:szCs w:val="20"/>
        </w:rPr>
        <w:t>o dňa</w:t>
      </w:r>
      <w:r w:rsidRPr="0082123D">
        <w:rPr>
          <w:rFonts w:ascii="Nudista" w:hAnsi="Nudista"/>
          <w:color w:val="auto"/>
          <w:szCs w:val="20"/>
        </w:rPr>
        <w:t xml:space="preserve"> </w:t>
      </w:r>
      <w:r w:rsidR="001B1C49">
        <w:rPr>
          <w:rFonts w:ascii="Nudista" w:hAnsi="Nudista"/>
          <w:color w:val="auto"/>
          <w:szCs w:val="20"/>
        </w:rPr>
        <w:t>vystavenia objednávky v </w:t>
      </w:r>
      <w:proofErr w:type="spellStart"/>
      <w:r w:rsidR="001B1C49">
        <w:rPr>
          <w:rFonts w:ascii="Nudista" w:hAnsi="Nudista"/>
          <w:color w:val="auto"/>
          <w:szCs w:val="20"/>
        </w:rPr>
        <w:t>zmylse</w:t>
      </w:r>
      <w:proofErr w:type="spellEnd"/>
      <w:r w:rsidR="001B1C49">
        <w:rPr>
          <w:rFonts w:ascii="Nudista" w:hAnsi="Nudista"/>
          <w:color w:val="auto"/>
          <w:szCs w:val="20"/>
        </w:rPr>
        <w:t xml:space="preserve"> </w:t>
      </w:r>
      <w:r w:rsidR="000C3A30" w:rsidRPr="0082123D">
        <w:rPr>
          <w:rFonts w:ascii="Nudista" w:hAnsi="Nudista"/>
          <w:color w:val="auto"/>
          <w:szCs w:val="20"/>
        </w:rPr>
        <w:t xml:space="preserve">zmluvy, ktorá bude výsledkom tohto </w:t>
      </w:r>
      <w:r w:rsidR="0080434A" w:rsidRPr="0082123D">
        <w:rPr>
          <w:rFonts w:ascii="Nudista" w:hAnsi="Nudista"/>
          <w:color w:val="auto"/>
          <w:szCs w:val="20"/>
        </w:rPr>
        <w:t>obstarania zákazky</w:t>
      </w:r>
      <w:r w:rsidR="001B1C49">
        <w:rPr>
          <w:rFonts w:ascii="Nudista" w:hAnsi="Nudista"/>
          <w:color w:val="auto"/>
          <w:szCs w:val="20"/>
        </w:rPr>
        <w:t>.</w:t>
      </w:r>
    </w:p>
    <w:p w14:paraId="01855674" w14:textId="4CDD672C" w:rsidR="007B13FC" w:rsidRPr="0082123D" w:rsidRDefault="00AF5F8F" w:rsidP="007B13FC">
      <w:pPr>
        <w:pStyle w:val="Nadpis2"/>
        <w:keepNext w:val="0"/>
        <w:keepLines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PODMIENKY </w:t>
      </w:r>
      <w:r w:rsidR="00E27C79" w:rsidRPr="0082123D">
        <w:rPr>
          <w:rFonts w:ascii="Nudista" w:hAnsi="Nudista"/>
          <w:b/>
          <w:color w:val="008998"/>
          <w:sz w:val="20"/>
          <w:szCs w:val="20"/>
          <w:lang w:val="sk-SK"/>
        </w:rPr>
        <w:t>PREDKLADAN</w:t>
      </w:r>
      <w:r w:rsidR="00535259" w:rsidRPr="0082123D">
        <w:rPr>
          <w:rFonts w:ascii="Nudista" w:hAnsi="Nudista"/>
          <w:b/>
          <w:color w:val="008998"/>
          <w:sz w:val="20"/>
          <w:szCs w:val="20"/>
          <w:lang w:val="sk-SK"/>
        </w:rPr>
        <w:t>i</w:t>
      </w: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>A</w:t>
      </w:r>
      <w:r w:rsidR="00E27C79"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 PONÚK</w:t>
      </w:r>
    </w:p>
    <w:p w14:paraId="09F76AD8" w14:textId="77777777" w:rsidR="00A80106" w:rsidRPr="0082123D" w:rsidRDefault="00A80106" w:rsidP="00E461E0">
      <w:pPr>
        <w:pStyle w:val="Odsekzoznamu"/>
        <w:numPr>
          <w:ilvl w:val="0"/>
          <w:numId w:val="15"/>
        </w:numPr>
        <w:tabs>
          <w:tab w:val="left" w:pos="567"/>
          <w:tab w:val="left" w:pos="709"/>
        </w:tabs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3DC59AA5" w14:textId="77777777" w:rsidR="00A80106" w:rsidRPr="0082123D" w:rsidRDefault="00A80106" w:rsidP="00E461E0">
      <w:pPr>
        <w:pStyle w:val="Odsekzoznamu"/>
        <w:numPr>
          <w:ilvl w:val="0"/>
          <w:numId w:val="15"/>
        </w:numPr>
        <w:tabs>
          <w:tab w:val="left" w:pos="567"/>
          <w:tab w:val="left" w:pos="709"/>
        </w:tabs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56A8C23D" w14:textId="77777777" w:rsidR="00A80106" w:rsidRPr="0082123D" w:rsidRDefault="00A80106" w:rsidP="00E461E0">
      <w:pPr>
        <w:pStyle w:val="Odsekzoznamu"/>
        <w:numPr>
          <w:ilvl w:val="0"/>
          <w:numId w:val="15"/>
        </w:numPr>
        <w:tabs>
          <w:tab w:val="left" w:pos="567"/>
          <w:tab w:val="left" w:pos="709"/>
        </w:tabs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645AD9E0" w14:textId="37BD8ED2" w:rsidR="00E27C79" w:rsidRPr="0082123D" w:rsidRDefault="00342FDE" w:rsidP="00E461E0">
      <w:pPr>
        <w:pStyle w:val="Nadpis3"/>
        <w:keepNext w:val="0"/>
        <w:keepLines w:val="0"/>
        <w:numPr>
          <w:ilvl w:val="1"/>
          <w:numId w:val="15"/>
        </w:numPr>
        <w:tabs>
          <w:tab w:val="left" w:pos="567"/>
          <w:tab w:val="left" w:pos="709"/>
        </w:tabs>
        <w:spacing w:after="120"/>
        <w:ind w:left="432"/>
        <w:jc w:val="both"/>
        <w:rPr>
          <w:rFonts w:ascii="Nudista" w:hAnsi="Nudista"/>
        </w:rPr>
      </w:pPr>
      <w:r w:rsidRPr="0082123D">
        <w:rPr>
          <w:rFonts w:ascii="Nudista" w:hAnsi="Nudista"/>
        </w:rPr>
        <w:t xml:space="preserve">Uchádzač predkladá ponuku v elektronickej podobe v lehote na predkladanie ponúk podľa požiadaviek uvedených v týchto </w:t>
      </w:r>
      <w:r w:rsidR="006B4C24" w:rsidRPr="0082123D">
        <w:rPr>
          <w:rFonts w:ascii="Nudista" w:hAnsi="Nudista"/>
        </w:rPr>
        <w:t>P</w:t>
      </w:r>
      <w:r w:rsidRPr="0082123D">
        <w:rPr>
          <w:rFonts w:ascii="Nudista" w:hAnsi="Nudista"/>
        </w:rPr>
        <w:t xml:space="preserve">odkladoch. Ponuka musí byť vyhotovená elektronicky a vložená do systému </w:t>
      </w:r>
      <w:r w:rsidR="00B40547" w:rsidRPr="0082123D">
        <w:rPr>
          <w:rStyle w:val="spelle"/>
          <w:rFonts w:ascii="Nudista" w:hAnsi="Nudista" w:cs="Arial"/>
        </w:rPr>
        <w:t>JOSEPHINE</w:t>
      </w:r>
      <w:r w:rsidRPr="0082123D">
        <w:rPr>
          <w:rStyle w:val="spelle"/>
          <w:rFonts w:ascii="Nudista" w:hAnsi="Nudista" w:cs="Arial"/>
        </w:rPr>
        <w:t xml:space="preserve"> umiestnenom na webovej adrese</w:t>
      </w:r>
      <w:r w:rsidR="00B40547" w:rsidRPr="0082123D">
        <w:rPr>
          <w:rStyle w:val="spelle"/>
          <w:rFonts w:ascii="Nudista" w:hAnsi="Nudista" w:cs="Arial"/>
        </w:rPr>
        <w:t xml:space="preserve"> </w:t>
      </w:r>
      <w:r w:rsidR="00C00EB1" w:rsidRPr="0082123D">
        <w:rPr>
          <w:rFonts w:ascii="Nudista" w:hAnsi="Nudista"/>
        </w:rPr>
        <w:t>https://josephine.proebiz.com/sk/tender/</w:t>
      </w:r>
      <w:r w:rsidR="0080434A" w:rsidRPr="0082123D">
        <w:rPr>
          <w:rFonts w:ascii="Nudista" w:hAnsi="Nudista"/>
        </w:rPr>
        <w:t>31022</w:t>
      </w:r>
      <w:r w:rsidR="00C00EB1" w:rsidRPr="0082123D">
        <w:rPr>
          <w:rFonts w:ascii="Nudista" w:hAnsi="Nudista"/>
        </w:rPr>
        <w:t>/summary</w:t>
      </w:r>
    </w:p>
    <w:p w14:paraId="4BB2EB70" w14:textId="6F2C8DF4" w:rsidR="002B661C" w:rsidRPr="0082123D" w:rsidRDefault="002B661C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</w:rPr>
      </w:pPr>
      <w:r w:rsidRPr="0082123D">
        <w:rPr>
          <w:rFonts w:ascii="Nudista" w:hAnsi="Nudista"/>
          <w:color w:val="auto"/>
        </w:rPr>
        <w:t>Lehota</w:t>
      </w:r>
      <w:r w:rsidRPr="0082123D">
        <w:rPr>
          <w:rFonts w:ascii="Nudista" w:hAnsi="Nudista"/>
        </w:rPr>
        <w:t xml:space="preserve"> </w:t>
      </w:r>
      <w:r w:rsidRPr="0082123D">
        <w:rPr>
          <w:rFonts w:ascii="Nudista" w:hAnsi="Nudista"/>
          <w:color w:val="auto"/>
        </w:rPr>
        <w:t>na</w:t>
      </w:r>
      <w:r w:rsidRPr="0082123D">
        <w:rPr>
          <w:rFonts w:ascii="Nudista" w:hAnsi="Nudista"/>
        </w:rPr>
        <w:t xml:space="preserve"> predkladanie ponúk uplynie</w:t>
      </w:r>
      <w:r w:rsidRPr="00566334">
        <w:rPr>
          <w:rFonts w:ascii="Nudista" w:hAnsi="Nudista"/>
        </w:rPr>
        <w:t>:</w:t>
      </w:r>
      <w:r w:rsidR="0080434A" w:rsidRPr="00566334">
        <w:rPr>
          <w:rFonts w:ascii="Nudista" w:hAnsi="Nudista"/>
          <w:b/>
          <w:bCs/>
        </w:rPr>
        <w:t xml:space="preserve"> </w:t>
      </w:r>
      <w:r w:rsidR="00EE3165" w:rsidRPr="00566334">
        <w:rPr>
          <w:rFonts w:ascii="Nudista" w:hAnsi="Nudista"/>
          <w:b/>
          <w:bCs/>
        </w:rPr>
        <w:t>0</w:t>
      </w:r>
      <w:r w:rsidR="00566334" w:rsidRPr="00566334">
        <w:rPr>
          <w:rFonts w:ascii="Nudista" w:hAnsi="Nudista"/>
          <w:b/>
          <w:bCs/>
        </w:rPr>
        <w:t>5</w:t>
      </w:r>
      <w:r w:rsidR="00EE3165" w:rsidRPr="00566334">
        <w:rPr>
          <w:rFonts w:ascii="Nudista" w:hAnsi="Nudista"/>
          <w:b/>
          <w:bCs/>
        </w:rPr>
        <w:t>.10</w:t>
      </w:r>
      <w:r w:rsidR="0080434A" w:rsidRPr="00566334">
        <w:rPr>
          <w:rFonts w:ascii="Nudista" w:hAnsi="Nudista"/>
          <w:b/>
          <w:bCs/>
        </w:rPr>
        <w:t>.</w:t>
      </w:r>
      <w:r w:rsidR="002672E7" w:rsidRPr="00566334">
        <w:rPr>
          <w:rFonts w:ascii="Nudista" w:hAnsi="Nudista"/>
          <w:b/>
          <w:bCs/>
        </w:rPr>
        <w:t>2022</w:t>
      </w:r>
      <w:r w:rsidR="002672E7" w:rsidRPr="0082123D">
        <w:rPr>
          <w:rFonts w:ascii="Nudista" w:hAnsi="Nudista"/>
          <w:b/>
          <w:bCs/>
        </w:rPr>
        <w:t xml:space="preserve"> </w:t>
      </w:r>
      <w:r w:rsidRPr="0082123D">
        <w:rPr>
          <w:rFonts w:ascii="Nudista" w:hAnsi="Nudista"/>
          <w:b/>
          <w:bCs/>
          <w:color w:val="auto"/>
        </w:rPr>
        <w:t>o</w:t>
      </w:r>
      <w:r w:rsidRPr="0082123D">
        <w:rPr>
          <w:rFonts w:ascii="Nudista" w:hAnsi="Nudista" w:cs="Calibri"/>
          <w:b/>
          <w:bCs/>
          <w:color w:val="auto"/>
        </w:rPr>
        <w:t> </w:t>
      </w:r>
      <w:r w:rsidR="00BD3F32" w:rsidRPr="0082123D">
        <w:rPr>
          <w:rFonts w:ascii="Nudista" w:hAnsi="Nudista"/>
          <w:b/>
          <w:bCs/>
          <w:color w:val="auto"/>
        </w:rPr>
        <w:t>12</w:t>
      </w:r>
      <w:r w:rsidRPr="0082123D">
        <w:rPr>
          <w:rFonts w:ascii="Nudista" w:hAnsi="Nudista"/>
          <w:b/>
          <w:bCs/>
          <w:color w:val="auto"/>
        </w:rPr>
        <w:t>:00 hod</w:t>
      </w:r>
      <w:r w:rsidRPr="0082123D">
        <w:rPr>
          <w:rFonts w:ascii="Nudista" w:hAnsi="Nudista"/>
          <w:color w:val="auto"/>
        </w:rPr>
        <w:t xml:space="preserve">. </w:t>
      </w:r>
      <w:r w:rsidRPr="0082123D">
        <w:rPr>
          <w:rFonts w:ascii="Nudista" w:hAnsi="Nudista"/>
        </w:rPr>
        <w:t>miestneho času.</w:t>
      </w:r>
    </w:p>
    <w:p w14:paraId="492B2A66" w14:textId="47909B01" w:rsidR="002B661C" w:rsidRPr="0082123D" w:rsidRDefault="00535259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  <w:b/>
          <w:bCs/>
        </w:rPr>
      </w:pPr>
      <w:r w:rsidRPr="0082123D">
        <w:rPr>
          <w:rFonts w:ascii="Nudista" w:hAnsi="Nudista"/>
          <w:b/>
          <w:bCs/>
        </w:rPr>
        <w:t>Sú</w:t>
      </w:r>
      <w:r w:rsidR="002B661C" w:rsidRPr="0082123D">
        <w:rPr>
          <w:rFonts w:ascii="Nudista" w:hAnsi="Nudista"/>
          <w:b/>
          <w:bCs/>
        </w:rPr>
        <w:t xml:space="preserve">časťou ponuky musia byť nasledujúce doklady / dokumenty: </w:t>
      </w:r>
    </w:p>
    <w:p w14:paraId="7DC655B6" w14:textId="1F1E0A62" w:rsidR="00E87F36" w:rsidRPr="0082123D" w:rsidRDefault="00E87F36" w:rsidP="00E461E0">
      <w:pPr>
        <w:pStyle w:val="Nadpis3"/>
        <w:keepNext w:val="0"/>
        <w:keepLines w:val="0"/>
        <w:numPr>
          <w:ilvl w:val="2"/>
          <w:numId w:val="15"/>
        </w:numPr>
        <w:spacing w:after="120"/>
        <w:ind w:hanging="657"/>
        <w:jc w:val="both"/>
        <w:rPr>
          <w:rFonts w:ascii="Nudista" w:hAnsi="Nudista"/>
        </w:rPr>
      </w:pPr>
      <w:bookmarkStart w:id="12" w:name="_Toc447725750"/>
      <w:r w:rsidRPr="0082123D">
        <w:rPr>
          <w:rFonts w:ascii="Nudista" w:hAnsi="Nudista"/>
          <w:u w:val="single"/>
        </w:rPr>
        <w:t>Návrh na plnenie kritéria</w:t>
      </w:r>
      <w:r w:rsidRPr="0082123D">
        <w:rPr>
          <w:rFonts w:ascii="Nudista" w:hAnsi="Nudista"/>
        </w:rPr>
        <w:t xml:space="preserve"> </w:t>
      </w:r>
      <w:r w:rsidR="00C52B4D" w:rsidRPr="0082123D">
        <w:rPr>
          <w:rFonts w:ascii="Nudista" w:hAnsi="Nudista"/>
        </w:rPr>
        <w:t>vrátane iden</w:t>
      </w:r>
      <w:r w:rsidR="0082123D" w:rsidRPr="0082123D">
        <w:rPr>
          <w:rFonts w:ascii="Nudista" w:hAnsi="Nudista"/>
        </w:rPr>
        <w:t>t</w:t>
      </w:r>
      <w:r w:rsidR="00C52B4D" w:rsidRPr="0082123D">
        <w:rPr>
          <w:rFonts w:ascii="Nudista" w:hAnsi="Nudista"/>
        </w:rPr>
        <w:t xml:space="preserve">ifikácie uchádzača </w:t>
      </w:r>
      <w:r w:rsidRPr="0082123D">
        <w:rPr>
          <w:rFonts w:ascii="Nudista" w:hAnsi="Nudista"/>
        </w:rPr>
        <w:t>predložený formou vyplnenej Prílohy č. </w:t>
      </w:r>
      <w:r w:rsidR="00316A05" w:rsidRPr="0082123D">
        <w:rPr>
          <w:rFonts w:ascii="Nudista" w:hAnsi="Nudista"/>
        </w:rPr>
        <w:t>3</w:t>
      </w:r>
      <w:r w:rsidRPr="0082123D">
        <w:rPr>
          <w:rFonts w:ascii="Nudista" w:hAnsi="Nudista"/>
        </w:rPr>
        <w:t xml:space="preserve"> Návrh uchádzača na plnenie </w:t>
      </w:r>
      <w:r w:rsidRPr="0082123D">
        <w:rPr>
          <w:rFonts w:ascii="Nudista" w:eastAsia="Proba Pro" w:hAnsi="Nudista" w:cs="Proba Pro"/>
        </w:rPr>
        <w:t>kritéria</w:t>
      </w:r>
      <w:r w:rsidRPr="0082123D">
        <w:rPr>
          <w:rFonts w:ascii="Nudista" w:hAnsi="Nudista"/>
        </w:rPr>
        <w:t xml:space="preserve"> týchto Podkladov.</w:t>
      </w:r>
    </w:p>
    <w:p w14:paraId="660328AD" w14:textId="5E55485A" w:rsidR="00283C92" w:rsidRPr="00566334" w:rsidRDefault="00304E87" w:rsidP="00E461E0">
      <w:pPr>
        <w:pStyle w:val="Nadpis3"/>
        <w:keepNext w:val="0"/>
        <w:keepLines w:val="0"/>
        <w:numPr>
          <w:ilvl w:val="2"/>
          <w:numId w:val="15"/>
        </w:numPr>
        <w:spacing w:after="120"/>
        <w:ind w:hanging="657"/>
        <w:jc w:val="both"/>
        <w:rPr>
          <w:rFonts w:ascii="Nudista" w:hAnsi="Nudista"/>
          <w:u w:val="single"/>
        </w:rPr>
      </w:pPr>
      <w:r w:rsidRPr="0082123D">
        <w:rPr>
          <w:rFonts w:ascii="Nudista" w:hAnsi="Nudista"/>
          <w:u w:val="single"/>
        </w:rPr>
        <w:t>Čestné</w:t>
      </w:r>
      <w:r w:rsidRPr="0082123D">
        <w:rPr>
          <w:rFonts w:ascii="Nudista" w:eastAsia="Proba Pro" w:hAnsi="Nudista" w:cs="Proba Pro"/>
          <w:u w:val="single"/>
        </w:rPr>
        <w:t xml:space="preserve"> vyhlásenie uchádzača </w:t>
      </w:r>
      <w:r w:rsidR="002D1ACE" w:rsidRPr="0082123D">
        <w:rPr>
          <w:rFonts w:ascii="Nudista" w:hAnsi="Nudista" w:cs="Arial"/>
          <w:u w:val="single"/>
        </w:rPr>
        <w:t>o</w:t>
      </w:r>
      <w:r w:rsidR="002D1ACE" w:rsidRPr="0082123D">
        <w:rPr>
          <w:rFonts w:ascii="Nudista" w:hAnsi="Nudista" w:cs="Calibri"/>
          <w:u w:val="single"/>
        </w:rPr>
        <w:t> </w:t>
      </w:r>
      <w:r w:rsidR="00A51332" w:rsidRPr="0082123D">
        <w:rPr>
          <w:rFonts w:ascii="Nudista" w:hAnsi="Nudista" w:cs="Arial"/>
          <w:u w:val="single"/>
        </w:rPr>
        <w:t xml:space="preserve">akceptácii podmienok </w:t>
      </w:r>
      <w:r w:rsidR="00E87F36" w:rsidRPr="0082123D">
        <w:rPr>
          <w:rFonts w:ascii="Nudista" w:hAnsi="Nudista" w:cs="Arial"/>
          <w:u w:val="single"/>
        </w:rPr>
        <w:t>prieskumu trhu</w:t>
      </w:r>
      <w:r w:rsidR="00A51332" w:rsidRPr="0082123D">
        <w:rPr>
          <w:rFonts w:ascii="Nudista" w:hAnsi="Nudista" w:cs="Arial"/>
          <w:u w:val="single"/>
        </w:rPr>
        <w:t xml:space="preserve"> a o </w:t>
      </w:r>
      <w:r w:rsidR="00A51332" w:rsidRPr="0082123D">
        <w:rPr>
          <w:rFonts w:ascii="Nudista" w:hAnsi="Nudista"/>
          <w:u w:val="single"/>
        </w:rPr>
        <w:t>neprítomnosti konfliktu záujmov</w:t>
      </w:r>
      <w:r w:rsidRPr="00566334">
        <w:rPr>
          <w:rFonts w:ascii="Nudista" w:hAnsi="Nudista"/>
          <w:u w:val="single"/>
        </w:rPr>
        <w:t xml:space="preserve"> vypracované podľa Prílohy č. </w:t>
      </w:r>
      <w:r w:rsidR="00316A05" w:rsidRPr="00566334">
        <w:rPr>
          <w:rFonts w:ascii="Nudista" w:hAnsi="Nudista"/>
          <w:u w:val="single"/>
        </w:rPr>
        <w:t>4</w:t>
      </w:r>
      <w:r w:rsidRPr="00566334">
        <w:rPr>
          <w:rFonts w:ascii="Nudista" w:hAnsi="Nudista"/>
          <w:u w:val="single"/>
        </w:rPr>
        <w:t xml:space="preserve"> týchto</w:t>
      </w:r>
      <w:r w:rsidR="00E87F36" w:rsidRPr="00566334">
        <w:rPr>
          <w:rFonts w:ascii="Nudista" w:hAnsi="Nudista"/>
          <w:u w:val="single"/>
        </w:rPr>
        <w:t xml:space="preserve"> P</w:t>
      </w:r>
      <w:r w:rsidRPr="00566334">
        <w:rPr>
          <w:rFonts w:ascii="Nudista" w:hAnsi="Nudista"/>
          <w:u w:val="single"/>
        </w:rPr>
        <w:t>odkladov.</w:t>
      </w:r>
    </w:p>
    <w:p w14:paraId="73463A70" w14:textId="00D33C8E" w:rsidR="001074DC" w:rsidRPr="00566334" w:rsidRDefault="001074DC" w:rsidP="00E461E0">
      <w:pPr>
        <w:pStyle w:val="Nadpis3"/>
        <w:keepNext w:val="0"/>
        <w:keepLines w:val="0"/>
        <w:numPr>
          <w:ilvl w:val="2"/>
          <w:numId w:val="15"/>
        </w:numPr>
        <w:spacing w:after="120"/>
        <w:ind w:hanging="657"/>
        <w:jc w:val="both"/>
      </w:pPr>
      <w:r w:rsidRPr="0082123D">
        <w:rPr>
          <w:rFonts w:ascii="Nudista" w:hAnsi="Nudista"/>
          <w:u w:val="single"/>
        </w:rPr>
        <w:t>Čestné</w:t>
      </w:r>
      <w:r w:rsidRPr="0082123D">
        <w:rPr>
          <w:rFonts w:ascii="Nudista" w:eastAsia="Proba Pro" w:hAnsi="Nudista" w:cs="Proba Pro"/>
          <w:u w:val="single"/>
        </w:rPr>
        <w:t xml:space="preserve"> vyhlásenie uchádzača </w:t>
      </w:r>
      <w:r w:rsidRPr="0082123D">
        <w:rPr>
          <w:rFonts w:ascii="Nudista" w:hAnsi="Nudista" w:cs="Arial"/>
          <w:u w:val="single"/>
        </w:rPr>
        <w:t>o</w:t>
      </w:r>
      <w:r w:rsidRPr="0082123D">
        <w:rPr>
          <w:rFonts w:ascii="Nudista" w:hAnsi="Nudista" w:cs="Calibri"/>
          <w:u w:val="single"/>
        </w:rPr>
        <w:t> tom, že má k dispozícii</w:t>
      </w:r>
      <w:r w:rsidRPr="0082123D">
        <w:t xml:space="preserve"> </w:t>
      </w:r>
      <w:r w:rsidRPr="0082123D">
        <w:rPr>
          <w:rFonts w:ascii="Nudista" w:hAnsi="Nudista" w:cs="Calibri"/>
          <w:u w:val="single"/>
        </w:rPr>
        <w:t xml:space="preserve">zabezpečenú dostatočnú kapacitu vozového parku podľa prílohy č.  </w:t>
      </w:r>
      <w:r w:rsidR="00CB0153" w:rsidRPr="0082123D">
        <w:rPr>
          <w:rFonts w:ascii="Nudista" w:hAnsi="Nudista" w:cs="Calibri"/>
          <w:u w:val="single"/>
        </w:rPr>
        <w:t>5</w:t>
      </w:r>
      <w:r w:rsidR="00CB0153" w:rsidRPr="0082123D">
        <w:rPr>
          <w:rFonts w:ascii="Nudista" w:hAnsi="Nudista"/>
          <w:u w:val="single"/>
        </w:rPr>
        <w:t xml:space="preserve"> Podkladov k zákazke.</w:t>
      </w:r>
    </w:p>
    <w:p w14:paraId="171EE842" w14:textId="40A38695" w:rsidR="001074DC" w:rsidRPr="00566334" w:rsidRDefault="001074DC" w:rsidP="00E461E0">
      <w:pPr>
        <w:pStyle w:val="Nadpis3"/>
        <w:keepNext w:val="0"/>
        <w:keepLines w:val="0"/>
        <w:numPr>
          <w:ilvl w:val="2"/>
          <w:numId w:val="15"/>
        </w:numPr>
        <w:spacing w:after="120"/>
        <w:ind w:hanging="657"/>
        <w:jc w:val="both"/>
      </w:pPr>
      <w:r w:rsidRPr="0082123D">
        <w:rPr>
          <w:rFonts w:ascii="Nudista" w:hAnsi="Nudista"/>
          <w:u w:val="single"/>
        </w:rPr>
        <w:t>Čestné vyhlásenie uchádzača o splnení podmienok účasti</w:t>
      </w:r>
      <w:r w:rsidR="00CB0153" w:rsidRPr="0082123D">
        <w:rPr>
          <w:rFonts w:ascii="Nudista" w:hAnsi="Nudista"/>
          <w:u w:val="single"/>
        </w:rPr>
        <w:t xml:space="preserve"> podľa prílohy č. 6 Podkladov k zákazke.</w:t>
      </w:r>
    </w:p>
    <w:p w14:paraId="01276AA5" w14:textId="773A3598" w:rsidR="00283C92" w:rsidRPr="0082123D" w:rsidRDefault="00283C92" w:rsidP="00283C92"/>
    <w:p w14:paraId="02A6B055" w14:textId="4BB59D56" w:rsidR="00954616" w:rsidRPr="0082123D" w:rsidRDefault="00304E87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</w:rPr>
      </w:pPr>
      <w:bookmarkStart w:id="13" w:name="_Hlk534882323"/>
      <w:r w:rsidRPr="0082123D">
        <w:rPr>
          <w:rFonts w:ascii="Nudista" w:hAnsi="Nudista"/>
        </w:rPr>
        <w:t xml:space="preserve">V prípade, ak sa vyskytnú pochybnosti o pravosti dokumentov predložených v ponuke alebo pravdivosti informácií v nich uvedených, verejný obstarávateľ </w:t>
      </w:r>
      <w:r w:rsidR="00626541" w:rsidRPr="0082123D">
        <w:rPr>
          <w:rFonts w:ascii="Nudista" w:hAnsi="Nudista"/>
        </w:rPr>
        <w:t>má</w:t>
      </w:r>
      <w:r w:rsidR="003F54BD" w:rsidRPr="0082123D">
        <w:rPr>
          <w:rFonts w:ascii="Nudista" w:hAnsi="Nudista"/>
        </w:rPr>
        <w:t xml:space="preserve"> </w:t>
      </w:r>
      <w:r w:rsidRPr="0082123D">
        <w:rPr>
          <w:rFonts w:ascii="Nudista" w:hAnsi="Nudista"/>
        </w:rPr>
        <w:t>právo požadovať od</w:t>
      </w:r>
      <w:r w:rsidR="00AF5F8F" w:rsidRPr="0082123D">
        <w:rPr>
          <w:rFonts w:ascii="Nudista" w:hAnsi="Nudista"/>
        </w:rPr>
        <w:t> </w:t>
      </w:r>
      <w:r w:rsidRPr="0082123D">
        <w:rPr>
          <w:rFonts w:ascii="Nudista" w:hAnsi="Nudista"/>
        </w:rPr>
        <w:t>uchádzača ich dodatočné predloženie vo forme</w:t>
      </w:r>
      <w:r w:rsidR="00626541" w:rsidRPr="0082123D">
        <w:rPr>
          <w:rFonts w:ascii="Nudista" w:hAnsi="Nudista"/>
        </w:rPr>
        <w:t xml:space="preserve"> úradne osvedčenej kópie originálu</w:t>
      </w:r>
      <w:r w:rsidRPr="0082123D">
        <w:rPr>
          <w:rFonts w:ascii="Nudista" w:hAnsi="Nudista"/>
        </w:rPr>
        <w:t>.</w:t>
      </w:r>
      <w:r w:rsidR="004F2981" w:rsidRPr="0082123D">
        <w:rPr>
          <w:rFonts w:ascii="Nudista" w:hAnsi="Nudista"/>
        </w:rPr>
        <w:t xml:space="preserve"> Ak</w:t>
      </w:r>
      <w:r w:rsidR="00AF5F8F" w:rsidRPr="0082123D">
        <w:rPr>
          <w:rFonts w:ascii="Nudista" w:hAnsi="Nudista"/>
        </w:rPr>
        <w:t> </w:t>
      </w:r>
      <w:r w:rsidR="004F2981" w:rsidRPr="0082123D">
        <w:rPr>
          <w:rFonts w:ascii="Nudista" w:hAnsi="Nudista"/>
        </w:rPr>
        <w:t xml:space="preserve">uchádzač nepredloží doklady v lehote určenej verejným obstarávateľom, ktorá nesmie byť kratšia ako päť pracovných dní odo dňa doručenia žiadosti, verejný obstarávateľ uchádzača vylúči. </w:t>
      </w:r>
    </w:p>
    <w:bookmarkEnd w:id="12"/>
    <w:bookmarkEnd w:id="13"/>
    <w:p w14:paraId="54F12708" w14:textId="15497F73" w:rsidR="00954616" w:rsidRPr="0082123D" w:rsidRDefault="00414230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</w:rPr>
      </w:pPr>
      <w:r w:rsidRPr="0082123D">
        <w:rPr>
          <w:rFonts w:ascii="Nudista" w:hAnsi="Nudista"/>
        </w:rPr>
        <w:t xml:space="preserve">Ponuky zostávajú platné počas lehoty viazanosti ponúk stanovenej do </w:t>
      </w:r>
      <w:bookmarkStart w:id="14" w:name="_Hlk5782510"/>
      <w:r w:rsidR="00B254F0" w:rsidRPr="0082123D">
        <w:rPr>
          <w:rFonts w:ascii="Nudista" w:hAnsi="Nudista"/>
          <w:b/>
          <w:bCs/>
        </w:rPr>
        <w:t>3</w:t>
      </w:r>
      <w:r w:rsidR="00EB1946" w:rsidRPr="0082123D">
        <w:rPr>
          <w:rFonts w:ascii="Nudista" w:hAnsi="Nudista"/>
          <w:b/>
          <w:bCs/>
        </w:rPr>
        <w:t>1</w:t>
      </w:r>
      <w:r w:rsidR="00B254F0" w:rsidRPr="0082123D">
        <w:rPr>
          <w:rFonts w:ascii="Nudista" w:hAnsi="Nudista"/>
          <w:b/>
          <w:bCs/>
        </w:rPr>
        <w:t>.</w:t>
      </w:r>
      <w:r w:rsidR="00EB1946" w:rsidRPr="0082123D">
        <w:rPr>
          <w:rFonts w:ascii="Nudista" w:hAnsi="Nudista"/>
          <w:b/>
          <w:bCs/>
        </w:rPr>
        <w:t>1</w:t>
      </w:r>
      <w:r w:rsidR="00AE5423" w:rsidRPr="0082123D">
        <w:rPr>
          <w:rFonts w:ascii="Nudista" w:hAnsi="Nudista"/>
          <w:b/>
          <w:bCs/>
        </w:rPr>
        <w:t>2</w:t>
      </w:r>
      <w:r w:rsidR="00B254F0" w:rsidRPr="0082123D">
        <w:rPr>
          <w:rFonts w:ascii="Nudista" w:hAnsi="Nudista"/>
          <w:b/>
          <w:bCs/>
        </w:rPr>
        <w:t>.2022</w:t>
      </w:r>
      <w:r w:rsidRPr="0082123D">
        <w:rPr>
          <w:rFonts w:ascii="Nudista" w:hAnsi="Nudista"/>
        </w:rPr>
        <w:t>.</w:t>
      </w:r>
      <w:bookmarkStart w:id="15" w:name="_Toc447725752"/>
      <w:bookmarkEnd w:id="14"/>
      <w:r w:rsidR="004132F5" w:rsidRPr="0082123D">
        <w:rPr>
          <w:rFonts w:ascii="Nudista" w:hAnsi="Nudista"/>
        </w:rPr>
        <w:t xml:space="preserve"> </w:t>
      </w:r>
      <w:r w:rsidR="008E3B29" w:rsidRPr="0082123D">
        <w:rPr>
          <w:rFonts w:ascii="Nudista" w:hAnsi="Nudista"/>
        </w:rPr>
        <w:t xml:space="preserve">V prípade predĺženia procesu verejného obstarávania z objektívnych dôvodov, sa uchádzačom oznámi predĺženie lehoty viazanosti ponúk formou elektronickej komunikácie v systéme </w:t>
      </w:r>
      <w:r w:rsidR="00A53EFA" w:rsidRPr="0082123D">
        <w:rPr>
          <w:rFonts w:ascii="Nudista" w:hAnsi="Nudista"/>
        </w:rPr>
        <w:t>JOSEPHINE</w:t>
      </w:r>
      <w:r w:rsidR="008E3B29" w:rsidRPr="0082123D">
        <w:rPr>
          <w:rFonts w:ascii="Nudista" w:hAnsi="Nudista"/>
        </w:rPr>
        <w:t>.</w:t>
      </w:r>
      <w:r w:rsidR="004132F5" w:rsidRPr="0082123D">
        <w:rPr>
          <w:rFonts w:ascii="Nudista" w:hAnsi="Nudista"/>
        </w:rPr>
        <w:t xml:space="preserve"> </w:t>
      </w:r>
      <w:r w:rsidR="008E3B29" w:rsidRPr="0082123D">
        <w:rPr>
          <w:rFonts w:ascii="Nudista" w:hAnsi="Nudista"/>
        </w:rPr>
        <w:t>Lehota viazanosti ponúk (vrátane jej predĺženia) nepresiahne 12 mesiacov od uplynutia lehoty na predkladanie ponúk.</w:t>
      </w:r>
      <w:r w:rsidR="00AF5F8F" w:rsidRPr="0082123D">
        <w:rPr>
          <w:rFonts w:ascii="Nudista" w:hAnsi="Nudista"/>
        </w:rPr>
        <w:t xml:space="preserve"> </w:t>
      </w:r>
    </w:p>
    <w:p w14:paraId="30CFE7C6" w14:textId="190612A0" w:rsidR="00E06D0F" w:rsidRPr="0082123D" w:rsidRDefault="00AF5F8F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</w:rPr>
      </w:pPr>
      <w:r w:rsidRPr="0082123D">
        <w:rPr>
          <w:rFonts w:ascii="Nudista" w:hAnsi="Nudista"/>
          <w:color w:val="auto"/>
        </w:rPr>
        <w:t>Ponuky</w:t>
      </w:r>
      <w:r w:rsidRPr="0082123D">
        <w:rPr>
          <w:rStyle w:val="spelle"/>
          <w:rFonts w:ascii="Nudista" w:hAnsi="Nudista"/>
        </w:rPr>
        <w:t>, doklady a dokumenty v</w:t>
      </w:r>
      <w:r w:rsidRPr="0082123D">
        <w:rPr>
          <w:rStyle w:val="spelle"/>
          <w:rFonts w:ascii="Nudista" w:eastAsia="Calibri" w:hAnsi="Nudista" w:cs="Calibri"/>
        </w:rPr>
        <w:t> </w:t>
      </w:r>
      <w:r w:rsidRPr="0082123D">
        <w:rPr>
          <w:rStyle w:val="spelle"/>
          <w:rFonts w:ascii="Nudista" w:hAnsi="Nudista"/>
        </w:rPr>
        <w:t xml:space="preserve">nich predložené sa predkladajú v štátnom jazyku Slovenskej republiky a môžu sa predkladať aj v českom jazyku. Ak je doklad alebo dokument vyhotovený v inom ako štátnom jazyku alebo českom jazyku, predkladá sa spolu s jeho úradným </w:t>
      </w:r>
      <w:r w:rsidRPr="0082123D">
        <w:rPr>
          <w:rFonts w:ascii="Nudista" w:hAnsi="Nudista"/>
          <w:color w:val="auto"/>
        </w:rPr>
        <w:t>prekladom</w:t>
      </w:r>
      <w:r w:rsidRPr="0082123D">
        <w:rPr>
          <w:rStyle w:val="spelle"/>
          <w:rFonts w:ascii="Nudista" w:hAnsi="Nudista"/>
        </w:rPr>
        <w:t xml:space="preserve"> do štátneho jazyka. Ak sa zistí rozdiel v obsahu dokladu alebo dokumentu predloženom podľa predchádzajúcej vety, rozhodujúci je úradný preklad do štátneho jazyka.</w:t>
      </w:r>
    </w:p>
    <w:p w14:paraId="117A7348" w14:textId="733375D2" w:rsidR="00421144" w:rsidRPr="0082123D" w:rsidRDefault="00421144" w:rsidP="00421144">
      <w:pPr>
        <w:pStyle w:val="Nadpis2"/>
        <w:keepNext w:val="0"/>
        <w:keepLines w:val="0"/>
        <w:widowControl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16" w:name="_Toc444084948"/>
      <w:bookmarkStart w:id="17" w:name="_Toc100005215"/>
      <w:bookmarkEnd w:id="15"/>
      <w:r w:rsidRPr="0082123D">
        <w:rPr>
          <w:rFonts w:ascii="Nudista" w:hAnsi="Nudista" w:cs="Arial"/>
          <w:b/>
          <w:color w:val="008998"/>
          <w:sz w:val="20"/>
          <w:szCs w:val="20"/>
          <w:lang w:val="sk-SK"/>
        </w:rPr>
        <w:t>Spôsob určenia ceny</w:t>
      </w:r>
    </w:p>
    <w:p w14:paraId="062F39FA" w14:textId="77777777" w:rsidR="005C05AC" w:rsidRPr="0082123D" w:rsidRDefault="005C05AC" w:rsidP="00E461E0">
      <w:pPr>
        <w:pStyle w:val="Odsekzoznamu"/>
        <w:numPr>
          <w:ilvl w:val="0"/>
          <w:numId w:val="15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2BF2EC96" w14:textId="77777777" w:rsidR="005C05AC" w:rsidRPr="0082123D" w:rsidRDefault="005C05AC" w:rsidP="00E461E0">
      <w:pPr>
        <w:pStyle w:val="Odsekzoznamu"/>
        <w:numPr>
          <w:ilvl w:val="0"/>
          <w:numId w:val="15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2286C841" w14:textId="77777777" w:rsidR="005C05AC" w:rsidRPr="0082123D" w:rsidRDefault="005C05AC" w:rsidP="00E461E0">
      <w:pPr>
        <w:pStyle w:val="Odsekzoznamu"/>
        <w:numPr>
          <w:ilvl w:val="0"/>
          <w:numId w:val="15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1CBA760E" w14:textId="77777777" w:rsidR="005C05AC" w:rsidRPr="0082123D" w:rsidRDefault="005C05AC" w:rsidP="00E461E0">
      <w:pPr>
        <w:pStyle w:val="Odsekzoznamu"/>
        <w:numPr>
          <w:ilvl w:val="0"/>
          <w:numId w:val="15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6648E5B6" w14:textId="77777777" w:rsidR="005C05AC" w:rsidRPr="0082123D" w:rsidRDefault="005C05AC" w:rsidP="00E461E0">
      <w:pPr>
        <w:pStyle w:val="Odsekzoznamu"/>
        <w:numPr>
          <w:ilvl w:val="0"/>
          <w:numId w:val="15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6BAB1625" w14:textId="77777777" w:rsidR="005C05AC" w:rsidRPr="0082123D" w:rsidRDefault="005C05AC" w:rsidP="00E461E0">
      <w:pPr>
        <w:pStyle w:val="Odsekzoznamu"/>
        <w:numPr>
          <w:ilvl w:val="0"/>
          <w:numId w:val="158"/>
        </w:numPr>
        <w:tabs>
          <w:tab w:val="num" w:pos="1254"/>
        </w:tabs>
        <w:spacing w:after="120"/>
        <w:contextualSpacing w:val="0"/>
        <w:jc w:val="both"/>
        <w:rPr>
          <w:rFonts w:ascii="Nudista" w:hAnsi="Nudista" w:cs="Arial"/>
          <w:vanish/>
        </w:rPr>
      </w:pPr>
    </w:p>
    <w:p w14:paraId="21A53E31" w14:textId="1FF1C170" w:rsidR="00421144" w:rsidRPr="0082123D" w:rsidRDefault="00421144" w:rsidP="00E461E0">
      <w:pPr>
        <w:pStyle w:val="Odsekzoznamu"/>
        <w:numPr>
          <w:ilvl w:val="1"/>
          <w:numId w:val="158"/>
        </w:numPr>
        <w:ind w:hanging="644"/>
        <w:jc w:val="both"/>
        <w:rPr>
          <w:rFonts w:ascii="Nudista" w:hAnsi="Nudista" w:cs="Arial"/>
        </w:rPr>
      </w:pPr>
      <w:r w:rsidRPr="0082123D">
        <w:rPr>
          <w:rFonts w:ascii="Nudista" w:hAnsi="Nudista" w:cs="Arial"/>
        </w:rPr>
        <w:t>Navrhovaná zmluvná cena musí byť stanovená podľa § 3 zákona NR SR č.</w:t>
      </w:r>
      <w:r w:rsidR="00E87F36" w:rsidRPr="0082123D">
        <w:rPr>
          <w:rFonts w:ascii="Nudista" w:hAnsi="Nudista" w:cs="Arial"/>
        </w:rPr>
        <w:t xml:space="preserve"> </w:t>
      </w:r>
      <w:r w:rsidRPr="0082123D">
        <w:rPr>
          <w:rFonts w:ascii="Nudista" w:hAnsi="Nudista" w:cs="Arial"/>
        </w:rPr>
        <w:t>18/1996 Z. z. o</w:t>
      </w:r>
      <w:r w:rsidR="000405E8" w:rsidRPr="0082123D">
        <w:rPr>
          <w:rFonts w:ascii="Nudista" w:hAnsi="Nudista" w:cs="Arial"/>
        </w:rPr>
        <w:t> </w:t>
      </w:r>
      <w:r w:rsidRPr="0082123D">
        <w:rPr>
          <w:rFonts w:ascii="Nudista" w:hAnsi="Nudista" w:cs="Arial"/>
        </w:rPr>
        <w:t xml:space="preserve">cenách v znení neskorších predpisov. Cena musí byť konečná, vrátane všetkých nákladov, poplatkov či provízií, vrátane daní, cla a akýchkoľvek iných nákladov nevyhnutných na riadne plnenie Predmetu zákazky. </w:t>
      </w:r>
    </w:p>
    <w:p w14:paraId="183AB91A" w14:textId="77777777" w:rsidR="00263FC4" w:rsidRPr="0082123D" w:rsidRDefault="00263FC4" w:rsidP="00E461E0">
      <w:pPr>
        <w:pStyle w:val="Odsekzoznamu"/>
        <w:numPr>
          <w:ilvl w:val="1"/>
          <w:numId w:val="158"/>
        </w:numPr>
        <w:ind w:left="567" w:hanging="567"/>
        <w:contextualSpacing w:val="0"/>
        <w:jc w:val="both"/>
        <w:rPr>
          <w:rFonts w:ascii="Nudista" w:hAnsi="Nudista" w:cs="Arial"/>
        </w:rPr>
      </w:pPr>
      <w:r w:rsidRPr="0082123D">
        <w:rPr>
          <w:rFonts w:ascii="Nudista" w:hAnsi="Nudista"/>
        </w:rPr>
        <w:lastRenderedPageBreak/>
        <w:t xml:space="preserve">Uchádzač v Návrhu na plnenie kritéria uvedie </w:t>
      </w:r>
    </w:p>
    <w:p w14:paraId="46A993A8" w14:textId="15329561" w:rsidR="006F2A6A" w:rsidRPr="006F2A6A" w:rsidRDefault="006F2A6A" w:rsidP="00E461E0">
      <w:pPr>
        <w:pStyle w:val="Odsekzoznamu"/>
        <w:numPr>
          <w:ilvl w:val="2"/>
          <w:numId w:val="158"/>
        </w:numPr>
        <w:contextualSpacing w:val="0"/>
        <w:jc w:val="both"/>
        <w:rPr>
          <w:rFonts w:ascii="Nudista" w:hAnsi="Nudista" w:cs="Arial"/>
        </w:rPr>
      </w:pPr>
      <w:r>
        <w:rPr>
          <w:rFonts w:ascii="Nudista" w:hAnsi="Nudista" w:cs="Arial"/>
        </w:rPr>
        <w:t xml:space="preserve">Jednotková cena za </w:t>
      </w:r>
      <w:r w:rsidRPr="006F2A6A">
        <w:rPr>
          <w:rFonts w:ascii="Nudista" w:hAnsi="Nudista" w:cs="Arial"/>
        </w:rPr>
        <w:t xml:space="preserve">prepravu výkopovej zeminy za jednu meter kubický (m3) výkopovej </w:t>
      </w:r>
      <w:r w:rsidRPr="006F2A6A">
        <w:rPr>
          <w:rFonts w:ascii="Nudista" w:hAnsi="Nudista" w:cs="Arial"/>
        </w:rPr>
        <w:tab/>
        <w:t>zeminy</w:t>
      </w:r>
      <w:r>
        <w:rPr>
          <w:rFonts w:ascii="Nudista" w:hAnsi="Nudista" w:cs="Arial"/>
        </w:rPr>
        <w:t>,</w:t>
      </w:r>
    </w:p>
    <w:p w14:paraId="09337883" w14:textId="37B8D440" w:rsidR="00263FC4" w:rsidRPr="0082123D" w:rsidRDefault="00263FC4" w:rsidP="00E461E0">
      <w:pPr>
        <w:pStyle w:val="Odsekzoznamu"/>
        <w:numPr>
          <w:ilvl w:val="2"/>
          <w:numId w:val="158"/>
        </w:numPr>
        <w:contextualSpacing w:val="0"/>
        <w:jc w:val="both"/>
        <w:rPr>
          <w:rFonts w:ascii="Nudista" w:hAnsi="Nudista" w:cs="Arial"/>
        </w:rPr>
      </w:pPr>
      <w:r w:rsidRPr="0082123D">
        <w:rPr>
          <w:rFonts w:ascii="Nudista" w:hAnsi="Nudista"/>
        </w:rPr>
        <w:t xml:space="preserve">cenu </w:t>
      </w:r>
      <w:r w:rsidR="00B72B2A" w:rsidRPr="0082123D">
        <w:rPr>
          <w:rFonts w:ascii="Nudista" w:hAnsi="Nudista"/>
        </w:rPr>
        <w:t>za celý predmet zákazky</w:t>
      </w:r>
      <w:r w:rsidR="006C562F">
        <w:rPr>
          <w:rFonts w:ascii="Nudista" w:hAnsi="Nudista"/>
        </w:rPr>
        <w:t xml:space="preserve"> (</w:t>
      </w:r>
      <w:r w:rsidR="006C562F" w:rsidRPr="006C562F">
        <w:rPr>
          <w:rFonts w:ascii="Nudista" w:hAnsi="Nudista"/>
        </w:rPr>
        <w:t>30 525 m3</w:t>
      </w:r>
      <w:r w:rsidR="006C562F">
        <w:rPr>
          <w:rFonts w:ascii="Nudista" w:hAnsi="Nudista"/>
        </w:rPr>
        <w:t>)</w:t>
      </w:r>
      <w:r w:rsidR="00B72B2A" w:rsidRPr="0082123D">
        <w:rPr>
          <w:rFonts w:ascii="Nudista" w:hAnsi="Nudista"/>
        </w:rPr>
        <w:t xml:space="preserve"> </w:t>
      </w:r>
      <w:r w:rsidRPr="0082123D">
        <w:rPr>
          <w:rFonts w:ascii="Nudista" w:hAnsi="Nudista"/>
        </w:rPr>
        <w:t>bez DPH,</w:t>
      </w:r>
    </w:p>
    <w:p w14:paraId="31B37648" w14:textId="77777777" w:rsidR="00263FC4" w:rsidRPr="0082123D" w:rsidRDefault="00263FC4" w:rsidP="00E461E0">
      <w:pPr>
        <w:pStyle w:val="Odsekzoznamu"/>
        <w:numPr>
          <w:ilvl w:val="2"/>
          <w:numId w:val="158"/>
        </w:numPr>
        <w:contextualSpacing w:val="0"/>
        <w:jc w:val="both"/>
        <w:rPr>
          <w:rFonts w:ascii="Nudista" w:hAnsi="Nudista" w:cs="Arial"/>
        </w:rPr>
      </w:pPr>
      <w:r w:rsidRPr="0082123D">
        <w:rPr>
          <w:rFonts w:ascii="Nudista" w:hAnsi="Nudista"/>
        </w:rPr>
        <w:t>sadzbu DPH a výšku DPH,</w:t>
      </w:r>
    </w:p>
    <w:p w14:paraId="3C24CE8B" w14:textId="1FF7B1B0" w:rsidR="00DE5CDF" w:rsidRPr="0082123D" w:rsidRDefault="00263FC4" w:rsidP="00E461E0">
      <w:pPr>
        <w:pStyle w:val="Odsekzoznamu"/>
        <w:numPr>
          <w:ilvl w:val="2"/>
          <w:numId w:val="158"/>
        </w:numPr>
        <w:spacing w:after="120"/>
        <w:contextualSpacing w:val="0"/>
        <w:jc w:val="both"/>
        <w:rPr>
          <w:rFonts w:ascii="Nudista" w:hAnsi="Nudista" w:cs="Arial"/>
        </w:rPr>
      </w:pPr>
      <w:r w:rsidRPr="0082123D">
        <w:rPr>
          <w:rFonts w:ascii="Nudista" w:hAnsi="Nudista"/>
        </w:rPr>
        <w:t>cenu</w:t>
      </w:r>
      <w:r w:rsidR="00B72B2A" w:rsidRPr="0082123D">
        <w:rPr>
          <w:rFonts w:ascii="Nudista" w:hAnsi="Nudista"/>
        </w:rPr>
        <w:t xml:space="preserve"> za celý predmet zákazky</w:t>
      </w:r>
      <w:r w:rsidRPr="0082123D">
        <w:rPr>
          <w:rFonts w:ascii="Nudista" w:hAnsi="Nudista"/>
        </w:rPr>
        <w:t xml:space="preserve"> vrátane DPH.</w:t>
      </w:r>
    </w:p>
    <w:p w14:paraId="6D647348" w14:textId="2CE23CDA" w:rsidR="00A71DE1" w:rsidRPr="00AD409A" w:rsidRDefault="00DE5CDF" w:rsidP="00AD409A">
      <w:pPr>
        <w:pStyle w:val="Odsekzoznamu"/>
        <w:numPr>
          <w:ilvl w:val="1"/>
          <w:numId w:val="158"/>
        </w:numPr>
        <w:spacing w:after="120"/>
        <w:ind w:hanging="644"/>
        <w:jc w:val="both"/>
        <w:rPr>
          <w:rFonts w:ascii="Nudista" w:hAnsi="Nudista" w:cs="Arial"/>
        </w:rPr>
      </w:pPr>
      <w:r w:rsidRPr="0082123D">
        <w:rPr>
          <w:rFonts w:ascii="Nudista" w:hAnsi="Nudista" w:cs="Arial"/>
        </w:rPr>
        <w:t>Uchádzačom navrhovaná zmluvná cena bude vyjadrená v mene EUR. Cena musí byť vyjadrená ako kladné číslo zaokrúhlené na maximálne dve desatinné miesta.</w:t>
      </w:r>
    </w:p>
    <w:p w14:paraId="10AA791C" w14:textId="22D939B1" w:rsidR="003E395A" w:rsidRPr="0082123D" w:rsidRDefault="003E395A" w:rsidP="000C398A">
      <w:pPr>
        <w:pStyle w:val="Nadpis2"/>
        <w:keepNext w:val="0"/>
        <w:keepLines w:val="0"/>
        <w:widowControl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Obhliadka miesta </w:t>
      </w:r>
      <w:r w:rsidR="005F3381" w:rsidRPr="0082123D">
        <w:rPr>
          <w:rFonts w:ascii="Nudista" w:hAnsi="Nudista"/>
          <w:b/>
          <w:color w:val="008998"/>
          <w:sz w:val="20"/>
          <w:szCs w:val="20"/>
          <w:lang w:val="sk-SK"/>
        </w:rPr>
        <w:t>realiziácie</w:t>
      </w: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r w:rsidR="006061DC" w:rsidRPr="0082123D">
        <w:rPr>
          <w:rFonts w:ascii="Nudista" w:hAnsi="Nudista"/>
          <w:b/>
          <w:color w:val="008998"/>
          <w:sz w:val="20"/>
          <w:szCs w:val="20"/>
          <w:lang w:val="sk-SK"/>
        </w:rPr>
        <w:t>p</w:t>
      </w:r>
      <w:r w:rsidR="007D674D" w:rsidRPr="0082123D">
        <w:rPr>
          <w:rFonts w:ascii="Nudista" w:hAnsi="Nudista"/>
          <w:b/>
          <w:color w:val="008998"/>
          <w:sz w:val="20"/>
          <w:szCs w:val="20"/>
          <w:lang w:val="sk-SK"/>
        </w:rPr>
        <w:t>redmet</w:t>
      </w: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>u zákazky</w:t>
      </w:r>
      <w:bookmarkEnd w:id="16"/>
      <w:bookmarkEnd w:id="17"/>
    </w:p>
    <w:p w14:paraId="230AB667" w14:textId="77777777" w:rsidR="00A80106" w:rsidRPr="0082123D" w:rsidRDefault="00A80106" w:rsidP="00E461E0">
      <w:pPr>
        <w:pStyle w:val="Odsekzoznamu"/>
        <w:numPr>
          <w:ilvl w:val="0"/>
          <w:numId w:val="15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5BC68E7C" w14:textId="77777777" w:rsidR="00A80106" w:rsidRPr="0082123D" w:rsidRDefault="00A80106" w:rsidP="00E461E0">
      <w:pPr>
        <w:pStyle w:val="Odsekzoznamu"/>
        <w:numPr>
          <w:ilvl w:val="0"/>
          <w:numId w:val="15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2B70C9E8" w14:textId="00506254" w:rsidR="00E47185" w:rsidRPr="0082123D" w:rsidRDefault="0080434A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</w:rPr>
      </w:pPr>
      <w:r w:rsidRPr="0082123D">
        <w:rPr>
          <w:rFonts w:ascii="Nudista" w:hAnsi="Nudista"/>
        </w:rPr>
        <w:t>Fyzická o</w:t>
      </w:r>
      <w:r w:rsidR="00873055" w:rsidRPr="0082123D">
        <w:rPr>
          <w:rFonts w:ascii="Nudista" w:hAnsi="Nudista"/>
        </w:rPr>
        <w:t xml:space="preserve">bhliadka </w:t>
      </w:r>
      <w:r w:rsidR="004D79ED" w:rsidRPr="0082123D">
        <w:rPr>
          <w:rFonts w:ascii="Nudista" w:hAnsi="Nudista"/>
        </w:rPr>
        <w:t xml:space="preserve">skutočného stavu </w:t>
      </w:r>
      <w:r w:rsidRPr="0082123D">
        <w:rPr>
          <w:rFonts w:ascii="Nudista" w:hAnsi="Nudista"/>
        </w:rPr>
        <w:t xml:space="preserve">miesta realizácie zákazky a zeminy je možná </w:t>
      </w:r>
      <w:r w:rsidR="004D79ED" w:rsidRPr="0082123D">
        <w:rPr>
          <w:rFonts w:ascii="Nudista" w:hAnsi="Nudista"/>
        </w:rPr>
        <w:t xml:space="preserve">za účasti zodpovedného zamestnanca </w:t>
      </w:r>
      <w:r w:rsidR="000E5272" w:rsidRPr="0082123D">
        <w:rPr>
          <w:rFonts w:ascii="Nudista" w:hAnsi="Nudista"/>
        </w:rPr>
        <w:t>verejného obstarávateľa</w:t>
      </w:r>
      <w:r w:rsidR="004D79ED" w:rsidRPr="0082123D">
        <w:rPr>
          <w:rFonts w:ascii="Nudista" w:hAnsi="Nudista"/>
        </w:rPr>
        <w:t>. Náklady spojené s obhliadkou miesta skutočného stavu pripravovaného objektu znášajú záuje</w:t>
      </w:r>
      <w:r w:rsidR="00E91434" w:rsidRPr="0082123D">
        <w:rPr>
          <w:rFonts w:ascii="Nudista" w:hAnsi="Nudista"/>
        </w:rPr>
        <w:t>m</w:t>
      </w:r>
      <w:r w:rsidR="004D79ED" w:rsidRPr="0082123D">
        <w:rPr>
          <w:rFonts w:ascii="Nudista" w:hAnsi="Nudista"/>
        </w:rPr>
        <w:t>covia.</w:t>
      </w:r>
      <w:r w:rsidR="00E47185" w:rsidRPr="0082123D">
        <w:rPr>
          <w:rFonts w:ascii="Nudista" w:hAnsi="Nudista"/>
        </w:rPr>
        <w:t xml:space="preserve"> </w:t>
      </w:r>
    </w:p>
    <w:p w14:paraId="3A32437D" w14:textId="2B8C0E0F" w:rsidR="00FA7BCF" w:rsidRDefault="004D79ED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</w:rPr>
      </w:pPr>
      <w:r w:rsidRPr="00FA7BCF">
        <w:rPr>
          <w:rFonts w:ascii="Nudista" w:hAnsi="Nudista"/>
        </w:rPr>
        <w:t>Záujemcovia, ktorí majú záujem o vykonanie obhliadky, si termín a miesto obhliadky dohodnú na základe telefonického dohovoru s kontaktnou osobou:</w:t>
      </w:r>
      <w:r w:rsidR="00FA7BCF" w:rsidRPr="00FA7BCF">
        <w:rPr>
          <w:rFonts w:ascii="Nudista" w:hAnsi="Nudista"/>
        </w:rPr>
        <w:t xml:space="preserve"> p. Gabriel Spišák</w:t>
      </w:r>
      <w:r w:rsidR="00E67D02" w:rsidRPr="00FA7BCF">
        <w:rPr>
          <w:rFonts w:ascii="Nudista" w:hAnsi="Nudista"/>
        </w:rPr>
        <w:t>, tel.: +421</w:t>
      </w:r>
      <w:r w:rsidR="009F1415">
        <w:rPr>
          <w:rFonts w:ascii="Nudista" w:hAnsi="Nudista"/>
        </w:rPr>
        <w:t> </w:t>
      </w:r>
      <w:r w:rsidR="00FA7BCF" w:rsidRPr="00FA7BCF">
        <w:rPr>
          <w:rFonts w:ascii="Nudista" w:hAnsi="Nudista"/>
        </w:rPr>
        <w:t>911</w:t>
      </w:r>
      <w:r w:rsidR="009F1415">
        <w:rPr>
          <w:rFonts w:ascii="Nudista" w:hAnsi="Nudista"/>
        </w:rPr>
        <w:t> </w:t>
      </w:r>
      <w:r w:rsidR="00FA7BCF" w:rsidRPr="00FA7BCF">
        <w:rPr>
          <w:rFonts w:ascii="Nudista" w:hAnsi="Nudista"/>
        </w:rPr>
        <w:t>929</w:t>
      </w:r>
      <w:r w:rsidR="009F1415">
        <w:rPr>
          <w:rFonts w:ascii="Nudista" w:hAnsi="Nudista"/>
        </w:rPr>
        <w:t xml:space="preserve"> </w:t>
      </w:r>
      <w:r w:rsidR="00FA7BCF" w:rsidRPr="00FA7BCF">
        <w:rPr>
          <w:rFonts w:ascii="Nudista" w:hAnsi="Nudista"/>
        </w:rPr>
        <w:t>020</w:t>
      </w:r>
    </w:p>
    <w:p w14:paraId="6B72B050" w14:textId="49897AA1" w:rsidR="00865347" w:rsidRPr="00FA7BCF" w:rsidRDefault="004D79ED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</w:rPr>
      </w:pPr>
      <w:r w:rsidRPr="00FA7BCF">
        <w:rPr>
          <w:rFonts w:ascii="Nudista" w:hAnsi="Nudista"/>
        </w:rPr>
        <w:t xml:space="preserve">Obhliadka po dohode s kontaktnou osobou sa môže uskutočniť najneskôr </w:t>
      </w:r>
      <w:r w:rsidR="00AF5F8F" w:rsidRPr="00FA7BCF">
        <w:rPr>
          <w:rFonts w:ascii="Nudista" w:hAnsi="Nudista"/>
        </w:rPr>
        <w:t>3</w:t>
      </w:r>
      <w:r w:rsidRPr="00FA7BCF">
        <w:rPr>
          <w:rFonts w:ascii="Nudista" w:hAnsi="Nudista"/>
        </w:rPr>
        <w:t xml:space="preserve"> dn</w:t>
      </w:r>
      <w:r w:rsidR="00AF5F8F" w:rsidRPr="00FA7BCF">
        <w:rPr>
          <w:rFonts w:ascii="Nudista" w:hAnsi="Nudista"/>
        </w:rPr>
        <w:t>i</w:t>
      </w:r>
      <w:r w:rsidRPr="00FA7BCF">
        <w:rPr>
          <w:rFonts w:ascii="Nudista" w:hAnsi="Nudista"/>
        </w:rPr>
        <w:t xml:space="preserve"> pred termínom na predloženie ponuky.</w:t>
      </w:r>
    </w:p>
    <w:p w14:paraId="09C7E4D4" w14:textId="77777777" w:rsidR="002B5568" w:rsidRPr="0082123D" w:rsidRDefault="002B5568" w:rsidP="00E461E0">
      <w:pPr>
        <w:pStyle w:val="Odsekzoznamu"/>
        <w:numPr>
          <w:ilvl w:val="0"/>
          <w:numId w:val="159"/>
        </w:numPr>
        <w:spacing w:before="240" w:after="240"/>
        <w:contextualSpacing w:val="0"/>
        <w:rPr>
          <w:rFonts w:ascii="Nudista" w:eastAsiaTheme="majorEastAsia" w:hAnsi="Nudista" w:cs="Arial"/>
          <w:b/>
          <w:caps/>
          <w:color w:val="008998"/>
          <w:spacing w:val="30"/>
        </w:rPr>
      </w:pPr>
      <w:bookmarkStart w:id="18" w:name="_Toc100005226"/>
      <w:bookmarkStart w:id="19" w:name="_Toc444084959"/>
      <w:bookmarkStart w:id="20" w:name="_Toc444084958"/>
      <w:r w:rsidRPr="0082123D">
        <w:rPr>
          <w:rFonts w:ascii="Nudista" w:eastAsiaTheme="majorEastAsia" w:hAnsi="Nudista" w:cs="Arial"/>
          <w:b/>
          <w:caps/>
          <w:color w:val="008998"/>
          <w:spacing w:val="30"/>
        </w:rPr>
        <w:t>Podmienky účasti</w:t>
      </w:r>
    </w:p>
    <w:p w14:paraId="148B183D" w14:textId="77777777" w:rsidR="002B5568" w:rsidRPr="0082123D" w:rsidRDefault="002B5568" w:rsidP="00E461E0">
      <w:pPr>
        <w:pStyle w:val="Odsekzoznamu"/>
        <w:numPr>
          <w:ilvl w:val="0"/>
          <w:numId w:val="15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6082123D" w14:textId="173452B1" w:rsidR="00B72B2A" w:rsidRPr="0082123D" w:rsidRDefault="002B5568" w:rsidP="00E461E0">
      <w:pPr>
        <w:pStyle w:val="Nadpis3"/>
        <w:keepNext w:val="0"/>
        <w:keepLines w:val="0"/>
        <w:numPr>
          <w:ilvl w:val="1"/>
          <w:numId w:val="15"/>
        </w:numPr>
        <w:ind w:left="567" w:hanging="567"/>
        <w:jc w:val="both"/>
        <w:rPr>
          <w:rFonts w:ascii="Nudista" w:eastAsia="Times New Roman" w:hAnsi="Nudista" w:cs="Calibri"/>
          <w:color w:val="auto"/>
          <w:shd w:val="clear" w:color="auto" w:fill="FFFFFF"/>
          <w:lang w:eastAsia="sk-SK"/>
        </w:rPr>
      </w:pPr>
      <w:r w:rsidRPr="0082123D">
        <w:rPr>
          <w:rFonts w:ascii="Nudista" w:hAnsi="Nudista" w:cs="Arial"/>
          <w:shd w:val="clear" w:color="auto" w:fill="FFFFFF"/>
        </w:rPr>
        <w:t xml:space="preserve">Tejto súťaže sa môže zúčastniť len ten, kto spĺňa podmienky účasti týkajúce sa osobného postavenia vymedzené v ustanovení § 32 ods. 1 </w:t>
      </w:r>
      <w:r w:rsidR="00FE7254" w:rsidRPr="0082123D">
        <w:rPr>
          <w:rFonts w:ascii="Nudista" w:hAnsi="Nudista" w:cs="Arial"/>
          <w:shd w:val="clear" w:color="auto" w:fill="FFFFFF"/>
        </w:rPr>
        <w:t xml:space="preserve">písm. e) a f) </w:t>
      </w:r>
      <w:r w:rsidRPr="0082123D">
        <w:rPr>
          <w:rFonts w:ascii="Nudista" w:hAnsi="Nudista" w:cs="Arial"/>
          <w:shd w:val="clear" w:color="auto" w:fill="FFFFFF"/>
        </w:rPr>
        <w:t>ZVO</w:t>
      </w:r>
      <w:r w:rsidR="00B72B2A" w:rsidRPr="0082123D">
        <w:rPr>
          <w:rFonts w:ascii="Nudista" w:hAnsi="Nudista" w:cs="Arial"/>
        </w:rPr>
        <w:t>:</w:t>
      </w:r>
    </w:p>
    <w:p w14:paraId="790296AF" w14:textId="7C2795B3" w:rsidR="00B72B2A" w:rsidRPr="0082123D" w:rsidRDefault="00B72B2A" w:rsidP="00E461E0">
      <w:pPr>
        <w:pStyle w:val="Odsekzoznamu"/>
        <w:numPr>
          <w:ilvl w:val="2"/>
          <w:numId w:val="15"/>
        </w:numPr>
        <w:spacing w:after="120"/>
        <w:contextualSpacing w:val="0"/>
        <w:jc w:val="both"/>
        <w:rPr>
          <w:rFonts w:ascii="Nudista" w:hAnsi="Nudista" w:cs="Arial"/>
          <w:bCs/>
        </w:rPr>
      </w:pPr>
      <w:r w:rsidRPr="0082123D">
        <w:rPr>
          <w:rFonts w:ascii="Nudista" w:hAnsi="Nudista" w:cs="Arial"/>
          <w:bCs/>
        </w:rPr>
        <w:t xml:space="preserve">je oprávnený uskutočňovať </w:t>
      </w:r>
      <w:r w:rsidR="009A505B">
        <w:rPr>
          <w:rFonts w:ascii="Nudista" w:hAnsi="Nudista" w:cs="Arial"/>
          <w:bCs/>
        </w:rPr>
        <w:t>služby</w:t>
      </w:r>
      <w:r w:rsidRPr="0082123D">
        <w:rPr>
          <w:rFonts w:ascii="Nudista" w:hAnsi="Nudista" w:cs="Arial"/>
          <w:bCs/>
        </w:rPr>
        <w:t xml:space="preserve">, ktoré zodpovedajú Predmetu zákazky, </w:t>
      </w:r>
    </w:p>
    <w:p w14:paraId="735BA052" w14:textId="77777777" w:rsidR="00B72B2A" w:rsidRPr="0082123D" w:rsidRDefault="00B72B2A" w:rsidP="00E461E0">
      <w:pPr>
        <w:pStyle w:val="Odsekzoznamu"/>
        <w:numPr>
          <w:ilvl w:val="2"/>
          <w:numId w:val="15"/>
        </w:numPr>
        <w:spacing w:after="120"/>
        <w:contextualSpacing w:val="0"/>
        <w:jc w:val="both"/>
        <w:rPr>
          <w:rFonts w:ascii="Nudista" w:hAnsi="Nudista" w:cs="Arial"/>
          <w:bCs/>
        </w:rPr>
      </w:pPr>
      <w:r w:rsidRPr="0082123D">
        <w:rPr>
          <w:rFonts w:ascii="Nudista" w:hAnsi="Nudista" w:cs="Arial"/>
          <w:bCs/>
        </w:rPr>
        <w:t>nemá uložený zákaz účasti vo verejnom obstarávaní potvrdený konečným rozhodnutím v Slovenskej republike a v štáte sídla, miesta podnikania alebo obvyklého pobytu.</w:t>
      </w:r>
    </w:p>
    <w:p w14:paraId="1D226799" w14:textId="77777777" w:rsidR="00B72B2A" w:rsidRPr="0082123D" w:rsidRDefault="00B72B2A" w:rsidP="00E461E0">
      <w:pPr>
        <w:pStyle w:val="Odsekzoznamu"/>
        <w:numPr>
          <w:ilvl w:val="1"/>
          <w:numId w:val="15"/>
        </w:numPr>
        <w:spacing w:after="120"/>
        <w:ind w:hanging="792"/>
        <w:contextualSpacing w:val="0"/>
        <w:jc w:val="both"/>
        <w:rPr>
          <w:rFonts w:ascii="Nudista" w:hAnsi="Nudista" w:cs="Arial"/>
          <w:b/>
          <w:bCs/>
        </w:rPr>
      </w:pPr>
      <w:r w:rsidRPr="0082123D">
        <w:rPr>
          <w:rFonts w:ascii="Nudista" w:hAnsi="Nudista" w:cs="Arial"/>
          <w:b/>
          <w:bCs/>
        </w:rPr>
        <w:t>Spôsob preukázania splnenia podmienok osobného postavenia:</w:t>
      </w:r>
    </w:p>
    <w:p w14:paraId="0C98F780" w14:textId="77777777" w:rsidR="00AD409A" w:rsidRDefault="00B72B2A" w:rsidP="00AD409A">
      <w:pPr>
        <w:pStyle w:val="Odsekzoznamu"/>
        <w:numPr>
          <w:ilvl w:val="2"/>
          <w:numId w:val="15"/>
        </w:numPr>
        <w:spacing w:after="120"/>
        <w:contextualSpacing w:val="0"/>
        <w:jc w:val="both"/>
        <w:rPr>
          <w:rFonts w:ascii="Nudista" w:hAnsi="Nudista" w:cs="Arial"/>
          <w:bCs/>
        </w:rPr>
      </w:pPr>
      <w:r w:rsidRPr="0082123D">
        <w:rPr>
          <w:rFonts w:ascii="Nudista" w:hAnsi="Nudista" w:cs="Arial"/>
          <w:bCs/>
          <w:u w:val="single"/>
        </w:rPr>
        <w:t>Verejný obstarávateľ overí</w:t>
      </w:r>
      <w:r w:rsidRPr="0082123D">
        <w:rPr>
          <w:rFonts w:ascii="Nudista" w:hAnsi="Nudista" w:cs="Arial"/>
          <w:bCs/>
        </w:rPr>
        <w:t xml:space="preserve"> splnenie podmienky účasti v zmysle § 32 ods. 1 písm. e) Zákona zo strany uchádzačov prostredníctvom informácií uvedených vo verejne dostupnom výpise zo Zoznamu hospodárskych subjektov (ak v ňom je uchádzač v zmysle § 152 Zákona zapísaný) alebo Obchodného registra, Živnostenského registra a pod. Úspešný uchádzač predloží na vyžiadanie aktuálny výpis z Obchodného registra.</w:t>
      </w:r>
    </w:p>
    <w:p w14:paraId="22CF489B" w14:textId="685B2B4C" w:rsidR="002B5568" w:rsidRPr="00AD409A" w:rsidRDefault="00B72B2A" w:rsidP="00AD409A">
      <w:pPr>
        <w:pStyle w:val="Odsekzoznamu"/>
        <w:numPr>
          <w:ilvl w:val="2"/>
          <w:numId w:val="15"/>
        </w:numPr>
        <w:spacing w:after="120"/>
        <w:contextualSpacing w:val="0"/>
        <w:jc w:val="both"/>
        <w:rPr>
          <w:rFonts w:ascii="Nudista" w:hAnsi="Nudista" w:cs="Arial"/>
          <w:bCs/>
        </w:rPr>
      </w:pPr>
      <w:r w:rsidRPr="00AD409A">
        <w:rPr>
          <w:rFonts w:ascii="Nudista" w:hAnsi="Nudista" w:cs="Arial"/>
          <w:bCs/>
          <w:u w:val="single"/>
        </w:rPr>
        <w:t>Verejný obstarávateľ overí</w:t>
      </w:r>
      <w:r w:rsidRPr="00AD409A">
        <w:rPr>
          <w:rFonts w:ascii="Nudista" w:hAnsi="Nudista" w:cs="Arial"/>
          <w:bCs/>
        </w:rPr>
        <w:t xml:space="preserve"> splnenie podmienky účasti v zmysle § 32 ods. 1 písm. f) Zákona zo strany uchádzačov prostredníctvom informácií uvedených v Registri osôb so zákazom vedeným Úradom pre verejné obstarávanie</w:t>
      </w:r>
      <w:r w:rsidR="00E65A08" w:rsidRPr="00AD409A">
        <w:rPr>
          <w:rFonts w:ascii="Nudista" w:hAnsi="Nudista" w:cs="Arial"/>
          <w:iCs/>
          <w:shd w:val="clear" w:color="auto" w:fill="FFFFFF"/>
        </w:rPr>
        <w:t xml:space="preserve"> </w:t>
      </w:r>
      <w:r w:rsidR="00E65A08" w:rsidRPr="00AD409A">
        <w:rPr>
          <w:rFonts w:ascii="Nudista" w:hAnsi="Nudista" w:cs="Arial"/>
          <w:iCs/>
          <w:u w:val="single"/>
          <w:shd w:val="clear" w:color="auto" w:fill="FFFFFF"/>
        </w:rPr>
        <w:t xml:space="preserve">a zároveň uchádzač predloží čestné vyhlásenie o splnení podmienok účasti podľa vzoru v prílohe č. 6 Podkladov k zákazke. </w:t>
      </w:r>
    </w:p>
    <w:p w14:paraId="7CBDEB5E" w14:textId="24B957C5" w:rsidR="00861631" w:rsidRPr="0082123D" w:rsidRDefault="00861631" w:rsidP="00E461E0">
      <w:pPr>
        <w:pStyle w:val="Nadpis2"/>
        <w:keepNext w:val="0"/>
        <w:keepLines w:val="0"/>
        <w:widowControl w:val="0"/>
        <w:numPr>
          <w:ilvl w:val="1"/>
          <w:numId w:val="160"/>
        </w:numPr>
        <w:spacing w:before="240" w:after="120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Otváranie </w:t>
      </w:r>
      <w:r w:rsidR="000E5272"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ponúk, vyhodnocovanie </w:t>
      </w:r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>ponúk</w:t>
      </w:r>
      <w:bookmarkEnd w:id="18"/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End w:id="19"/>
      <w:r w:rsidR="000E5272" w:rsidRPr="0082123D">
        <w:rPr>
          <w:rFonts w:ascii="Nudista" w:hAnsi="Nudista"/>
          <w:b/>
          <w:color w:val="008998"/>
          <w:sz w:val="20"/>
          <w:szCs w:val="20"/>
          <w:lang w:val="sk-SK"/>
        </w:rPr>
        <w:t>a splnenia podmienok účasti</w:t>
      </w:r>
    </w:p>
    <w:p w14:paraId="1CFB6FE2" w14:textId="77777777" w:rsidR="00861631" w:rsidRPr="0082123D" w:rsidRDefault="00861631" w:rsidP="00E461E0">
      <w:pPr>
        <w:pStyle w:val="Odsekzoznamu"/>
        <w:numPr>
          <w:ilvl w:val="0"/>
          <w:numId w:val="15"/>
        </w:numPr>
        <w:spacing w:after="120"/>
        <w:contextualSpacing w:val="0"/>
        <w:jc w:val="both"/>
        <w:outlineLvl w:val="2"/>
        <w:rPr>
          <w:rFonts w:ascii="Nudista" w:eastAsiaTheme="majorEastAsia" w:hAnsi="Nudista" w:cstheme="majorBidi"/>
          <w:vanish/>
          <w:color w:val="000000" w:themeColor="text1"/>
          <w:szCs w:val="24"/>
          <w:lang w:eastAsia="en-US"/>
        </w:rPr>
      </w:pPr>
    </w:p>
    <w:p w14:paraId="74FFF8F4" w14:textId="55DFF73C" w:rsidR="00861631" w:rsidRPr="0082123D" w:rsidRDefault="00861631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  <w:color w:val="auto"/>
        </w:rPr>
      </w:pPr>
      <w:r w:rsidRPr="0082123D">
        <w:rPr>
          <w:rFonts w:ascii="Nudista" w:hAnsi="Nudista"/>
          <w:color w:val="auto"/>
        </w:rPr>
        <w:t xml:space="preserve">Otváranie ponúk sa uskutoční </w:t>
      </w:r>
      <w:r w:rsidRPr="00566334">
        <w:rPr>
          <w:rFonts w:ascii="Nudista" w:hAnsi="Nudista"/>
          <w:color w:val="auto"/>
        </w:rPr>
        <w:t xml:space="preserve">dňa: </w:t>
      </w:r>
      <w:r w:rsidR="00906377" w:rsidRPr="00566334">
        <w:rPr>
          <w:rFonts w:ascii="Nudista" w:hAnsi="Nudista"/>
          <w:b/>
          <w:bCs/>
          <w:color w:val="auto"/>
        </w:rPr>
        <w:t>0</w:t>
      </w:r>
      <w:r w:rsidR="00AD409A">
        <w:rPr>
          <w:rFonts w:ascii="Nudista" w:hAnsi="Nudista"/>
          <w:b/>
          <w:bCs/>
          <w:color w:val="auto"/>
        </w:rPr>
        <w:t>5</w:t>
      </w:r>
      <w:r w:rsidR="00906377" w:rsidRPr="00566334">
        <w:rPr>
          <w:rFonts w:ascii="Nudista" w:hAnsi="Nudista"/>
          <w:b/>
          <w:bCs/>
          <w:color w:val="auto"/>
        </w:rPr>
        <w:t>.10.</w:t>
      </w:r>
      <w:r w:rsidR="002672E7" w:rsidRPr="00566334">
        <w:rPr>
          <w:rFonts w:ascii="Nudista" w:hAnsi="Nudista"/>
          <w:b/>
          <w:bCs/>
          <w:color w:val="auto"/>
        </w:rPr>
        <w:t xml:space="preserve">2022 </w:t>
      </w:r>
      <w:r w:rsidRPr="00566334">
        <w:rPr>
          <w:rFonts w:ascii="Nudista" w:hAnsi="Nudista"/>
          <w:b/>
          <w:bCs/>
          <w:color w:val="auto"/>
        </w:rPr>
        <w:t>o</w:t>
      </w:r>
      <w:r w:rsidR="00BD3F32" w:rsidRPr="00566334">
        <w:rPr>
          <w:rFonts w:ascii="Nudista" w:hAnsi="Nudista" w:cs="Calibri"/>
          <w:b/>
          <w:bCs/>
          <w:color w:val="auto"/>
        </w:rPr>
        <w:t> </w:t>
      </w:r>
      <w:r w:rsidR="00BD3F32" w:rsidRPr="00566334">
        <w:rPr>
          <w:rFonts w:ascii="Nudista" w:hAnsi="Nudista"/>
          <w:b/>
          <w:bCs/>
          <w:color w:val="auto"/>
        </w:rPr>
        <w:t>13:0</w:t>
      </w:r>
      <w:r w:rsidR="003F5012" w:rsidRPr="00566334">
        <w:rPr>
          <w:rFonts w:ascii="Nudista" w:hAnsi="Nudista"/>
          <w:b/>
          <w:bCs/>
          <w:color w:val="auto"/>
        </w:rPr>
        <w:t>0</w:t>
      </w:r>
      <w:r w:rsidRPr="00566334">
        <w:rPr>
          <w:rFonts w:ascii="Nudista" w:hAnsi="Nudista"/>
          <w:b/>
          <w:bCs/>
          <w:color w:val="auto"/>
        </w:rPr>
        <w:t xml:space="preserve"> hod.</w:t>
      </w:r>
      <w:r w:rsidRPr="00566334">
        <w:rPr>
          <w:rFonts w:ascii="Nudista" w:hAnsi="Nudista"/>
          <w:color w:val="auto"/>
        </w:rPr>
        <w:t xml:space="preserve"> miestneho</w:t>
      </w:r>
      <w:r w:rsidRPr="0082123D">
        <w:rPr>
          <w:rFonts w:ascii="Nudista" w:hAnsi="Nudista"/>
          <w:color w:val="auto"/>
        </w:rPr>
        <w:t xml:space="preserve"> času.</w:t>
      </w:r>
    </w:p>
    <w:p w14:paraId="30649B99" w14:textId="6C695EAC" w:rsidR="000E5272" w:rsidRPr="0082123D" w:rsidRDefault="00700BE1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  <w:color w:val="auto"/>
        </w:rPr>
      </w:pPr>
      <w:r w:rsidRPr="0082123D">
        <w:rPr>
          <w:rFonts w:ascii="Nudista" w:hAnsi="Nudista"/>
          <w:color w:val="auto"/>
        </w:rPr>
        <w:t xml:space="preserve">Otváranie ponúk bude v zmysle § 52 ods. 2 ZVO verejné. Otváranie ponúk sa uskutoční </w:t>
      </w:r>
      <w:r w:rsidR="001776E7" w:rsidRPr="0082123D">
        <w:rPr>
          <w:rFonts w:ascii="Nudista" w:hAnsi="Nudista"/>
          <w:color w:val="auto"/>
        </w:rPr>
        <w:t xml:space="preserve">na to určenou funkcionalitou elektronickej platformy </w:t>
      </w:r>
      <w:r w:rsidR="00500265" w:rsidRPr="0082123D">
        <w:rPr>
          <w:rFonts w:ascii="Nudista" w:hAnsi="Nudista"/>
          <w:color w:val="auto"/>
        </w:rPr>
        <w:t>JOSEPHINE</w:t>
      </w:r>
      <w:r w:rsidR="001776E7" w:rsidRPr="0082123D">
        <w:rPr>
          <w:rFonts w:ascii="Nudista" w:hAnsi="Nudista"/>
          <w:color w:val="auto"/>
        </w:rPr>
        <w:t xml:space="preserve"> - </w:t>
      </w:r>
      <w:r w:rsidRPr="0082123D">
        <w:rPr>
          <w:rFonts w:ascii="Nudista" w:hAnsi="Nudista"/>
          <w:color w:val="auto"/>
        </w:rPr>
        <w:t xml:space="preserve">elektronicky - online. </w:t>
      </w:r>
      <w:r w:rsidR="009075A6" w:rsidRPr="0082123D">
        <w:rPr>
          <w:rFonts w:ascii="Nudista" w:hAnsi="Nudista"/>
          <w:color w:val="auto"/>
        </w:rPr>
        <w:t>On-line sprístupnenia ponúk sa môže zúčastniť iba uchádzač, ktorého ponuka bola predložená v lehote na predkladanie ponúk. Pri on-line sprístupnení budú zverejnené informácie v zmysle ZVO. Všetky prístupy do tohto „on-line“ prostredia zo strany uchádzačov bude systém JOSEPHINE logovať a budú súčasťou protokolov vo verejnej súťaži.</w:t>
      </w:r>
      <w:r w:rsidRPr="0082123D">
        <w:rPr>
          <w:rFonts w:ascii="Nudista" w:hAnsi="Nudista"/>
          <w:color w:val="auto"/>
        </w:rPr>
        <w:t xml:space="preserve"> </w:t>
      </w:r>
    </w:p>
    <w:p w14:paraId="6D323A2F" w14:textId="77777777" w:rsidR="00C65555" w:rsidRPr="0082123D" w:rsidRDefault="000E5272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  <w:color w:val="auto"/>
        </w:rPr>
      </w:pPr>
      <w:r w:rsidRPr="0082123D">
        <w:rPr>
          <w:rFonts w:ascii="Nudista" w:eastAsiaTheme="minorHAnsi" w:hAnsi="Nudista" w:cs="Arial"/>
        </w:rPr>
        <w:t xml:space="preserve">Jediným kritériom na vyhodnotenie ponúk je najnižšia cena predmetu zákazky vypočítaná a vyjadrená </w:t>
      </w:r>
      <w:bookmarkStart w:id="21" w:name="_Hlk101947492"/>
      <w:r w:rsidRPr="0082123D">
        <w:rPr>
          <w:rFonts w:ascii="Nudista" w:eastAsiaTheme="minorHAnsi" w:hAnsi="Nudista" w:cs="Arial"/>
        </w:rPr>
        <w:t xml:space="preserve">v EUR s DPH </w:t>
      </w:r>
      <w:bookmarkEnd w:id="21"/>
      <w:r w:rsidRPr="0082123D">
        <w:rPr>
          <w:rFonts w:ascii="Nudista" w:eastAsiaTheme="minorHAnsi" w:hAnsi="Nudista" w:cs="Arial"/>
        </w:rPr>
        <w:t xml:space="preserve">podľa </w:t>
      </w:r>
      <w:r w:rsidR="00AF0F27" w:rsidRPr="0082123D">
        <w:rPr>
          <w:rFonts w:ascii="Nudista" w:eastAsiaTheme="minorHAnsi" w:hAnsi="Nudista" w:cs="Arial"/>
        </w:rPr>
        <w:t xml:space="preserve">bodu </w:t>
      </w:r>
      <w:r w:rsidR="00CC645B" w:rsidRPr="0082123D">
        <w:rPr>
          <w:rFonts w:ascii="Nudista" w:eastAsiaTheme="minorHAnsi" w:hAnsi="Nudista" w:cs="Arial"/>
        </w:rPr>
        <w:t>6</w:t>
      </w:r>
      <w:r w:rsidRPr="0082123D">
        <w:rPr>
          <w:rFonts w:ascii="Nudista" w:eastAsiaTheme="minorHAnsi" w:hAnsi="Nudista" w:cs="Arial"/>
        </w:rPr>
        <w:t xml:space="preserve"> Spôsob určenia ceny týchto </w:t>
      </w:r>
      <w:r w:rsidR="008D366A" w:rsidRPr="0082123D">
        <w:rPr>
          <w:rFonts w:ascii="Nudista" w:eastAsiaTheme="minorHAnsi" w:hAnsi="Nudista" w:cs="Arial"/>
        </w:rPr>
        <w:t>P</w:t>
      </w:r>
      <w:r w:rsidRPr="0082123D">
        <w:rPr>
          <w:rFonts w:ascii="Nudista" w:eastAsiaTheme="minorHAnsi" w:hAnsi="Nudista" w:cs="Arial"/>
        </w:rPr>
        <w:t>odkladov.</w:t>
      </w:r>
      <w:bookmarkStart w:id="22" w:name="_Toc444084961"/>
      <w:bookmarkEnd w:id="20"/>
    </w:p>
    <w:p w14:paraId="4321F3F8" w14:textId="6150A0B5" w:rsidR="00861631" w:rsidRPr="0082123D" w:rsidRDefault="00954616" w:rsidP="00E461E0">
      <w:pPr>
        <w:pStyle w:val="Nadpis3"/>
        <w:keepNext w:val="0"/>
        <w:keepLines w:val="0"/>
        <w:numPr>
          <w:ilvl w:val="1"/>
          <w:numId w:val="15"/>
        </w:numPr>
        <w:spacing w:after="120"/>
        <w:ind w:left="567" w:hanging="567"/>
        <w:jc w:val="both"/>
        <w:rPr>
          <w:rFonts w:ascii="Nudista" w:hAnsi="Nudista"/>
          <w:color w:val="auto"/>
        </w:rPr>
      </w:pPr>
      <w:r w:rsidRPr="0082123D">
        <w:rPr>
          <w:rFonts w:ascii="Nudista" w:hAnsi="Nudista"/>
        </w:rPr>
        <w:lastRenderedPageBreak/>
        <w:t>V</w:t>
      </w:r>
      <w:r w:rsidR="00861631" w:rsidRPr="0082123D">
        <w:rPr>
          <w:rFonts w:ascii="Nudista" w:hAnsi="Nudista"/>
        </w:rPr>
        <w:t>yhodnocovanie ponúk je neverejné.</w:t>
      </w:r>
      <w:r w:rsidR="005D7DEE" w:rsidRPr="0082123D">
        <w:rPr>
          <w:rFonts w:ascii="Nudista" w:hAnsi="Nudista"/>
        </w:rPr>
        <w:t xml:space="preserve"> </w:t>
      </w:r>
      <w:r w:rsidR="00AF0F27" w:rsidRPr="0082123D">
        <w:rPr>
          <w:rFonts w:ascii="Nudista" w:hAnsi="Nudista"/>
        </w:rPr>
        <w:t>V</w:t>
      </w:r>
      <w:r w:rsidR="00861631" w:rsidRPr="0082123D">
        <w:rPr>
          <w:rFonts w:ascii="Nudista" w:hAnsi="Nudista"/>
        </w:rPr>
        <w:t>erejný obstarávateľ vyhodnocuje splnenie podmienok účasti a ponuk</w:t>
      </w:r>
      <w:r w:rsidR="005D7DEE" w:rsidRPr="0082123D">
        <w:rPr>
          <w:rFonts w:ascii="Nudista" w:hAnsi="Nudista"/>
        </w:rPr>
        <w:t>u</w:t>
      </w:r>
      <w:r w:rsidR="00861631" w:rsidRPr="0082123D">
        <w:rPr>
          <w:rFonts w:ascii="Nudista" w:hAnsi="Nudista"/>
        </w:rPr>
        <w:t xml:space="preserve"> z hľadiska splnenia požiadaviek na predmet zákazky po vyhodnotení ponúk na</w:t>
      </w:r>
      <w:r w:rsidR="005D7DEE" w:rsidRPr="0082123D">
        <w:rPr>
          <w:rFonts w:ascii="Nudista" w:hAnsi="Nudista"/>
        </w:rPr>
        <w:t> </w:t>
      </w:r>
      <w:r w:rsidR="00861631" w:rsidRPr="0082123D">
        <w:rPr>
          <w:rFonts w:ascii="Nudista" w:hAnsi="Nudista"/>
        </w:rPr>
        <w:t>základe kritéria na</w:t>
      </w:r>
      <w:r w:rsidR="00CC6AFE" w:rsidRPr="0082123D">
        <w:rPr>
          <w:rFonts w:ascii="Nudista" w:hAnsi="Nudista"/>
        </w:rPr>
        <w:t> </w:t>
      </w:r>
      <w:r w:rsidR="00861631" w:rsidRPr="0082123D">
        <w:rPr>
          <w:rFonts w:ascii="Nudista" w:hAnsi="Nudista"/>
        </w:rPr>
        <w:t xml:space="preserve">hodnotenie ponúk, </w:t>
      </w:r>
      <w:r w:rsidR="005D7DEE" w:rsidRPr="0082123D">
        <w:rPr>
          <w:rFonts w:ascii="Nudista" w:hAnsi="Nudista"/>
        </w:rPr>
        <w:t xml:space="preserve">a to </w:t>
      </w:r>
      <w:r w:rsidR="00861631" w:rsidRPr="0082123D">
        <w:rPr>
          <w:rFonts w:ascii="Nudista" w:hAnsi="Nudista"/>
        </w:rPr>
        <w:t xml:space="preserve">u uchádzača, ktorý sa </w:t>
      </w:r>
      <w:r w:rsidR="00235151" w:rsidRPr="0082123D">
        <w:rPr>
          <w:rFonts w:ascii="Nudista" w:hAnsi="Nudista"/>
        </w:rPr>
        <w:t xml:space="preserve">po vyhodnotení na základe kritéria </w:t>
      </w:r>
      <w:r w:rsidR="00861631" w:rsidRPr="0082123D">
        <w:rPr>
          <w:rFonts w:ascii="Nudista" w:hAnsi="Nudista"/>
        </w:rPr>
        <w:t xml:space="preserve">umiestnil </w:t>
      </w:r>
      <w:r w:rsidR="00861631" w:rsidRPr="0082123D">
        <w:rPr>
          <w:rFonts w:ascii="Nudista" w:hAnsi="Nudista"/>
          <w:u w:val="single"/>
        </w:rPr>
        <w:t>na prvom mieste v</w:t>
      </w:r>
      <w:r w:rsidR="00052D2B" w:rsidRPr="0082123D">
        <w:rPr>
          <w:rFonts w:ascii="Nudista" w:hAnsi="Nudista"/>
          <w:u w:val="single"/>
        </w:rPr>
        <w:t> </w:t>
      </w:r>
      <w:r w:rsidR="00861631" w:rsidRPr="0082123D">
        <w:rPr>
          <w:rFonts w:ascii="Nudista" w:hAnsi="Nudista"/>
          <w:u w:val="single"/>
        </w:rPr>
        <w:t>poradí</w:t>
      </w:r>
      <w:r w:rsidR="00861631" w:rsidRPr="0082123D">
        <w:rPr>
          <w:rFonts w:ascii="Nudista" w:hAnsi="Nudista"/>
        </w:rPr>
        <w:t xml:space="preserve">. </w:t>
      </w:r>
      <w:r w:rsidR="00C65555" w:rsidRPr="0082123D">
        <w:rPr>
          <w:rFonts w:ascii="Nudista" w:hAnsi="Nudista" w:cs="Arial"/>
          <w:szCs w:val="20"/>
        </w:rPr>
        <w:t xml:space="preserve">Ak dôjde k vylúčeniu tohto uchádzača, vyhodnotí  sa  následne  splnenie  podmienok  účasti a požiadaviek na  </w:t>
      </w:r>
      <w:r w:rsidR="00C65555" w:rsidRPr="0082123D">
        <w:rPr>
          <w:rFonts w:ascii="Nudista" w:hAnsi="Nudista" w:cs="Arial"/>
        </w:rPr>
        <w:t>p</w:t>
      </w:r>
      <w:r w:rsidR="00C65555" w:rsidRPr="0082123D">
        <w:rPr>
          <w:rFonts w:ascii="Nudista" w:hAnsi="Nudista" w:cs="Arial"/>
          <w:szCs w:val="20"/>
        </w:rPr>
        <w:t xml:space="preserve">redmet zákazky </w:t>
      </w:r>
      <w:bookmarkStart w:id="23" w:name="_Hlk85109001"/>
      <w:r w:rsidR="00C65555" w:rsidRPr="0082123D">
        <w:rPr>
          <w:rFonts w:ascii="Nudista" w:hAnsi="Nudista" w:cs="Arial"/>
          <w:szCs w:val="20"/>
        </w:rPr>
        <w:t xml:space="preserve">u  ďalšieho uchádzača  v poradí </w:t>
      </w:r>
      <w:bookmarkEnd w:id="23"/>
      <w:r w:rsidR="00C65555" w:rsidRPr="0082123D">
        <w:rPr>
          <w:rFonts w:ascii="Nudista" w:hAnsi="Nudista" w:cs="Arial"/>
          <w:szCs w:val="20"/>
        </w:rPr>
        <w:t xml:space="preserve">tak, aby  uchádzač umiestnený na prvom mieste v novo zostavenom poradí spĺňal všetky podmienky účasti a požiadavky na </w:t>
      </w:r>
      <w:r w:rsidR="00C65555" w:rsidRPr="0082123D">
        <w:rPr>
          <w:rFonts w:ascii="Nudista" w:hAnsi="Nudista" w:cs="Arial"/>
        </w:rPr>
        <w:t>p</w:t>
      </w:r>
      <w:r w:rsidR="00C65555" w:rsidRPr="0082123D">
        <w:rPr>
          <w:rFonts w:ascii="Nudista" w:hAnsi="Nudista" w:cs="Arial"/>
          <w:szCs w:val="20"/>
        </w:rPr>
        <w:t>redmet zákazky.</w:t>
      </w:r>
    </w:p>
    <w:p w14:paraId="4B95BBC4" w14:textId="77777777" w:rsidR="00861631" w:rsidRPr="0082123D" w:rsidRDefault="00861631" w:rsidP="00861631">
      <w:pPr>
        <w:pStyle w:val="Nadpis2"/>
        <w:keepNext w:val="0"/>
        <w:keepLines w:val="0"/>
        <w:widowControl w:val="0"/>
        <w:spacing w:before="240" w:after="12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24" w:name="_Toc444084971"/>
      <w:bookmarkStart w:id="25" w:name="_Toc432710"/>
      <w:bookmarkStart w:id="26" w:name="_Toc100005230"/>
      <w:bookmarkEnd w:id="22"/>
      <w:r w:rsidRPr="0082123D">
        <w:rPr>
          <w:rFonts w:ascii="Nudista" w:hAnsi="Nudista"/>
          <w:b/>
          <w:color w:val="008998"/>
          <w:sz w:val="20"/>
          <w:szCs w:val="20"/>
          <w:lang w:val="sk-SK"/>
        </w:rPr>
        <w:t>Uzavretie zmluvy</w:t>
      </w:r>
      <w:bookmarkEnd w:id="24"/>
      <w:bookmarkEnd w:id="25"/>
      <w:bookmarkEnd w:id="26"/>
    </w:p>
    <w:p w14:paraId="4A511D84" w14:textId="77777777" w:rsidR="00861631" w:rsidRPr="0082123D" w:rsidRDefault="00861631" w:rsidP="00E461E0">
      <w:pPr>
        <w:numPr>
          <w:ilvl w:val="0"/>
          <w:numId w:val="15"/>
        </w:numPr>
        <w:spacing w:before="240" w:after="120" w:line="360" w:lineRule="auto"/>
        <w:jc w:val="both"/>
        <w:outlineLvl w:val="2"/>
        <w:rPr>
          <w:rFonts w:ascii="Nudista" w:eastAsiaTheme="majorEastAsia" w:hAnsi="Nudista" w:cstheme="majorBidi"/>
          <w:vanish/>
          <w:sz w:val="20"/>
          <w:szCs w:val="24"/>
        </w:rPr>
      </w:pPr>
    </w:p>
    <w:p w14:paraId="2AF16642" w14:textId="1D9F7EC7" w:rsidR="00421144" w:rsidRPr="0082123D" w:rsidRDefault="00421144" w:rsidP="00E461E0">
      <w:pPr>
        <w:numPr>
          <w:ilvl w:val="1"/>
          <w:numId w:val="15"/>
        </w:numPr>
        <w:spacing w:after="120"/>
        <w:ind w:left="567" w:hanging="567"/>
        <w:jc w:val="both"/>
        <w:outlineLvl w:val="2"/>
        <w:rPr>
          <w:rFonts w:ascii="Nudista" w:eastAsiaTheme="majorEastAsia" w:hAnsi="Nudista" w:cstheme="majorBidi"/>
          <w:color w:val="auto"/>
          <w:sz w:val="20"/>
          <w:szCs w:val="20"/>
        </w:rPr>
      </w:pPr>
      <w:r w:rsidRPr="0082123D">
        <w:rPr>
          <w:rFonts w:ascii="Nudista" w:hAnsi="Nudista"/>
          <w:color w:val="auto"/>
          <w:sz w:val="20"/>
          <w:szCs w:val="20"/>
        </w:rPr>
        <w:t xml:space="preserve">Výsledkom súťaže bude zmluva </w:t>
      </w:r>
      <w:r w:rsidR="00AD409A">
        <w:rPr>
          <w:rFonts w:ascii="Nudista" w:hAnsi="Nudista"/>
          <w:color w:val="auto"/>
          <w:sz w:val="20"/>
          <w:szCs w:val="20"/>
        </w:rPr>
        <w:t>o preprave veci na</w:t>
      </w:r>
      <w:r w:rsidR="007D3B8F" w:rsidRPr="0082123D">
        <w:rPr>
          <w:rFonts w:ascii="Nudista" w:hAnsi="Nudista"/>
          <w:color w:val="auto"/>
          <w:sz w:val="20"/>
          <w:szCs w:val="20"/>
        </w:rPr>
        <w:t xml:space="preserve"> predmet zákazky </w:t>
      </w:r>
      <w:r w:rsidRPr="0082123D">
        <w:rPr>
          <w:rFonts w:ascii="Nudista" w:hAnsi="Nudista"/>
          <w:color w:val="auto"/>
          <w:sz w:val="20"/>
          <w:szCs w:val="20"/>
        </w:rPr>
        <w:t xml:space="preserve">podľa ustanovení </w:t>
      </w:r>
      <w:r w:rsidRPr="0082123D">
        <w:rPr>
          <w:rFonts w:ascii="Nudista" w:hAnsi="Nudista" w:cs="Arial"/>
          <w:bCs/>
          <w:sz w:val="20"/>
          <w:szCs w:val="20"/>
        </w:rPr>
        <w:t>§</w:t>
      </w:r>
      <w:r w:rsidR="00AD409A">
        <w:rPr>
          <w:rFonts w:ascii="Nudista" w:hAnsi="Nudista" w:cs="Arial"/>
          <w:bCs/>
          <w:sz w:val="20"/>
          <w:szCs w:val="20"/>
        </w:rPr>
        <w:t xml:space="preserve"> 610 </w:t>
      </w:r>
      <w:r w:rsidRPr="0082123D">
        <w:rPr>
          <w:rFonts w:ascii="Nudista" w:hAnsi="Nudista"/>
          <w:color w:val="auto"/>
          <w:sz w:val="20"/>
          <w:szCs w:val="20"/>
        </w:rPr>
        <w:t>a</w:t>
      </w:r>
      <w:r w:rsidRPr="0082123D">
        <w:rPr>
          <w:rFonts w:ascii="Nudista" w:hAnsi="Nudista" w:cs="Calibri"/>
          <w:color w:val="auto"/>
          <w:sz w:val="20"/>
          <w:szCs w:val="20"/>
        </w:rPr>
        <w:t> </w:t>
      </w:r>
      <w:proofErr w:type="spellStart"/>
      <w:r w:rsidRPr="0082123D">
        <w:rPr>
          <w:rFonts w:ascii="Nudista" w:hAnsi="Nudista"/>
          <w:color w:val="auto"/>
          <w:sz w:val="20"/>
          <w:szCs w:val="20"/>
        </w:rPr>
        <w:t>nasl</w:t>
      </w:r>
      <w:proofErr w:type="spellEnd"/>
      <w:r w:rsidRPr="0082123D">
        <w:rPr>
          <w:rFonts w:ascii="Nudista" w:hAnsi="Nudista"/>
          <w:color w:val="auto"/>
          <w:sz w:val="20"/>
          <w:szCs w:val="20"/>
        </w:rPr>
        <w:t>. zákona č. 513/1991 Zb., Obchodný zákonník v</w:t>
      </w:r>
      <w:r w:rsidRPr="0082123D">
        <w:rPr>
          <w:rFonts w:ascii="Nudista" w:hAnsi="Nudista" w:cs="Calibri"/>
          <w:color w:val="auto"/>
          <w:sz w:val="20"/>
          <w:szCs w:val="20"/>
        </w:rPr>
        <w:t> </w:t>
      </w:r>
      <w:r w:rsidRPr="0082123D">
        <w:rPr>
          <w:rFonts w:ascii="Nudista" w:hAnsi="Nudista"/>
          <w:color w:val="auto"/>
          <w:sz w:val="20"/>
          <w:szCs w:val="20"/>
        </w:rPr>
        <w:t>platnom znen</w:t>
      </w:r>
      <w:r w:rsidRPr="0082123D">
        <w:rPr>
          <w:rFonts w:ascii="Nudista" w:hAnsi="Nudista" w:cs="Proba Pro"/>
          <w:color w:val="auto"/>
          <w:sz w:val="20"/>
          <w:szCs w:val="20"/>
        </w:rPr>
        <w:t>í</w:t>
      </w:r>
      <w:r w:rsidRPr="0082123D">
        <w:rPr>
          <w:rFonts w:ascii="Nudista" w:hAnsi="Nudista"/>
          <w:color w:val="auto"/>
          <w:sz w:val="20"/>
          <w:szCs w:val="20"/>
        </w:rPr>
        <w:t xml:space="preserve">, uzatvorená medzi </w:t>
      </w:r>
      <w:r w:rsidRPr="0082123D">
        <w:rPr>
          <w:rFonts w:ascii="Nudista" w:hAnsi="Nudista" w:cs="Proba Pro"/>
          <w:color w:val="auto"/>
          <w:sz w:val="20"/>
          <w:szCs w:val="20"/>
        </w:rPr>
        <w:t>ú</w:t>
      </w:r>
      <w:r w:rsidRPr="0082123D">
        <w:rPr>
          <w:rFonts w:ascii="Nudista" w:hAnsi="Nudista"/>
          <w:color w:val="auto"/>
          <w:sz w:val="20"/>
          <w:szCs w:val="20"/>
        </w:rPr>
        <w:t>spe</w:t>
      </w:r>
      <w:r w:rsidRPr="0082123D">
        <w:rPr>
          <w:rFonts w:ascii="Nudista" w:hAnsi="Nudista" w:cs="Proba Pro"/>
          <w:color w:val="auto"/>
          <w:sz w:val="20"/>
          <w:szCs w:val="20"/>
        </w:rPr>
        <w:t>š</w:t>
      </w:r>
      <w:r w:rsidRPr="0082123D">
        <w:rPr>
          <w:rFonts w:ascii="Nudista" w:hAnsi="Nudista"/>
          <w:color w:val="auto"/>
          <w:sz w:val="20"/>
          <w:szCs w:val="20"/>
        </w:rPr>
        <w:t>n</w:t>
      </w:r>
      <w:r w:rsidRPr="0082123D">
        <w:rPr>
          <w:rFonts w:ascii="Nudista" w:hAnsi="Nudista" w:cs="Proba Pro"/>
          <w:color w:val="auto"/>
          <w:sz w:val="20"/>
          <w:szCs w:val="20"/>
        </w:rPr>
        <w:t>ý</w:t>
      </w:r>
      <w:r w:rsidRPr="0082123D">
        <w:rPr>
          <w:rFonts w:ascii="Nudista" w:hAnsi="Nudista"/>
          <w:color w:val="auto"/>
          <w:sz w:val="20"/>
          <w:szCs w:val="20"/>
        </w:rPr>
        <w:t>m uch</w:t>
      </w:r>
      <w:r w:rsidRPr="0082123D">
        <w:rPr>
          <w:rFonts w:ascii="Nudista" w:hAnsi="Nudista" w:cs="Proba Pro"/>
          <w:color w:val="auto"/>
          <w:sz w:val="20"/>
          <w:szCs w:val="20"/>
        </w:rPr>
        <w:t>á</w:t>
      </w:r>
      <w:r w:rsidRPr="0082123D">
        <w:rPr>
          <w:rFonts w:ascii="Nudista" w:hAnsi="Nudista"/>
          <w:color w:val="auto"/>
          <w:sz w:val="20"/>
          <w:szCs w:val="20"/>
        </w:rPr>
        <w:t>dza</w:t>
      </w:r>
      <w:r w:rsidRPr="0082123D">
        <w:rPr>
          <w:rFonts w:ascii="Nudista" w:hAnsi="Nudista" w:cs="Proba Pro"/>
          <w:color w:val="auto"/>
          <w:sz w:val="20"/>
          <w:szCs w:val="20"/>
        </w:rPr>
        <w:t>č</w:t>
      </w:r>
      <w:r w:rsidRPr="0082123D">
        <w:rPr>
          <w:rFonts w:ascii="Nudista" w:hAnsi="Nudista"/>
          <w:color w:val="auto"/>
          <w:sz w:val="20"/>
          <w:szCs w:val="20"/>
        </w:rPr>
        <w:t>om a verejn</w:t>
      </w:r>
      <w:r w:rsidRPr="0082123D">
        <w:rPr>
          <w:rFonts w:ascii="Nudista" w:hAnsi="Nudista" w:cs="Proba Pro"/>
          <w:color w:val="auto"/>
          <w:sz w:val="20"/>
          <w:szCs w:val="20"/>
        </w:rPr>
        <w:t>ý</w:t>
      </w:r>
      <w:r w:rsidRPr="0082123D">
        <w:rPr>
          <w:rFonts w:ascii="Nudista" w:hAnsi="Nudista"/>
          <w:color w:val="auto"/>
          <w:sz w:val="20"/>
          <w:szCs w:val="20"/>
        </w:rPr>
        <w:t>m obstar</w:t>
      </w:r>
      <w:r w:rsidRPr="0082123D">
        <w:rPr>
          <w:rFonts w:ascii="Nudista" w:hAnsi="Nudista" w:cs="Proba Pro"/>
          <w:color w:val="auto"/>
          <w:sz w:val="20"/>
          <w:szCs w:val="20"/>
        </w:rPr>
        <w:t>á</w:t>
      </w:r>
      <w:r w:rsidRPr="0082123D">
        <w:rPr>
          <w:rFonts w:ascii="Nudista" w:hAnsi="Nudista"/>
          <w:color w:val="auto"/>
          <w:sz w:val="20"/>
          <w:szCs w:val="20"/>
        </w:rPr>
        <w:t>vate</w:t>
      </w:r>
      <w:r w:rsidRPr="0082123D">
        <w:rPr>
          <w:rFonts w:ascii="Nudista" w:hAnsi="Nudista" w:cs="Proba Pro"/>
          <w:color w:val="auto"/>
          <w:sz w:val="20"/>
          <w:szCs w:val="20"/>
        </w:rPr>
        <w:t>ľ</w:t>
      </w:r>
      <w:r w:rsidRPr="0082123D">
        <w:rPr>
          <w:rFonts w:ascii="Nudista" w:hAnsi="Nudista"/>
          <w:color w:val="auto"/>
          <w:sz w:val="20"/>
          <w:szCs w:val="20"/>
        </w:rPr>
        <w:t>om (ďalej len „</w:t>
      </w:r>
      <w:r w:rsidRPr="0082123D">
        <w:rPr>
          <w:rFonts w:ascii="Nudista" w:hAnsi="Nudista"/>
          <w:b/>
          <w:color w:val="auto"/>
          <w:sz w:val="20"/>
          <w:szCs w:val="20"/>
        </w:rPr>
        <w:t>Zmluva</w:t>
      </w:r>
      <w:r w:rsidRPr="0082123D">
        <w:rPr>
          <w:rFonts w:ascii="Nudista" w:hAnsi="Nudista"/>
          <w:color w:val="auto"/>
          <w:sz w:val="20"/>
          <w:szCs w:val="20"/>
        </w:rPr>
        <w:t>“).</w:t>
      </w:r>
    </w:p>
    <w:p w14:paraId="593DECAD" w14:textId="26CC51BD" w:rsidR="00421144" w:rsidRPr="0082123D" w:rsidRDefault="00421144" w:rsidP="00E461E0">
      <w:pPr>
        <w:numPr>
          <w:ilvl w:val="1"/>
          <w:numId w:val="15"/>
        </w:numPr>
        <w:spacing w:after="120"/>
        <w:ind w:left="567" w:hanging="567"/>
        <w:jc w:val="both"/>
        <w:outlineLvl w:val="2"/>
        <w:rPr>
          <w:rFonts w:ascii="Nudista" w:eastAsiaTheme="majorEastAsia" w:hAnsi="Nudista" w:cstheme="majorBidi"/>
          <w:color w:val="auto"/>
          <w:sz w:val="20"/>
          <w:szCs w:val="20"/>
        </w:rPr>
      </w:pPr>
      <w:r w:rsidRPr="0082123D">
        <w:rPr>
          <w:rFonts w:ascii="Nudista" w:hAnsi="Nudista"/>
          <w:color w:val="auto"/>
          <w:sz w:val="20"/>
          <w:szCs w:val="20"/>
        </w:rPr>
        <w:t>Obsah Zmluvy bude zodpovedať podmienkam stanoveným v</w:t>
      </w:r>
      <w:r w:rsidRPr="0082123D">
        <w:rPr>
          <w:rFonts w:ascii="Nudista" w:hAnsi="Nudista" w:cs="Calibri"/>
          <w:color w:val="auto"/>
          <w:sz w:val="20"/>
          <w:szCs w:val="20"/>
        </w:rPr>
        <w:t> </w:t>
      </w:r>
      <w:r w:rsidRPr="0082123D">
        <w:rPr>
          <w:rFonts w:ascii="Nudista" w:hAnsi="Nudista"/>
          <w:color w:val="auto"/>
          <w:sz w:val="20"/>
          <w:szCs w:val="20"/>
        </w:rPr>
        <w:t>t</w:t>
      </w:r>
      <w:r w:rsidRPr="0082123D">
        <w:rPr>
          <w:rFonts w:ascii="Nudista" w:hAnsi="Nudista" w:cs="Proba Pro"/>
          <w:color w:val="auto"/>
          <w:sz w:val="20"/>
          <w:szCs w:val="20"/>
        </w:rPr>
        <w:t>ý</w:t>
      </w:r>
      <w:r w:rsidRPr="0082123D">
        <w:rPr>
          <w:rFonts w:ascii="Nudista" w:hAnsi="Nudista"/>
          <w:color w:val="auto"/>
          <w:sz w:val="20"/>
          <w:szCs w:val="20"/>
        </w:rPr>
        <w:t xml:space="preserve">chto </w:t>
      </w:r>
      <w:r w:rsidR="00B7427E" w:rsidRPr="0082123D">
        <w:rPr>
          <w:rFonts w:ascii="Nudista" w:hAnsi="Nudista"/>
          <w:color w:val="auto"/>
          <w:sz w:val="20"/>
          <w:szCs w:val="20"/>
        </w:rPr>
        <w:t>P</w:t>
      </w:r>
      <w:r w:rsidRPr="0082123D">
        <w:rPr>
          <w:rFonts w:ascii="Nudista" w:hAnsi="Nudista"/>
          <w:color w:val="auto"/>
          <w:sz w:val="20"/>
          <w:szCs w:val="20"/>
        </w:rPr>
        <w:t xml:space="preserve">odkladoch a ponuke </w:t>
      </w:r>
      <w:r w:rsidRPr="0082123D">
        <w:rPr>
          <w:rFonts w:ascii="Nudista" w:hAnsi="Nudista" w:cs="Proba Pro"/>
          <w:color w:val="auto"/>
          <w:sz w:val="20"/>
          <w:szCs w:val="20"/>
        </w:rPr>
        <w:t>ú</w:t>
      </w:r>
      <w:r w:rsidRPr="0082123D">
        <w:rPr>
          <w:rFonts w:ascii="Nudista" w:hAnsi="Nudista"/>
          <w:color w:val="auto"/>
          <w:sz w:val="20"/>
          <w:szCs w:val="20"/>
        </w:rPr>
        <w:t>spe</w:t>
      </w:r>
      <w:r w:rsidRPr="0082123D">
        <w:rPr>
          <w:rFonts w:ascii="Nudista" w:hAnsi="Nudista" w:cs="Proba Pro"/>
          <w:color w:val="auto"/>
          <w:sz w:val="20"/>
          <w:szCs w:val="20"/>
        </w:rPr>
        <w:t>š</w:t>
      </w:r>
      <w:r w:rsidRPr="0082123D">
        <w:rPr>
          <w:rFonts w:ascii="Nudista" w:hAnsi="Nudista"/>
          <w:color w:val="auto"/>
          <w:sz w:val="20"/>
          <w:szCs w:val="20"/>
        </w:rPr>
        <w:t>n</w:t>
      </w:r>
      <w:r w:rsidRPr="0082123D">
        <w:rPr>
          <w:rFonts w:ascii="Nudista" w:hAnsi="Nudista" w:cs="Proba Pro"/>
          <w:color w:val="auto"/>
          <w:sz w:val="20"/>
          <w:szCs w:val="20"/>
        </w:rPr>
        <w:t>é</w:t>
      </w:r>
      <w:r w:rsidRPr="0082123D">
        <w:rPr>
          <w:rFonts w:ascii="Nudista" w:hAnsi="Nudista"/>
          <w:color w:val="auto"/>
          <w:sz w:val="20"/>
          <w:szCs w:val="20"/>
        </w:rPr>
        <w:t>ho uch</w:t>
      </w:r>
      <w:r w:rsidRPr="0082123D">
        <w:rPr>
          <w:rFonts w:ascii="Nudista" w:hAnsi="Nudista" w:cs="Proba Pro"/>
          <w:color w:val="auto"/>
          <w:sz w:val="20"/>
          <w:szCs w:val="20"/>
        </w:rPr>
        <w:t>á</w:t>
      </w:r>
      <w:r w:rsidRPr="0082123D">
        <w:rPr>
          <w:rFonts w:ascii="Nudista" w:hAnsi="Nudista"/>
          <w:color w:val="auto"/>
          <w:sz w:val="20"/>
          <w:szCs w:val="20"/>
        </w:rPr>
        <w:t>dzača.</w:t>
      </w:r>
      <w:r w:rsidR="002E52D5" w:rsidRPr="0082123D">
        <w:rPr>
          <w:rFonts w:ascii="Nudista" w:hAnsi="Nudista"/>
          <w:color w:val="auto"/>
          <w:sz w:val="20"/>
          <w:szCs w:val="20"/>
        </w:rPr>
        <w:t xml:space="preserve"> Návrh zmluvy</w:t>
      </w:r>
      <w:r w:rsidR="004D1BC6" w:rsidRPr="0082123D">
        <w:rPr>
          <w:rFonts w:ascii="Nudista" w:hAnsi="Nudista"/>
          <w:color w:val="auto"/>
          <w:sz w:val="20"/>
          <w:szCs w:val="20"/>
        </w:rPr>
        <w:t xml:space="preserve"> </w:t>
      </w:r>
      <w:r w:rsidR="00DC336F" w:rsidRPr="0082123D">
        <w:rPr>
          <w:rFonts w:ascii="Nudista" w:hAnsi="Nudista"/>
          <w:color w:val="auto"/>
          <w:sz w:val="20"/>
          <w:szCs w:val="20"/>
        </w:rPr>
        <w:t xml:space="preserve">tvorí prílohu č. </w:t>
      </w:r>
      <w:r w:rsidR="001074DC" w:rsidRPr="0082123D">
        <w:rPr>
          <w:rFonts w:ascii="Nudista" w:hAnsi="Nudista"/>
          <w:color w:val="auto"/>
          <w:sz w:val="20"/>
          <w:szCs w:val="20"/>
        </w:rPr>
        <w:t>7</w:t>
      </w:r>
      <w:r w:rsidR="00DC336F" w:rsidRPr="0082123D">
        <w:rPr>
          <w:rFonts w:ascii="Nudista" w:hAnsi="Nudista"/>
          <w:color w:val="auto"/>
          <w:sz w:val="20"/>
          <w:szCs w:val="20"/>
        </w:rPr>
        <w:t xml:space="preserve"> týchto Podkladov</w:t>
      </w:r>
      <w:r w:rsidR="002E52D5" w:rsidRPr="0082123D">
        <w:rPr>
          <w:rFonts w:ascii="Nudista" w:hAnsi="Nudista"/>
          <w:color w:val="auto"/>
          <w:sz w:val="20"/>
          <w:szCs w:val="20"/>
        </w:rPr>
        <w:t>.</w:t>
      </w:r>
    </w:p>
    <w:p w14:paraId="5793B183" w14:textId="7512EE6B" w:rsidR="004A1AFC" w:rsidRPr="0082123D" w:rsidRDefault="004A1AFC" w:rsidP="00E461E0">
      <w:pPr>
        <w:numPr>
          <w:ilvl w:val="1"/>
          <w:numId w:val="15"/>
        </w:numPr>
        <w:spacing w:after="120"/>
        <w:ind w:left="567" w:hanging="567"/>
        <w:jc w:val="both"/>
        <w:outlineLvl w:val="2"/>
        <w:rPr>
          <w:rFonts w:ascii="Nudista" w:hAnsi="Nudista"/>
          <w:sz w:val="20"/>
          <w:szCs w:val="20"/>
        </w:rPr>
      </w:pPr>
      <w:r w:rsidRPr="0082123D">
        <w:rPr>
          <w:rFonts w:ascii="Nudista" w:hAnsi="Nudista"/>
          <w:color w:val="000000"/>
          <w:sz w:val="20"/>
          <w:szCs w:val="20"/>
        </w:rPr>
        <w:t xml:space="preserve">Verejný obstarávateľ neuzavrie </w:t>
      </w:r>
      <w:r w:rsidR="00582F61" w:rsidRPr="0082123D">
        <w:rPr>
          <w:rFonts w:ascii="Nudista" w:hAnsi="Nudista"/>
          <w:color w:val="000000"/>
          <w:sz w:val="20"/>
          <w:szCs w:val="20"/>
        </w:rPr>
        <w:t>Z</w:t>
      </w:r>
      <w:r w:rsidRPr="0082123D">
        <w:rPr>
          <w:rFonts w:ascii="Nudista" w:hAnsi="Nudista"/>
          <w:color w:val="000000"/>
          <w:sz w:val="20"/>
          <w:szCs w:val="20"/>
        </w:rPr>
        <w:t xml:space="preserve">mluvu s: </w:t>
      </w:r>
    </w:p>
    <w:p w14:paraId="580DD6E4" w14:textId="77777777" w:rsidR="004A1AFC" w:rsidRPr="0082123D" w:rsidRDefault="004A1AFC" w:rsidP="00E461E0">
      <w:pPr>
        <w:numPr>
          <w:ilvl w:val="0"/>
          <w:numId w:val="156"/>
        </w:numPr>
        <w:ind w:left="900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uchádzačom, ktorý má povinnosť zapisovať sa do registra partnerov verejného sektora</w:t>
      </w:r>
      <w:r w:rsidRPr="0082123D">
        <w:rPr>
          <w:rFonts w:ascii="Nudista" w:eastAsia="Calibri" w:hAnsi="Nudista"/>
          <w:sz w:val="20"/>
          <w:szCs w:val="20"/>
          <w:vertAlign w:val="superscript"/>
        </w:rPr>
        <w:t xml:space="preserve"> </w:t>
      </w:r>
      <w:r w:rsidRPr="0082123D">
        <w:rPr>
          <w:rFonts w:ascii="Nudista" w:eastAsia="Calibri" w:hAnsi="Nudista"/>
          <w:sz w:val="20"/>
          <w:szCs w:val="20"/>
        </w:rPr>
        <w:t>a nie je zapísaný v registri partnerov verejného sektora,</w:t>
      </w:r>
    </w:p>
    <w:p w14:paraId="25F9BCAD" w14:textId="77777777" w:rsidR="004A1AFC" w:rsidRPr="0082123D" w:rsidRDefault="004A1AFC" w:rsidP="00E461E0">
      <w:pPr>
        <w:numPr>
          <w:ilvl w:val="0"/>
          <w:numId w:val="156"/>
        </w:numPr>
        <w:spacing w:after="2"/>
        <w:ind w:left="900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uchádzačom, ktorého subdodávateľ a subdodávateľ podľa osobitného predpisu</w:t>
      </w:r>
      <w:r w:rsidRPr="0082123D">
        <w:rPr>
          <w:rFonts w:ascii="Nudista" w:eastAsia="Calibri" w:hAnsi="Nudista"/>
          <w:sz w:val="20"/>
          <w:szCs w:val="20"/>
          <w:vertAlign w:val="superscript"/>
        </w:rPr>
        <w:t xml:space="preserve"> </w:t>
      </w:r>
      <w:r w:rsidRPr="0082123D">
        <w:rPr>
          <w:rFonts w:ascii="Nudista" w:eastAsia="Calibri" w:hAnsi="Nudista"/>
          <w:sz w:val="20"/>
          <w:szCs w:val="20"/>
        </w:rPr>
        <w:t>má povinnosť zapisovať sa do registra partnerov verejného sektora</w:t>
      </w:r>
      <w:r w:rsidRPr="0082123D">
        <w:rPr>
          <w:rFonts w:ascii="Nudista" w:eastAsia="Calibri" w:hAnsi="Nudista"/>
          <w:sz w:val="20"/>
          <w:szCs w:val="20"/>
          <w:vertAlign w:val="superscript"/>
        </w:rPr>
        <w:t xml:space="preserve"> </w:t>
      </w:r>
      <w:r w:rsidRPr="0082123D">
        <w:rPr>
          <w:rFonts w:ascii="Nudista" w:eastAsia="Calibri" w:hAnsi="Nudista"/>
          <w:sz w:val="20"/>
          <w:szCs w:val="20"/>
        </w:rPr>
        <w:t>a nie je zapísaný v registri partnerov verejného sektora,</w:t>
      </w:r>
    </w:p>
    <w:p w14:paraId="78C7F623" w14:textId="05C8FA0C" w:rsidR="004A1AFC" w:rsidRPr="0082123D" w:rsidRDefault="004A1AFC" w:rsidP="00E461E0">
      <w:pPr>
        <w:numPr>
          <w:ilvl w:val="0"/>
          <w:numId w:val="156"/>
        </w:numPr>
        <w:spacing w:after="2"/>
        <w:ind w:left="900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uchádzačom, ktorý má povinnosť zapisovať sa do registra partnerov verejného sektora</w:t>
      </w:r>
      <w:r w:rsidRPr="0082123D">
        <w:rPr>
          <w:rFonts w:ascii="Nudista" w:eastAsia="Calibri" w:hAnsi="Nudista"/>
          <w:sz w:val="20"/>
          <w:szCs w:val="20"/>
          <w:vertAlign w:val="superscript"/>
        </w:rPr>
        <w:t xml:space="preserve"> </w:t>
      </w:r>
      <w:r w:rsidRPr="0082123D">
        <w:rPr>
          <w:rFonts w:ascii="Nudista" w:eastAsia="Calibri" w:hAnsi="Nudista"/>
          <w:sz w:val="20"/>
          <w:szCs w:val="20"/>
        </w:rPr>
        <w:t>a ktorého konečným užívateľom výhod zapísaným v registri partnerov verejného sektora</w:t>
      </w:r>
      <w:r w:rsidR="00A0373F" w:rsidRPr="0082123D">
        <w:rPr>
          <w:rFonts w:ascii="Nudista" w:eastAsia="Calibri" w:hAnsi="Nudista"/>
          <w:sz w:val="20"/>
          <w:szCs w:val="20"/>
        </w:rPr>
        <w:t> </w:t>
      </w:r>
      <w:r w:rsidRPr="0082123D">
        <w:rPr>
          <w:rFonts w:ascii="Nudista" w:eastAsia="Calibri" w:hAnsi="Nudista"/>
          <w:sz w:val="20"/>
          <w:szCs w:val="20"/>
        </w:rPr>
        <w:t>je</w:t>
      </w:r>
    </w:p>
    <w:p w14:paraId="2A3A8CE2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prezident Slovenskej republiky,</w:t>
      </w:r>
    </w:p>
    <w:p w14:paraId="233B90CC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člen vlády Slovenskej republiky,</w:t>
      </w:r>
    </w:p>
    <w:p w14:paraId="3F2E9BA8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vedúci ústredného orgánu štátnej správy, ktorý nie je členom vlády,</w:t>
      </w:r>
    </w:p>
    <w:p w14:paraId="7A1642AF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vedúci orgánu štátnej správy s celoslovenskou pôsobnosťou,</w:t>
      </w:r>
    </w:p>
    <w:p w14:paraId="43093ECB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67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sudca Ústavného súdu Slovenskej republiky alebo sudca,</w:t>
      </w:r>
    </w:p>
    <w:p w14:paraId="54BAB81A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generálny prokurátor Slovenskej republiky, špeciálny prokurátor alebo prokurátor,</w:t>
      </w:r>
    </w:p>
    <w:p w14:paraId="1A35ACCB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 xml:space="preserve">verejný ochranca práv, </w:t>
      </w:r>
    </w:p>
    <w:p w14:paraId="18329814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predseda Najvyššieho kontrolného úradu Slovenskej republiky a podpredseda Najvyššieho kontrolného úradu Slovenskej republiky,</w:t>
      </w:r>
    </w:p>
    <w:p w14:paraId="6800F0CF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štátny tajomník,</w:t>
      </w:r>
    </w:p>
    <w:p w14:paraId="07232239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generálny tajomník služobného úradu,</w:t>
      </w:r>
    </w:p>
    <w:p w14:paraId="69E4A332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prednosta okresného úradu,</w:t>
      </w:r>
    </w:p>
    <w:p w14:paraId="0355A1BD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primátor hlavného mesta Slovenskej republiky Bratislavy, primátor krajského mesta alebo primátor okresného mesta, alebo</w:t>
      </w:r>
    </w:p>
    <w:p w14:paraId="072A8AB5" w14:textId="77777777" w:rsidR="004A1AFC" w:rsidRPr="0082123D" w:rsidRDefault="004A1AFC" w:rsidP="00E461E0">
      <w:pPr>
        <w:numPr>
          <w:ilvl w:val="0"/>
          <w:numId w:val="157"/>
        </w:numPr>
        <w:spacing w:after="2"/>
        <w:ind w:left="1276" w:hanging="284"/>
        <w:jc w:val="both"/>
        <w:rPr>
          <w:rFonts w:ascii="Nudista" w:eastAsia="Calibri" w:hAnsi="Nudista"/>
          <w:sz w:val="20"/>
          <w:szCs w:val="20"/>
        </w:rPr>
      </w:pPr>
      <w:r w:rsidRPr="0082123D">
        <w:rPr>
          <w:rFonts w:ascii="Nudista" w:eastAsia="Calibri" w:hAnsi="Nudista"/>
          <w:sz w:val="20"/>
          <w:szCs w:val="20"/>
        </w:rPr>
        <w:t>predseda vyššieho územného celku.</w:t>
      </w:r>
    </w:p>
    <w:p w14:paraId="476A90F3" w14:textId="0020F3FF" w:rsidR="004A1AFC" w:rsidRPr="0082123D" w:rsidRDefault="004A1AFC" w:rsidP="00E461E0">
      <w:pPr>
        <w:pStyle w:val="Odsekzoznamu"/>
        <w:numPr>
          <w:ilvl w:val="0"/>
          <w:numId w:val="156"/>
        </w:numPr>
        <w:spacing w:after="120"/>
        <w:jc w:val="both"/>
        <w:rPr>
          <w:rFonts w:eastAsiaTheme="majorEastAsia" w:cstheme="majorBidi"/>
        </w:rPr>
      </w:pPr>
      <w:r w:rsidRPr="0082123D">
        <w:rPr>
          <w:rFonts w:ascii="Nudista" w:eastAsia="Calibri" w:hAnsi="Nudista"/>
        </w:rPr>
        <w:t>uchádzačom, ktorého subdodávateľ a subdodávateľ podľa osobitného predpisu,</w:t>
      </w:r>
      <w:r w:rsidRPr="0082123D">
        <w:rPr>
          <w:rFonts w:ascii="Nudista" w:eastAsia="Calibri" w:hAnsi="Nudista"/>
          <w:vertAlign w:val="superscript"/>
        </w:rPr>
        <w:t xml:space="preserve"> </w:t>
      </w:r>
      <w:r w:rsidRPr="0082123D">
        <w:rPr>
          <w:rFonts w:ascii="Nudista" w:eastAsia="Calibri" w:hAnsi="Nudista"/>
        </w:rPr>
        <w:t>ktorí majú povinnosť zapisovať sa do registra partnerov verejného sektora,</w:t>
      </w:r>
      <w:r w:rsidRPr="0082123D">
        <w:rPr>
          <w:rFonts w:ascii="Nudista" w:eastAsia="Calibri" w:hAnsi="Nudista"/>
          <w:vertAlign w:val="superscript"/>
        </w:rPr>
        <w:t xml:space="preserve"> </w:t>
      </w:r>
      <w:r w:rsidRPr="0082123D">
        <w:rPr>
          <w:rFonts w:ascii="Nudista" w:eastAsia="Calibri" w:hAnsi="Nudista"/>
        </w:rPr>
        <w:t>majú v registri partnerov verejného sektora zapísaného konečného užívateľa výhod, ktorým je osoba podľa písmena c).</w:t>
      </w:r>
    </w:p>
    <w:p w14:paraId="0605A34D" w14:textId="6409882A" w:rsidR="00A0373F" w:rsidRPr="00AD409A" w:rsidRDefault="00861631" w:rsidP="00A0373F">
      <w:pPr>
        <w:numPr>
          <w:ilvl w:val="1"/>
          <w:numId w:val="15"/>
        </w:numPr>
        <w:spacing w:after="120"/>
        <w:ind w:left="567" w:hanging="567"/>
        <w:jc w:val="both"/>
        <w:outlineLvl w:val="2"/>
        <w:rPr>
          <w:rFonts w:ascii="Nudista" w:eastAsiaTheme="majorEastAsia" w:hAnsi="Nudista" w:cstheme="majorBidi"/>
          <w:color w:val="auto"/>
          <w:sz w:val="20"/>
          <w:szCs w:val="20"/>
        </w:rPr>
      </w:pPr>
      <w:r w:rsidRPr="0082123D">
        <w:rPr>
          <w:rFonts w:ascii="Nudista" w:eastAsiaTheme="majorEastAsia" w:hAnsi="Nudista" w:cstheme="majorBidi"/>
          <w:sz w:val="20"/>
          <w:szCs w:val="24"/>
        </w:rPr>
        <w:t>Verejný obstarávateľ vyžaduje, aby úspešný uchádzač v</w:t>
      </w:r>
      <w:r w:rsidRPr="0082123D">
        <w:rPr>
          <w:rFonts w:ascii="Nudista" w:eastAsia="Calibri" w:hAnsi="Nudista" w:cs="Calibri"/>
          <w:sz w:val="20"/>
          <w:szCs w:val="24"/>
        </w:rPr>
        <w:t> </w:t>
      </w:r>
      <w:r w:rsidR="007955EF" w:rsidRPr="0082123D">
        <w:rPr>
          <w:rFonts w:ascii="Nudista" w:eastAsiaTheme="majorEastAsia" w:hAnsi="Nudista" w:cstheme="majorBidi"/>
          <w:sz w:val="20"/>
          <w:szCs w:val="24"/>
        </w:rPr>
        <w:t>Z</w:t>
      </w:r>
      <w:r w:rsidRPr="0082123D">
        <w:rPr>
          <w:rFonts w:ascii="Nudista" w:eastAsiaTheme="majorEastAsia" w:hAnsi="Nudista" w:cstheme="majorBidi"/>
          <w:sz w:val="20"/>
          <w:szCs w:val="24"/>
        </w:rPr>
        <w:t>mluve, najneskôr v čase jej</w:t>
      </w:r>
      <w:r w:rsidR="00E33B9E" w:rsidRPr="0082123D">
        <w:rPr>
          <w:rFonts w:ascii="Nudista" w:eastAsiaTheme="majorEastAsia" w:hAnsi="Nudista" w:cstheme="majorBidi"/>
          <w:sz w:val="20"/>
          <w:szCs w:val="24"/>
        </w:rPr>
        <w:t> </w:t>
      </w:r>
      <w:r w:rsidRPr="0082123D">
        <w:rPr>
          <w:rFonts w:ascii="Nudista" w:eastAsiaTheme="majorEastAsia" w:hAnsi="Nudista" w:cstheme="majorBidi"/>
          <w:sz w:val="20"/>
          <w:szCs w:val="24"/>
        </w:rPr>
        <w:t xml:space="preserve">uzavretia, uviedol údaje o všetkých známych subdodávateľoch (obchodné meno, sídlo alebo miesto podnikania, IČO a pod.), a tiež údaje o </w:t>
      </w:r>
      <w:r w:rsidRPr="0082123D">
        <w:rPr>
          <w:rFonts w:ascii="Nudista" w:eastAsiaTheme="majorEastAsia" w:hAnsi="Nudista" w:cstheme="majorBidi"/>
          <w:sz w:val="20"/>
          <w:szCs w:val="20"/>
        </w:rPr>
        <w:t>osobe oprávnenej konať za subdodávateľa v</w:t>
      </w:r>
      <w:r w:rsidR="00C07CB4" w:rsidRPr="0082123D">
        <w:rPr>
          <w:rFonts w:ascii="Nudista" w:eastAsiaTheme="majorEastAsia" w:hAnsi="Nudista" w:cstheme="majorBidi"/>
          <w:sz w:val="20"/>
          <w:szCs w:val="20"/>
        </w:rPr>
        <w:t> </w:t>
      </w:r>
      <w:r w:rsidRPr="0082123D">
        <w:rPr>
          <w:rFonts w:ascii="Nudista" w:eastAsiaTheme="majorEastAsia" w:hAnsi="Nudista" w:cstheme="majorBidi"/>
          <w:sz w:val="20"/>
          <w:szCs w:val="20"/>
        </w:rPr>
        <w:t>rozsahu meno a priezvisko, adresa pobytu, dátum narodenia. Uvedené informácie uvedie úspešný uchádzač v</w:t>
      </w:r>
      <w:r w:rsidRPr="0082123D">
        <w:rPr>
          <w:rFonts w:ascii="Nudista" w:eastAsiaTheme="majorEastAsia" w:hAnsi="Nudista" w:cs="Calibri"/>
          <w:sz w:val="20"/>
          <w:szCs w:val="20"/>
        </w:rPr>
        <w:t> </w:t>
      </w:r>
      <w:r w:rsidR="007955EF" w:rsidRPr="0082123D">
        <w:rPr>
          <w:rFonts w:ascii="Nudista" w:eastAsiaTheme="majorEastAsia" w:hAnsi="Nudista" w:cstheme="majorBidi"/>
          <w:sz w:val="20"/>
          <w:szCs w:val="20"/>
        </w:rPr>
        <w:t>Z</w:t>
      </w:r>
      <w:r w:rsidRPr="0082123D">
        <w:rPr>
          <w:rFonts w:ascii="Nudista" w:eastAsiaTheme="majorEastAsia" w:hAnsi="Nudista" w:cstheme="majorBidi"/>
          <w:sz w:val="20"/>
          <w:szCs w:val="20"/>
        </w:rPr>
        <w:t>mluv</w:t>
      </w:r>
      <w:r w:rsidR="007955EF" w:rsidRPr="0082123D">
        <w:rPr>
          <w:rFonts w:ascii="Nudista" w:eastAsiaTheme="majorEastAsia" w:hAnsi="Nudista" w:cstheme="majorBidi"/>
          <w:sz w:val="20"/>
          <w:szCs w:val="20"/>
        </w:rPr>
        <w:t>e</w:t>
      </w:r>
      <w:r w:rsidRPr="0082123D">
        <w:rPr>
          <w:rFonts w:ascii="Nudista" w:eastAsiaTheme="majorEastAsia" w:hAnsi="Nudista" w:cstheme="majorBidi"/>
          <w:color w:val="auto"/>
          <w:sz w:val="20"/>
          <w:szCs w:val="20"/>
        </w:rPr>
        <w:t xml:space="preserve"> najneskôr pred jej podpisom.</w:t>
      </w:r>
    </w:p>
    <w:p w14:paraId="1FB1D893" w14:textId="77777777" w:rsidR="00FA7BCF" w:rsidRDefault="00FA7BCF" w:rsidP="00861631">
      <w:pPr>
        <w:spacing w:after="120"/>
        <w:jc w:val="both"/>
        <w:outlineLvl w:val="2"/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</w:pPr>
    </w:p>
    <w:p w14:paraId="5906A1F4" w14:textId="03FEF50B" w:rsidR="00861631" w:rsidRPr="0082123D" w:rsidRDefault="00861631" w:rsidP="00861631">
      <w:pPr>
        <w:spacing w:after="120"/>
        <w:jc w:val="both"/>
        <w:outlineLvl w:val="2"/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</w:pPr>
      <w:r w:rsidRPr="0082123D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 xml:space="preserve">Prílohy </w:t>
      </w:r>
      <w:r w:rsidR="008D366A" w:rsidRPr="0082123D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>P</w:t>
      </w:r>
      <w:r w:rsidRPr="0082123D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>odkladov</w:t>
      </w:r>
      <w:r w:rsidR="008D366A" w:rsidRPr="0082123D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 xml:space="preserve"> k</w:t>
      </w:r>
      <w:r w:rsidR="00FA7BCF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> zákazke s nízkou hodnotou</w:t>
      </w:r>
      <w:r w:rsidR="00421144" w:rsidRPr="0082123D">
        <w:rPr>
          <w:rFonts w:ascii="Nudista" w:eastAsiaTheme="majorEastAsia" w:hAnsi="Nudista" w:cstheme="majorBidi"/>
          <w:b/>
          <w:bCs/>
          <w:color w:val="auto"/>
          <w:sz w:val="20"/>
          <w:szCs w:val="24"/>
        </w:rPr>
        <w:t>:</w:t>
      </w:r>
    </w:p>
    <w:p w14:paraId="453A35B4" w14:textId="0B716538" w:rsidR="007B13FC" w:rsidRPr="0082123D" w:rsidRDefault="00356755" w:rsidP="007B13FC">
      <w:pPr>
        <w:jc w:val="both"/>
        <w:rPr>
          <w:rFonts w:ascii="Nudista" w:eastAsia="Proba Pro" w:hAnsi="Nudista" w:cs="Proba Pro"/>
          <w:bCs/>
          <w:sz w:val="20"/>
          <w:szCs w:val="20"/>
        </w:rPr>
      </w:pPr>
      <w:r w:rsidRPr="0082123D">
        <w:rPr>
          <w:rFonts w:ascii="Nudista" w:eastAsia="Proba Pro" w:hAnsi="Nudista" w:cs="Proba Pro"/>
          <w:bCs/>
          <w:sz w:val="20"/>
          <w:szCs w:val="20"/>
        </w:rPr>
        <w:t>Príloha</w:t>
      </w:r>
      <w:r w:rsidR="007B13FC" w:rsidRPr="0082123D">
        <w:rPr>
          <w:rFonts w:ascii="Nudista" w:eastAsia="Proba Pro" w:hAnsi="Nudista" w:cs="Proba Pro"/>
          <w:bCs/>
          <w:sz w:val="20"/>
          <w:szCs w:val="20"/>
        </w:rPr>
        <w:t xml:space="preserve"> č.</w:t>
      </w:r>
      <w:r w:rsidRPr="0082123D">
        <w:rPr>
          <w:rFonts w:ascii="Nudista" w:eastAsia="Proba Pro" w:hAnsi="Nudista" w:cs="Proba Pro"/>
          <w:bCs/>
          <w:sz w:val="20"/>
          <w:szCs w:val="20"/>
        </w:rPr>
        <w:t xml:space="preserve"> 1</w:t>
      </w:r>
      <w:r w:rsidR="007B13FC" w:rsidRPr="0082123D">
        <w:rPr>
          <w:rFonts w:ascii="Nudista" w:eastAsia="Proba Pro" w:hAnsi="Nudista" w:cs="Proba Pro"/>
          <w:bCs/>
          <w:sz w:val="20"/>
          <w:szCs w:val="20"/>
        </w:rPr>
        <w:tab/>
      </w:r>
      <w:r w:rsidR="00BD3F32" w:rsidRPr="0082123D">
        <w:rPr>
          <w:rFonts w:ascii="Nudista" w:eastAsia="Proba Pro" w:hAnsi="Nudista" w:cs="Proba Pro"/>
          <w:bCs/>
          <w:sz w:val="20"/>
          <w:szCs w:val="20"/>
        </w:rPr>
        <w:t>Opis predmetu zákazky</w:t>
      </w:r>
    </w:p>
    <w:p w14:paraId="7AA589B5" w14:textId="7CD9B2F3" w:rsidR="007B13FC" w:rsidRPr="0082123D" w:rsidRDefault="007B13FC" w:rsidP="007B13FC">
      <w:pPr>
        <w:jc w:val="both"/>
        <w:rPr>
          <w:rFonts w:ascii="Nudista" w:eastAsia="Proba Pro" w:hAnsi="Nudista" w:cs="Proba Pro"/>
          <w:bCs/>
          <w:sz w:val="20"/>
          <w:szCs w:val="20"/>
        </w:rPr>
      </w:pPr>
      <w:r w:rsidRPr="0082123D">
        <w:rPr>
          <w:rFonts w:ascii="Nudista" w:eastAsia="Proba Pro" w:hAnsi="Nudista" w:cs="Proba Pro"/>
          <w:bCs/>
          <w:sz w:val="20"/>
          <w:szCs w:val="20"/>
        </w:rPr>
        <w:t>Príloha č. 2</w:t>
      </w:r>
      <w:r w:rsidRPr="0082123D">
        <w:rPr>
          <w:rFonts w:ascii="Nudista" w:eastAsia="Proba Pro" w:hAnsi="Nudista" w:cs="Proba Pro"/>
          <w:bCs/>
          <w:sz w:val="20"/>
          <w:szCs w:val="20"/>
        </w:rPr>
        <w:tab/>
      </w:r>
      <w:r w:rsidR="00512B27" w:rsidRPr="0082123D">
        <w:rPr>
          <w:rFonts w:ascii="Nudista" w:eastAsia="Proba Pro" w:hAnsi="Nudista" w:cs="Proba Pro"/>
          <w:bCs/>
          <w:sz w:val="20"/>
          <w:szCs w:val="20"/>
        </w:rPr>
        <w:t>Projektové zameranie zeminy</w:t>
      </w:r>
    </w:p>
    <w:p w14:paraId="3BA0DEAA" w14:textId="500B0DCA" w:rsidR="007B13FC" w:rsidRPr="0082123D" w:rsidRDefault="007B13FC" w:rsidP="007B13FC">
      <w:pPr>
        <w:pStyle w:val="Bezriadkovania"/>
        <w:rPr>
          <w:rFonts w:ascii="Nudista" w:eastAsia="Proba Pro" w:hAnsi="Nudista" w:cs="Proba Pro"/>
          <w:bCs/>
          <w:sz w:val="20"/>
        </w:rPr>
      </w:pPr>
      <w:r w:rsidRPr="0082123D">
        <w:rPr>
          <w:rFonts w:ascii="Nudista" w:eastAsia="Proba Pro" w:hAnsi="Nudista" w:cs="Proba Pro"/>
          <w:bCs/>
          <w:sz w:val="20"/>
        </w:rPr>
        <w:lastRenderedPageBreak/>
        <w:t>Príloha č. 3</w:t>
      </w:r>
      <w:r w:rsidRPr="0082123D">
        <w:rPr>
          <w:rFonts w:ascii="Nudista" w:eastAsia="Proba Pro" w:hAnsi="Nudista" w:cs="Proba Pro"/>
          <w:bCs/>
          <w:sz w:val="20"/>
        </w:rPr>
        <w:tab/>
      </w:r>
      <w:r w:rsidR="00512B27" w:rsidRPr="0082123D">
        <w:rPr>
          <w:rFonts w:ascii="Nudista" w:eastAsia="Proba Pro" w:hAnsi="Nudista" w:cs="Proba Pro"/>
          <w:bCs/>
          <w:sz w:val="20"/>
        </w:rPr>
        <w:t>Návrh na plnenie kritéria</w:t>
      </w:r>
    </w:p>
    <w:p w14:paraId="531CEFC0" w14:textId="5E590F46" w:rsidR="00C52B4D" w:rsidRPr="0082123D" w:rsidRDefault="00C52B4D" w:rsidP="00C52B4D">
      <w:pPr>
        <w:pStyle w:val="Bezriadkovania"/>
        <w:ind w:left="1440" w:hanging="1440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Príloha č. 4</w:t>
      </w:r>
      <w:r w:rsidRPr="0082123D">
        <w:rPr>
          <w:rFonts w:ascii="Nudista" w:hAnsi="Nudista"/>
          <w:sz w:val="20"/>
        </w:rPr>
        <w:tab/>
        <w:t>Čestné vyhlásenie uchádzača o akceptácii podmienok prieskumu trhu a o neprítomnosti konfliktu záujmov</w:t>
      </w:r>
    </w:p>
    <w:p w14:paraId="19ABE8D8" w14:textId="1E74B753" w:rsidR="001074DC" w:rsidRPr="0082123D" w:rsidRDefault="001074DC" w:rsidP="00C52B4D">
      <w:pPr>
        <w:pStyle w:val="Bezriadkovania"/>
        <w:ind w:left="1440" w:hanging="1440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 xml:space="preserve">Príloha č. 5 </w:t>
      </w:r>
      <w:r w:rsidRPr="0082123D">
        <w:rPr>
          <w:rFonts w:ascii="Nudista" w:hAnsi="Nudista"/>
          <w:sz w:val="20"/>
        </w:rPr>
        <w:tab/>
        <w:t>Čestné vyhlásenie uchádzača o</w:t>
      </w:r>
      <w:r w:rsidR="00EA0DD1" w:rsidRPr="0082123D">
        <w:rPr>
          <w:rFonts w:ascii="Nudista" w:hAnsi="Nudista"/>
          <w:sz w:val="20"/>
        </w:rPr>
        <w:t> vozovom parku</w:t>
      </w:r>
    </w:p>
    <w:p w14:paraId="79F21533" w14:textId="729355A6" w:rsidR="001074DC" w:rsidRPr="0082123D" w:rsidRDefault="007D3B8F" w:rsidP="00C52B4D">
      <w:pPr>
        <w:pStyle w:val="Bezriadkovania"/>
        <w:ind w:left="1440" w:hanging="1440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 xml:space="preserve">Príloha č. </w:t>
      </w:r>
      <w:r w:rsidR="001074DC" w:rsidRPr="0082123D">
        <w:rPr>
          <w:rFonts w:ascii="Nudista" w:hAnsi="Nudista"/>
          <w:sz w:val="20"/>
        </w:rPr>
        <w:t>6</w:t>
      </w:r>
      <w:r w:rsidRPr="0082123D">
        <w:rPr>
          <w:rFonts w:ascii="Nudista" w:hAnsi="Nudista"/>
          <w:sz w:val="20"/>
        </w:rPr>
        <w:t xml:space="preserve"> </w:t>
      </w:r>
      <w:r w:rsidRPr="0082123D">
        <w:rPr>
          <w:rFonts w:ascii="Nudista" w:hAnsi="Nudista"/>
          <w:sz w:val="20"/>
        </w:rPr>
        <w:tab/>
      </w:r>
      <w:r w:rsidR="001074DC" w:rsidRPr="0082123D">
        <w:rPr>
          <w:rFonts w:ascii="Nudista" w:hAnsi="Nudista"/>
          <w:sz w:val="20"/>
        </w:rPr>
        <w:t>Čestné vyhlásenie uchádzača o splnení podmienok účasti</w:t>
      </w:r>
    </w:p>
    <w:p w14:paraId="45549857" w14:textId="3EB22B1A" w:rsidR="007D3B8F" w:rsidRPr="0082123D" w:rsidRDefault="001074DC" w:rsidP="00C52B4D">
      <w:pPr>
        <w:pStyle w:val="Bezriadkovania"/>
        <w:ind w:left="1440" w:hanging="1440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 xml:space="preserve">Príloha č. 7 </w:t>
      </w:r>
      <w:r w:rsidRPr="0082123D">
        <w:rPr>
          <w:rFonts w:ascii="Nudista" w:hAnsi="Nudista"/>
          <w:sz w:val="20"/>
        </w:rPr>
        <w:tab/>
      </w:r>
      <w:r w:rsidR="007D3B8F" w:rsidRPr="0082123D">
        <w:rPr>
          <w:rFonts w:ascii="Nudista" w:hAnsi="Nudista"/>
          <w:sz w:val="20"/>
        </w:rPr>
        <w:t>Návrh zmluvy</w:t>
      </w:r>
      <w:r w:rsidR="00566334">
        <w:rPr>
          <w:rFonts w:ascii="Nudista" w:hAnsi="Nudista"/>
          <w:sz w:val="20"/>
        </w:rPr>
        <w:t xml:space="preserve"> o preprave veci</w:t>
      </w:r>
    </w:p>
    <w:p w14:paraId="4B8688B6" w14:textId="61E37965" w:rsidR="004D5315" w:rsidRPr="0082123D" w:rsidRDefault="007B13FC" w:rsidP="00BD3F32">
      <w:pPr>
        <w:pStyle w:val="Bezriadkovania"/>
        <w:rPr>
          <w:rFonts w:ascii="Nudista" w:eastAsia="Proba Pro" w:hAnsi="Nudista" w:cs="Proba Pro"/>
          <w:bCs/>
          <w:sz w:val="20"/>
        </w:rPr>
      </w:pPr>
      <w:r w:rsidRPr="0082123D">
        <w:rPr>
          <w:rFonts w:ascii="Nudista" w:eastAsia="Proba Pro" w:hAnsi="Nudista" w:cs="Proba Pro"/>
          <w:bCs/>
          <w:sz w:val="20"/>
        </w:rPr>
        <w:tab/>
      </w:r>
      <w:bookmarkEnd w:id="0"/>
    </w:p>
    <w:p w14:paraId="34895E96" w14:textId="14FE662E" w:rsidR="00C57EA6" w:rsidRPr="0082123D" w:rsidRDefault="00C57EA6" w:rsidP="00BD3F32">
      <w:pPr>
        <w:pStyle w:val="Bezriadkovania"/>
        <w:rPr>
          <w:rFonts w:ascii="Nudista" w:eastAsia="Proba Pro" w:hAnsi="Nudista" w:cs="Proba Pro"/>
          <w:bCs/>
          <w:sz w:val="20"/>
        </w:rPr>
      </w:pPr>
    </w:p>
    <w:p w14:paraId="52D96075" w14:textId="78564569" w:rsidR="00C57EA6" w:rsidRPr="0082123D" w:rsidRDefault="00C57EA6" w:rsidP="00BD3F32">
      <w:pPr>
        <w:pStyle w:val="Bezriadkovania"/>
        <w:rPr>
          <w:rFonts w:ascii="Nudista" w:eastAsia="Proba Pro" w:hAnsi="Nudista" w:cs="Proba Pro"/>
          <w:bCs/>
          <w:sz w:val="20"/>
        </w:rPr>
      </w:pPr>
    </w:p>
    <w:p w14:paraId="7B069A41" w14:textId="77777777" w:rsidR="00C57EA6" w:rsidRPr="0082123D" w:rsidRDefault="00C57EA6">
      <w:pPr>
        <w:rPr>
          <w:rFonts w:ascii="Nudista" w:eastAsia="Proba Pro" w:hAnsi="Nudista" w:cs="Proba Pro"/>
          <w:bCs/>
          <w:color w:val="000000"/>
          <w:sz w:val="20"/>
          <w:szCs w:val="20"/>
          <w:lang w:eastAsia="sk-SK"/>
        </w:rPr>
      </w:pPr>
      <w:r w:rsidRPr="0082123D">
        <w:rPr>
          <w:rFonts w:ascii="Nudista" w:eastAsia="Proba Pro" w:hAnsi="Nudista" w:cs="Proba Pro"/>
          <w:bCs/>
          <w:sz w:val="20"/>
        </w:rPr>
        <w:br w:type="page"/>
      </w:r>
    </w:p>
    <w:p w14:paraId="20B1D657" w14:textId="3E597FB9" w:rsidR="00C57EA6" w:rsidRPr="0082123D" w:rsidRDefault="00C57EA6" w:rsidP="00661259">
      <w:pPr>
        <w:pStyle w:val="Bezriadkovania"/>
        <w:rPr>
          <w:rFonts w:ascii="Nudista" w:eastAsia="Proba Pro" w:hAnsi="Nudista" w:cs="Proba Pro"/>
          <w:b/>
          <w:sz w:val="20"/>
        </w:rPr>
      </w:pPr>
      <w:r w:rsidRPr="0082123D">
        <w:rPr>
          <w:rFonts w:ascii="Nudista" w:eastAsia="Proba Pro" w:hAnsi="Nudista" w:cs="Proba Pro"/>
          <w:b/>
          <w:sz w:val="20"/>
        </w:rPr>
        <w:lastRenderedPageBreak/>
        <w:t>Príloha č. 1 Opis predmetu zákazky</w:t>
      </w:r>
    </w:p>
    <w:p w14:paraId="0A85BBF8" w14:textId="77777777" w:rsidR="00661259" w:rsidRPr="0082123D" w:rsidRDefault="00661259" w:rsidP="00661259">
      <w:pPr>
        <w:pStyle w:val="Bezriadkovania"/>
        <w:rPr>
          <w:rFonts w:ascii="Nudista" w:eastAsia="Proba Pro" w:hAnsi="Nudista" w:cs="Proba Pro"/>
          <w:b/>
          <w:sz w:val="20"/>
        </w:rPr>
      </w:pPr>
    </w:p>
    <w:p w14:paraId="19BC560E" w14:textId="7F37BA35" w:rsidR="00661259" w:rsidRPr="0082123D" w:rsidRDefault="00661259" w:rsidP="00A71A1D">
      <w:pPr>
        <w:pStyle w:val="Bezriadkovania"/>
        <w:jc w:val="both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 xml:space="preserve">Predmetom zákazky je poskytnutie služieb naloženia, odvozu a vykládky </w:t>
      </w:r>
      <w:r w:rsidR="00CD1EF0" w:rsidRPr="0082123D">
        <w:rPr>
          <w:rFonts w:ascii="Nudista" w:hAnsi="Nudista"/>
          <w:sz w:val="20"/>
        </w:rPr>
        <w:t xml:space="preserve">výkopovej </w:t>
      </w:r>
      <w:r w:rsidRPr="0082123D">
        <w:rPr>
          <w:rFonts w:ascii="Nudista" w:hAnsi="Nudista"/>
          <w:sz w:val="20"/>
        </w:rPr>
        <w:t>zeminy v objemu 30 525 m3 na dve predom určené miesta, a to:</w:t>
      </w:r>
    </w:p>
    <w:p w14:paraId="32119991" w14:textId="19516E7E" w:rsidR="00A71A1D" w:rsidRPr="0082123D" w:rsidRDefault="001B1C49" w:rsidP="00E461E0">
      <w:pPr>
        <w:pStyle w:val="Bezriadkovania"/>
        <w:numPr>
          <w:ilvl w:val="0"/>
          <w:numId w:val="162"/>
        </w:numPr>
        <w:jc w:val="both"/>
        <w:rPr>
          <w:rFonts w:ascii="Nudista" w:hAnsi="Nudista"/>
          <w:sz w:val="20"/>
        </w:rPr>
      </w:pPr>
      <w:r>
        <w:rPr>
          <w:rFonts w:ascii="Nudista" w:hAnsi="Nudista"/>
          <w:sz w:val="20"/>
        </w:rPr>
        <w:t xml:space="preserve">Na </w:t>
      </w:r>
      <w:r w:rsidR="00A71A1D" w:rsidRPr="0082123D">
        <w:rPr>
          <w:rFonts w:ascii="Nudista" w:hAnsi="Nudista"/>
          <w:sz w:val="20"/>
        </w:rPr>
        <w:t>nehnuteľnosti nachádzajúce sa v katastrálnom území Nižná Úvrať, obec Košice – Vyšné Opátske, okres Košice IV, zapísaných na liste vlastníctva č. 12493 vedenom Okresným úradom Košice, katastrálnym odborom a to pozemky:</w:t>
      </w:r>
    </w:p>
    <w:p w14:paraId="683D186E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</w:p>
    <w:p w14:paraId="0ADF1C1D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a)          parcely registra C-KN č.1387/151 s výmerou 624 m2, druh pozemku orná pôda</w:t>
      </w:r>
    </w:p>
    <w:p w14:paraId="2C464A72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</w:p>
    <w:p w14:paraId="1FA2BCF3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b)          parcely registra C-KN č.1387/152 s výmerou 33 m2, druh pozemku orná pôda</w:t>
      </w:r>
    </w:p>
    <w:p w14:paraId="41377F55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</w:p>
    <w:p w14:paraId="091CBD8B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c)          parcely registra C-KN č.1388/22 s výmerou 1352 m2, druh pozemku ostatná plocha</w:t>
      </w:r>
    </w:p>
    <w:p w14:paraId="2EA032EC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</w:p>
    <w:p w14:paraId="52CE4EC4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d)          parcely registra C-KN č.1388/23 s výmerou 286 m2, druh pozemku ostatná plocha</w:t>
      </w:r>
    </w:p>
    <w:p w14:paraId="4FB09689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</w:p>
    <w:p w14:paraId="448BDDBC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e)          parcely registra C-KN č.1388/24 s výmerou 374 m2, druh pozemku ostatná plocha</w:t>
      </w:r>
    </w:p>
    <w:p w14:paraId="44C65894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</w:p>
    <w:p w14:paraId="0840F318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f)           parcely registra C-KN č.1388/25 s výmerou 222 m2, druh pozemku ostatná plocha</w:t>
      </w:r>
    </w:p>
    <w:p w14:paraId="3EBAA494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</w:p>
    <w:p w14:paraId="194898D6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g)          parcely registra C-KN č.1388/26 s výmerou 398 m2, druh pozemku ostatná plocha</w:t>
      </w:r>
    </w:p>
    <w:p w14:paraId="111BFFC5" w14:textId="77777777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</w:p>
    <w:p w14:paraId="7A2FDA9E" w14:textId="69DDBA93" w:rsidR="00A71A1D" w:rsidRPr="0082123D" w:rsidRDefault="00A71A1D" w:rsidP="00A71A1D">
      <w:pPr>
        <w:pStyle w:val="Bezriadkovania"/>
        <w:ind w:left="720"/>
        <w:jc w:val="both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>h)          parcely registra C-KN č.1388/33 s výmerou 63 m2, druh pozemku ostatná plocha</w:t>
      </w:r>
      <w:r w:rsidR="001B1C49">
        <w:rPr>
          <w:rFonts w:ascii="Nudista" w:hAnsi="Nudista"/>
          <w:sz w:val="20"/>
        </w:rPr>
        <w:t>; a</w:t>
      </w:r>
    </w:p>
    <w:p w14:paraId="2492E826" w14:textId="77777777" w:rsidR="00CD1EF0" w:rsidRPr="0082123D" w:rsidRDefault="00CD1EF0" w:rsidP="001B1C49">
      <w:pPr>
        <w:pStyle w:val="Bezriadkovania"/>
        <w:jc w:val="both"/>
        <w:rPr>
          <w:rFonts w:ascii="Nudista" w:hAnsi="Nudista"/>
          <w:sz w:val="20"/>
        </w:rPr>
      </w:pPr>
    </w:p>
    <w:p w14:paraId="1F4B8C62" w14:textId="21947551" w:rsidR="00E461E0" w:rsidRPr="00E461E0" w:rsidRDefault="00661259" w:rsidP="00E461E0">
      <w:pPr>
        <w:pStyle w:val="Bezriadkovania"/>
        <w:numPr>
          <w:ilvl w:val="0"/>
          <w:numId w:val="162"/>
        </w:numPr>
        <w:jc w:val="both"/>
        <w:rPr>
          <w:rFonts w:ascii="Nudista" w:hAnsi="Nudista"/>
          <w:sz w:val="20"/>
        </w:rPr>
      </w:pPr>
      <w:r w:rsidRPr="0082123D">
        <w:rPr>
          <w:rFonts w:ascii="Nudista" w:hAnsi="Nudista"/>
          <w:sz w:val="20"/>
        </w:rPr>
        <w:t xml:space="preserve">na </w:t>
      </w:r>
      <w:r w:rsidR="00E461E0">
        <w:rPr>
          <w:rFonts w:ascii="Nudista" w:hAnsi="Nudista"/>
          <w:sz w:val="20"/>
        </w:rPr>
        <w:t>n</w:t>
      </w:r>
      <w:r w:rsidR="00E461E0" w:rsidRPr="00E461E0">
        <w:rPr>
          <w:rFonts w:ascii="Nudista" w:hAnsi="Nudista"/>
          <w:sz w:val="20"/>
        </w:rPr>
        <w:t>ehnuteľnosti nachádzajúce sa v katastrálnom území Nižná Úvrať, obec Košice – Vyšné Opátske, okres Košice IV, zapísaných na liste vlastníctva č. 11481, č. 12482 a č. 12726 vedenom Okresným úradom Košice, katastrálnym odborom</w:t>
      </w:r>
      <w:r w:rsidR="001B1C49">
        <w:rPr>
          <w:rFonts w:ascii="Nudista" w:hAnsi="Nudista"/>
          <w:sz w:val="20"/>
        </w:rPr>
        <w:t>,</w:t>
      </w:r>
      <w:r w:rsidR="00E461E0" w:rsidRPr="00E461E0">
        <w:rPr>
          <w:rFonts w:ascii="Nudista" w:hAnsi="Nudista"/>
          <w:sz w:val="20"/>
        </w:rPr>
        <w:t xml:space="preserve"> a to pozemkom: </w:t>
      </w:r>
    </w:p>
    <w:p w14:paraId="30555DE0" w14:textId="77777777" w:rsidR="00E461E0" w:rsidRPr="00E461E0" w:rsidRDefault="00E461E0" w:rsidP="00E461E0">
      <w:pPr>
        <w:pStyle w:val="Bezriadkovania"/>
        <w:ind w:left="720"/>
        <w:jc w:val="both"/>
        <w:rPr>
          <w:rFonts w:ascii="Nudista" w:hAnsi="Nudista"/>
          <w:sz w:val="20"/>
        </w:rPr>
      </w:pPr>
    </w:p>
    <w:p w14:paraId="55FF1EC9" w14:textId="0067D436" w:rsidR="00E461E0" w:rsidRPr="00E461E0" w:rsidRDefault="00E461E0" w:rsidP="00E461E0">
      <w:pPr>
        <w:pStyle w:val="Bezriadkovania"/>
        <w:numPr>
          <w:ilvl w:val="0"/>
          <w:numId w:val="164"/>
        </w:numPr>
        <w:jc w:val="both"/>
        <w:rPr>
          <w:rFonts w:ascii="Nudista" w:hAnsi="Nudista"/>
          <w:sz w:val="20"/>
        </w:rPr>
      </w:pPr>
      <w:r w:rsidRPr="00E461E0">
        <w:rPr>
          <w:rFonts w:ascii="Nudista" w:hAnsi="Nudista"/>
          <w:sz w:val="20"/>
        </w:rPr>
        <w:t>parcely registra C-KN č. 1388/27 s výmerou 5191 m2, druh pozemku ostatná plocha</w:t>
      </w:r>
    </w:p>
    <w:p w14:paraId="374CD8A4" w14:textId="77777777" w:rsidR="00E461E0" w:rsidRPr="00E461E0" w:rsidRDefault="00E461E0" w:rsidP="00E461E0">
      <w:pPr>
        <w:pStyle w:val="Bezriadkovania"/>
        <w:numPr>
          <w:ilvl w:val="0"/>
          <w:numId w:val="164"/>
        </w:numPr>
        <w:jc w:val="both"/>
        <w:rPr>
          <w:rFonts w:ascii="Nudista" w:hAnsi="Nudista"/>
          <w:sz w:val="20"/>
        </w:rPr>
      </w:pPr>
      <w:r w:rsidRPr="00E461E0">
        <w:rPr>
          <w:rFonts w:ascii="Nudista" w:hAnsi="Nudista"/>
          <w:sz w:val="20"/>
        </w:rPr>
        <w:t>parcely registra C-KN č. 1388/28 s výmerou 228 m2, druh pozemku ostatná plocha</w:t>
      </w:r>
    </w:p>
    <w:p w14:paraId="1A1FDA55" w14:textId="77777777" w:rsidR="00E461E0" w:rsidRPr="00E461E0" w:rsidRDefault="00E461E0" w:rsidP="00E461E0">
      <w:pPr>
        <w:pStyle w:val="Bezriadkovania"/>
        <w:numPr>
          <w:ilvl w:val="0"/>
          <w:numId w:val="164"/>
        </w:numPr>
        <w:ind w:hanging="371"/>
        <w:jc w:val="both"/>
        <w:rPr>
          <w:rFonts w:ascii="Nudista" w:hAnsi="Nudista"/>
          <w:sz w:val="20"/>
        </w:rPr>
      </w:pPr>
      <w:r w:rsidRPr="00E461E0">
        <w:rPr>
          <w:rFonts w:ascii="Nudista" w:hAnsi="Nudista"/>
          <w:sz w:val="20"/>
        </w:rPr>
        <w:t>parcely registra C-KN č. 1388/29 s výmerou 686 m2, druh pozemku ostatná plocha</w:t>
      </w:r>
    </w:p>
    <w:p w14:paraId="53079EAF" w14:textId="77777777" w:rsidR="00E461E0" w:rsidRPr="00E461E0" w:rsidRDefault="00E461E0" w:rsidP="00E461E0">
      <w:pPr>
        <w:pStyle w:val="Bezriadkovania"/>
        <w:numPr>
          <w:ilvl w:val="0"/>
          <w:numId w:val="164"/>
        </w:numPr>
        <w:jc w:val="both"/>
        <w:rPr>
          <w:rFonts w:ascii="Nudista" w:hAnsi="Nudista"/>
          <w:sz w:val="20"/>
        </w:rPr>
      </w:pPr>
      <w:r w:rsidRPr="00E461E0">
        <w:rPr>
          <w:rFonts w:ascii="Nudista" w:hAnsi="Nudista"/>
          <w:sz w:val="20"/>
        </w:rPr>
        <w:t>parcely registra C-KN č. 1388/30 s výmerou 1079 m2, druh pozemku ostatná plocha</w:t>
      </w:r>
    </w:p>
    <w:p w14:paraId="1D0F6E6B" w14:textId="77777777" w:rsidR="00E461E0" w:rsidRDefault="00E461E0" w:rsidP="00E461E0">
      <w:pPr>
        <w:pStyle w:val="Bezriadkovania"/>
        <w:jc w:val="both"/>
        <w:rPr>
          <w:rFonts w:ascii="Nudista" w:hAnsi="Nudista"/>
          <w:sz w:val="20"/>
        </w:rPr>
      </w:pPr>
    </w:p>
    <w:p w14:paraId="705ACFBF" w14:textId="1E1F6579" w:rsidR="00CD1EF0" w:rsidRDefault="00615889" w:rsidP="00661259">
      <w:pPr>
        <w:pStyle w:val="Bezriadkovania"/>
        <w:rPr>
          <w:rFonts w:ascii="Nudista" w:eastAsia="Proba Pro" w:hAnsi="Nudista" w:cs="Proba Pro"/>
          <w:bCs/>
          <w:sz w:val="20"/>
        </w:rPr>
      </w:pPr>
      <w:r>
        <w:rPr>
          <w:rFonts w:ascii="Nudista" w:eastAsia="Proba Pro" w:hAnsi="Nudista" w:cs="Proba Pro"/>
          <w:bCs/>
          <w:sz w:val="20"/>
        </w:rPr>
        <w:t>Zobrazenie miesta uskladnenia č. 2  je priložené ako príloha č. 1 B k týmto Podkladom k zákazke.</w:t>
      </w:r>
    </w:p>
    <w:p w14:paraId="0BA6CA3B" w14:textId="77777777" w:rsidR="00615889" w:rsidRPr="0082123D" w:rsidRDefault="00615889" w:rsidP="00661259">
      <w:pPr>
        <w:pStyle w:val="Bezriadkovania"/>
        <w:rPr>
          <w:rFonts w:ascii="Nudista" w:eastAsia="Proba Pro" w:hAnsi="Nudista" w:cs="Proba Pro"/>
          <w:bCs/>
          <w:sz w:val="20"/>
        </w:rPr>
      </w:pPr>
    </w:p>
    <w:p w14:paraId="2BB95713" w14:textId="77777777" w:rsidR="00661259" w:rsidRPr="0082123D" w:rsidRDefault="00661259" w:rsidP="00661259">
      <w:pPr>
        <w:rPr>
          <w:rFonts w:ascii="Nudista" w:eastAsia="Times New Roman" w:hAnsi="Nudista" w:cs="Arial"/>
          <w:b/>
          <w:bCs/>
          <w:color w:val="222222"/>
          <w:sz w:val="20"/>
          <w:szCs w:val="20"/>
          <w:u w:val="single"/>
          <w:lang w:eastAsia="sk-SK"/>
        </w:rPr>
      </w:pPr>
      <w:r w:rsidRPr="0082123D">
        <w:rPr>
          <w:rFonts w:ascii="Nudista" w:eastAsia="Times New Roman" w:hAnsi="Nudista" w:cs="Arial"/>
          <w:b/>
          <w:bCs/>
          <w:color w:val="222222"/>
          <w:sz w:val="20"/>
          <w:szCs w:val="20"/>
          <w:u w:val="single"/>
          <w:lang w:eastAsia="sk-SK"/>
        </w:rPr>
        <w:t>Miesto nakladania zeminy:</w:t>
      </w:r>
    </w:p>
    <w:p w14:paraId="004E3671" w14:textId="77777777" w:rsidR="00661259" w:rsidRPr="0082123D" w:rsidRDefault="00661259" w:rsidP="00661259">
      <w:pPr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538B4BEA" w14:textId="77777777" w:rsidR="00661259" w:rsidRPr="0082123D" w:rsidRDefault="00661259" w:rsidP="00661259">
      <w:pPr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82123D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Adresa: Košická futbalová aréna, Pri prachárni 13, 040 11 Košice</w:t>
      </w:r>
    </w:p>
    <w:p w14:paraId="21EC3910" w14:textId="77777777" w:rsidR="00661259" w:rsidRPr="0082123D" w:rsidRDefault="00661259" w:rsidP="00661259">
      <w:pPr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7E55CFA2" w14:textId="55563221" w:rsidR="00661259" w:rsidRPr="0082123D" w:rsidRDefault="00661259" w:rsidP="00661259">
      <w:pPr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82123D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Nehnuteľnosť nachádzajúca sa v katastrálnom území Južné Mesto, obec Košice – Juh, okres Košice IV, zapísaných na liste vlastníctva č. 11650 vedenom Okresným úradom Košice, katastrálnym odborom a to pozemok - parcela registra C-KN č. 501/632 s výmerou 14</w:t>
      </w:r>
      <w:r w:rsidR="001801B6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</w:t>
      </w:r>
      <w:r w:rsidRPr="0082123D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546 m2, druh pozemku zastavaná plocha a nádvorie</w:t>
      </w:r>
    </w:p>
    <w:p w14:paraId="3D0B7C3A" w14:textId="77777777" w:rsidR="00661259" w:rsidRPr="0082123D" w:rsidRDefault="00661259" w:rsidP="00661259">
      <w:pPr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6AAA0915" w14:textId="77777777" w:rsidR="005E7CE5" w:rsidRPr="0082123D" w:rsidRDefault="00661259" w:rsidP="00661259">
      <w:pPr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82123D">
        <w:rPr>
          <w:rFonts w:ascii="Nudista" w:eastAsia="Times New Roman" w:hAnsi="Nudista" w:cs="Arial"/>
          <w:b/>
          <w:bCs/>
          <w:color w:val="222222"/>
          <w:sz w:val="20"/>
          <w:szCs w:val="20"/>
          <w:u w:val="single"/>
          <w:lang w:eastAsia="sk-SK"/>
        </w:rPr>
        <w:t>Miesto vykladania zeminy</w:t>
      </w:r>
      <w:r w:rsidRPr="0082123D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:</w:t>
      </w:r>
      <w:r w:rsidR="005E7CE5" w:rsidRPr="0082123D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</w:t>
      </w:r>
    </w:p>
    <w:p w14:paraId="7CA99901" w14:textId="2247C65A" w:rsidR="00661259" w:rsidRPr="0082123D" w:rsidRDefault="005E7CE5" w:rsidP="00661259">
      <w:pPr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82123D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podľa bodu 1) a 2) vyššie tejto prílohy č. 1 </w:t>
      </w:r>
      <w:r w:rsidR="0022215A" w:rsidRPr="0082123D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Opis predmetu zákazky</w:t>
      </w:r>
      <w:r w:rsidRPr="0082123D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.</w:t>
      </w:r>
    </w:p>
    <w:p w14:paraId="115FB6B3" w14:textId="77777777" w:rsidR="00661259" w:rsidRPr="0082123D" w:rsidRDefault="00661259" w:rsidP="00661259">
      <w:pPr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25A7FE21" w14:textId="77777777" w:rsidR="00661259" w:rsidRPr="0082123D" w:rsidRDefault="00661259" w:rsidP="00661259">
      <w:pPr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</w:pPr>
      <w:r w:rsidRPr="0082123D">
        <w:rPr>
          <w:rFonts w:ascii="Nudista" w:eastAsia="Times New Roman" w:hAnsi="Nudista" w:cs="Arial"/>
          <w:b/>
          <w:bCs/>
          <w:color w:val="auto"/>
          <w:sz w:val="20"/>
          <w:szCs w:val="20"/>
          <w:u w:val="single"/>
          <w:shd w:val="clear" w:color="auto" w:fill="FFFFFF"/>
          <w:lang w:eastAsia="sk-SK"/>
        </w:rPr>
        <w:t>L</w:t>
      </w:r>
      <w:r w:rsidR="00C57EA6" w:rsidRPr="0082123D">
        <w:rPr>
          <w:rFonts w:ascii="Nudista" w:eastAsia="Times New Roman" w:hAnsi="Nudista" w:cs="Arial"/>
          <w:b/>
          <w:bCs/>
          <w:color w:val="auto"/>
          <w:sz w:val="20"/>
          <w:szCs w:val="20"/>
          <w:u w:val="single"/>
          <w:shd w:val="clear" w:color="auto" w:fill="FFFFFF"/>
          <w:lang w:eastAsia="sk-SK"/>
        </w:rPr>
        <w:t>ehot</w:t>
      </w:r>
      <w:r w:rsidRPr="0082123D">
        <w:rPr>
          <w:rFonts w:ascii="Nudista" w:eastAsia="Times New Roman" w:hAnsi="Nudista" w:cs="Arial"/>
          <w:b/>
          <w:bCs/>
          <w:color w:val="auto"/>
          <w:sz w:val="20"/>
          <w:szCs w:val="20"/>
          <w:u w:val="single"/>
          <w:shd w:val="clear" w:color="auto" w:fill="FFFFFF"/>
          <w:lang w:eastAsia="sk-SK"/>
        </w:rPr>
        <w:t>a</w:t>
      </w:r>
      <w:r w:rsidR="00C57EA6" w:rsidRPr="0082123D">
        <w:rPr>
          <w:rFonts w:ascii="Nudista" w:eastAsia="Times New Roman" w:hAnsi="Nudista" w:cs="Arial"/>
          <w:b/>
          <w:bCs/>
          <w:color w:val="auto"/>
          <w:sz w:val="20"/>
          <w:szCs w:val="20"/>
          <w:u w:val="single"/>
          <w:shd w:val="clear" w:color="auto" w:fill="FFFFFF"/>
          <w:lang w:eastAsia="sk-SK"/>
        </w:rPr>
        <w:t xml:space="preserve"> dodania (poskytnutia služby):</w:t>
      </w:r>
      <w:r w:rsidR="00C57EA6" w:rsidRPr="0082123D"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  <w:t xml:space="preserve"> </w:t>
      </w:r>
    </w:p>
    <w:p w14:paraId="631C9C19" w14:textId="09D1ADD1" w:rsidR="001B1C49" w:rsidRPr="0082123D" w:rsidRDefault="00C57EA6" w:rsidP="001B1C49">
      <w:pPr>
        <w:pStyle w:val="Nadpis3"/>
        <w:keepNext w:val="0"/>
        <w:keepLines w:val="0"/>
        <w:numPr>
          <w:ilvl w:val="0"/>
          <w:numId w:val="165"/>
        </w:numPr>
        <w:spacing w:after="120"/>
        <w:jc w:val="both"/>
        <w:rPr>
          <w:rFonts w:ascii="Nudista" w:hAnsi="Nudista"/>
          <w:color w:val="auto"/>
          <w:szCs w:val="20"/>
        </w:rPr>
      </w:pPr>
      <w:r w:rsidRPr="001B1C49">
        <w:rPr>
          <w:rFonts w:ascii="Nudista" w:hAnsi="Nudista" w:cs="Arial"/>
          <w:shd w:val="clear" w:color="auto" w:fill="FFFFFF"/>
        </w:rPr>
        <w:t xml:space="preserve">najneskôr do 30 dní </w:t>
      </w:r>
      <w:r w:rsidR="001B1C49" w:rsidRPr="0082123D">
        <w:rPr>
          <w:rFonts w:ascii="Nudista" w:hAnsi="Nudista"/>
          <w:color w:val="auto"/>
          <w:szCs w:val="20"/>
        </w:rPr>
        <w:t xml:space="preserve">odo dňa </w:t>
      </w:r>
      <w:r w:rsidR="001B1C49">
        <w:rPr>
          <w:rFonts w:ascii="Nudista" w:hAnsi="Nudista"/>
          <w:color w:val="auto"/>
          <w:szCs w:val="20"/>
        </w:rPr>
        <w:t>vystavenia objednávky v </w:t>
      </w:r>
      <w:proofErr w:type="spellStart"/>
      <w:r w:rsidR="001B1C49">
        <w:rPr>
          <w:rFonts w:ascii="Nudista" w:hAnsi="Nudista"/>
          <w:color w:val="auto"/>
          <w:szCs w:val="20"/>
        </w:rPr>
        <w:t>zmylse</w:t>
      </w:r>
      <w:proofErr w:type="spellEnd"/>
      <w:r w:rsidR="001B1C49">
        <w:rPr>
          <w:rFonts w:ascii="Nudista" w:hAnsi="Nudista"/>
          <w:color w:val="auto"/>
          <w:szCs w:val="20"/>
        </w:rPr>
        <w:t xml:space="preserve"> </w:t>
      </w:r>
      <w:r w:rsidR="001B1C49" w:rsidRPr="0082123D">
        <w:rPr>
          <w:rFonts w:ascii="Nudista" w:hAnsi="Nudista"/>
          <w:color w:val="auto"/>
          <w:szCs w:val="20"/>
        </w:rPr>
        <w:t>zmluvy, ktorá bude výsledkom tohto obstarania zákazky</w:t>
      </w:r>
      <w:r w:rsidR="001B1C49">
        <w:rPr>
          <w:rFonts w:ascii="Nudista" w:hAnsi="Nudista"/>
          <w:color w:val="auto"/>
          <w:szCs w:val="20"/>
        </w:rPr>
        <w:t>.</w:t>
      </w:r>
    </w:p>
    <w:p w14:paraId="4F69BA19" w14:textId="5B9D601E" w:rsidR="001865D3" w:rsidRPr="001B1C49" w:rsidRDefault="001865D3" w:rsidP="001B1C49">
      <w:pPr>
        <w:pStyle w:val="Odsekzoznamu"/>
        <w:rPr>
          <w:rFonts w:ascii="Nudista" w:hAnsi="Nudista" w:cs="Arial"/>
          <w:b/>
          <w:bCs/>
          <w:shd w:val="clear" w:color="auto" w:fill="FFFFFF"/>
        </w:rPr>
      </w:pPr>
    </w:p>
    <w:p w14:paraId="4830B4A3" w14:textId="139ED54E" w:rsidR="001865D3" w:rsidRPr="00566334" w:rsidRDefault="001865D3" w:rsidP="001865D3">
      <w:pPr>
        <w:rPr>
          <w:rFonts w:ascii="Nudista" w:eastAsia="Times New Roman" w:hAnsi="Nudista" w:cs="Arial"/>
          <w:b/>
          <w:bCs/>
          <w:color w:val="auto"/>
          <w:sz w:val="20"/>
          <w:szCs w:val="20"/>
          <w:u w:val="single"/>
          <w:shd w:val="clear" w:color="auto" w:fill="FFFFFF"/>
          <w:lang w:eastAsia="sk-SK"/>
        </w:rPr>
      </w:pPr>
      <w:r w:rsidRPr="00AD409A">
        <w:rPr>
          <w:rFonts w:ascii="Nudista" w:eastAsia="Times New Roman" w:hAnsi="Nudista" w:cs="Arial"/>
          <w:b/>
          <w:bCs/>
          <w:color w:val="auto"/>
          <w:sz w:val="20"/>
          <w:szCs w:val="20"/>
          <w:u w:val="single"/>
          <w:shd w:val="clear" w:color="auto" w:fill="FFFFFF"/>
          <w:lang w:eastAsia="sk-SK"/>
        </w:rPr>
        <w:t>Ďalšie podmienky realizácie zákazky:</w:t>
      </w:r>
    </w:p>
    <w:p w14:paraId="02EE8632" w14:textId="77777777" w:rsidR="001865D3" w:rsidRPr="00566334" w:rsidRDefault="001865D3" w:rsidP="001865D3">
      <w:pPr>
        <w:rPr>
          <w:rFonts w:ascii="Nudista" w:eastAsia="Times New Roman" w:hAnsi="Nudista" w:cs="Arial"/>
          <w:b/>
          <w:bCs/>
          <w:color w:val="auto"/>
          <w:sz w:val="20"/>
          <w:szCs w:val="20"/>
          <w:u w:val="single"/>
          <w:shd w:val="clear" w:color="auto" w:fill="FFFFFF"/>
          <w:lang w:eastAsia="sk-SK"/>
        </w:rPr>
      </w:pPr>
    </w:p>
    <w:p w14:paraId="10B0DAD8" w14:textId="441B2A87" w:rsidR="00D62656" w:rsidRPr="00566334" w:rsidRDefault="00D62656" w:rsidP="00D62656">
      <w:pPr>
        <w:jc w:val="both"/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</w:pPr>
      <w:r w:rsidRPr="00566334"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  <w:lastRenderedPageBreak/>
        <w:t>Verejný obstarávateľ požaduje, aby mal uchádzač na realizáciu predmetu zákazky zabezpečenú dostatočnú kapacitu vozového parku a techniky a to:</w:t>
      </w:r>
    </w:p>
    <w:p w14:paraId="6BC85C85" w14:textId="77777777" w:rsidR="00D62656" w:rsidRPr="00566334" w:rsidRDefault="00D62656" w:rsidP="00D62656">
      <w:pPr>
        <w:jc w:val="both"/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</w:pPr>
    </w:p>
    <w:p w14:paraId="0092422C" w14:textId="644A699A" w:rsidR="00D62656" w:rsidRPr="00566334" w:rsidRDefault="00D62656" w:rsidP="00E461E0">
      <w:pPr>
        <w:pStyle w:val="Odsekzoznamu"/>
        <w:numPr>
          <w:ilvl w:val="0"/>
          <w:numId w:val="161"/>
        </w:numPr>
        <w:jc w:val="both"/>
        <w:rPr>
          <w:rFonts w:ascii="Nudista" w:hAnsi="Nudista" w:cs="Arial"/>
          <w:shd w:val="clear" w:color="auto" w:fill="FFFFFF"/>
        </w:rPr>
      </w:pPr>
      <w:r w:rsidRPr="00566334">
        <w:rPr>
          <w:rFonts w:ascii="Nudista" w:hAnsi="Nudista" w:cs="Arial"/>
          <w:shd w:val="clear" w:color="auto" w:fill="FFFFFF"/>
        </w:rPr>
        <w:t>min. 1 ks pásové rýpadlo/bager pásový</w:t>
      </w:r>
    </w:p>
    <w:p w14:paraId="06013C2C" w14:textId="77777777" w:rsidR="00D62656" w:rsidRPr="00566334" w:rsidRDefault="00D62656" w:rsidP="00D62656">
      <w:pPr>
        <w:jc w:val="both"/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</w:pPr>
    </w:p>
    <w:p w14:paraId="786E2193" w14:textId="0E5AD709" w:rsidR="00D62656" w:rsidRPr="00566334" w:rsidRDefault="00D62656" w:rsidP="00E461E0">
      <w:pPr>
        <w:pStyle w:val="Odsekzoznamu"/>
        <w:numPr>
          <w:ilvl w:val="0"/>
          <w:numId w:val="161"/>
        </w:numPr>
        <w:jc w:val="both"/>
        <w:rPr>
          <w:rFonts w:ascii="Nudista" w:hAnsi="Nudista" w:cs="Arial"/>
          <w:shd w:val="clear" w:color="auto" w:fill="FFFFFF"/>
        </w:rPr>
      </w:pPr>
      <w:r w:rsidRPr="00566334">
        <w:rPr>
          <w:rFonts w:ascii="Nudista" w:hAnsi="Nudista" w:cs="Arial"/>
          <w:shd w:val="clear" w:color="auto" w:fill="FFFFFF"/>
        </w:rPr>
        <w:t xml:space="preserve">min. 1 ks </w:t>
      </w:r>
      <w:proofErr w:type="spellStart"/>
      <w:r w:rsidRPr="00566334">
        <w:rPr>
          <w:rFonts w:ascii="Nudista" w:hAnsi="Nudista" w:cs="Arial"/>
          <w:shd w:val="clear" w:color="auto" w:fill="FFFFFF"/>
        </w:rPr>
        <w:t>traktorbager</w:t>
      </w:r>
      <w:proofErr w:type="spellEnd"/>
    </w:p>
    <w:p w14:paraId="340AF594" w14:textId="77777777" w:rsidR="00D62656" w:rsidRPr="00566334" w:rsidRDefault="00D62656" w:rsidP="00D62656">
      <w:pPr>
        <w:jc w:val="both"/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</w:pPr>
    </w:p>
    <w:p w14:paraId="39CF45DA" w14:textId="006ECF7B" w:rsidR="00D62656" w:rsidRPr="00566334" w:rsidRDefault="00D62656" w:rsidP="00E461E0">
      <w:pPr>
        <w:pStyle w:val="Odsekzoznamu"/>
        <w:numPr>
          <w:ilvl w:val="0"/>
          <w:numId w:val="161"/>
        </w:numPr>
        <w:jc w:val="both"/>
        <w:rPr>
          <w:rFonts w:ascii="Nudista" w:hAnsi="Nudista" w:cs="Arial"/>
          <w:shd w:val="clear" w:color="auto" w:fill="FFFFFF"/>
        </w:rPr>
      </w:pPr>
      <w:r w:rsidRPr="00566334">
        <w:rPr>
          <w:rFonts w:ascii="Nudista" w:hAnsi="Nudista" w:cs="Arial"/>
          <w:shd w:val="clear" w:color="auto" w:fill="FFFFFF"/>
        </w:rPr>
        <w:t>min. 10 ks vyklápacie nákladné vozidlá 8-kolesové (</w:t>
      </w:r>
      <w:proofErr w:type="spellStart"/>
      <w:r w:rsidRPr="00566334">
        <w:rPr>
          <w:rFonts w:ascii="Nudista" w:hAnsi="Nudista" w:cs="Arial"/>
          <w:shd w:val="clear" w:color="auto" w:fill="FFFFFF"/>
        </w:rPr>
        <w:t>štvornáprahové</w:t>
      </w:r>
      <w:proofErr w:type="spellEnd"/>
      <w:r w:rsidRPr="00566334">
        <w:rPr>
          <w:rFonts w:ascii="Nudista" w:hAnsi="Nudista" w:cs="Arial"/>
          <w:shd w:val="clear" w:color="auto" w:fill="FFFFFF"/>
        </w:rPr>
        <w:t xml:space="preserve"> nákladné vozidlá  o kapacite 12-15 m3).</w:t>
      </w:r>
    </w:p>
    <w:p w14:paraId="3BF4A08B" w14:textId="7403332D" w:rsidR="00D62656" w:rsidRPr="00566334" w:rsidRDefault="00D62656" w:rsidP="00D62656">
      <w:pPr>
        <w:jc w:val="both"/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</w:pPr>
      <w:r w:rsidRPr="00566334"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  <w:t xml:space="preserve"> </w:t>
      </w:r>
    </w:p>
    <w:p w14:paraId="65E72AB8" w14:textId="21EFD21C" w:rsidR="001B1C49" w:rsidRPr="001B1C49" w:rsidRDefault="001B1C49" w:rsidP="001B1C49">
      <w:pPr>
        <w:pStyle w:val="Bezriadkovania"/>
        <w:jc w:val="both"/>
        <w:rPr>
          <w:rFonts w:ascii="Nudista" w:hAnsi="Nudista"/>
          <w:b/>
          <w:bCs/>
          <w:sz w:val="20"/>
        </w:rPr>
      </w:pPr>
      <w:r w:rsidRPr="001B1C49">
        <w:rPr>
          <w:rFonts w:ascii="Nudista" w:hAnsi="Nudista"/>
          <w:b/>
          <w:bCs/>
          <w:sz w:val="20"/>
        </w:rPr>
        <w:t xml:space="preserve">Ďalšie podmienky a špecifikácia predmetu plnenia </w:t>
      </w:r>
      <w:r w:rsidR="007F47B6">
        <w:rPr>
          <w:rFonts w:ascii="Nudista" w:hAnsi="Nudista"/>
          <w:b/>
          <w:bCs/>
          <w:sz w:val="20"/>
        </w:rPr>
        <w:t>sú</w:t>
      </w:r>
      <w:r w:rsidRPr="001B1C49">
        <w:rPr>
          <w:rFonts w:ascii="Nudista" w:hAnsi="Nudista"/>
          <w:b/>
          <w:bCs/>
          <w:sz w:val="20"/>
        </w:rPr>
        <w:t xml:space="preserve"> uveden</w:t>
      </w:r>
      <w:r w:rsidR="007F47B6">
        <w:rPr>
          <w:rFonts w:ascii="Nudista" w:hAnsi="Nudista"/>
          <w:b/>
          <w:bCs/>
          <w:sz w:val="20"/>
        </w:rPr>
        <w:t>é</w:t>
      </w:r>
      <w:r w:rsidRPr="001B1C49">
        <w:rPr>
          <w:rFonts w:ascii="Nudista" w:hAnsi="Nudista"/>
          <w:b/>
          <w:bCs/>
          <w:sz w:val="20"/>
        </w:rPr>
        <w:t xml:space="preserve"> v návrhu zmluvy, ktorá tvorí prílohu č. 7 k</w:t>
      </w:r>
      <w:r w:rsidR="004142A9">
        <w:rPr>
          <w:rFonts w:ascii="Nudista" w:hAnsi="Nudista"/>
          <w:b/>
          <w:bCs/>
          <w:sz w:val="20"/>
        </w:rPr>
        <w:t> </w:t>
      </w:r>
      <w:r w:rsidRPr="001B1C49">
        <w:rPr>
          <w:rFonts w:ascii="Nudista" w:hAnsi="Nudista"/>
          <w:b/>
          <w:bCs/>
          <w:sz w:val="20"/>
        </w:rPr>
        <w:t>t</w:t>
      </w:r>
      <w:r w:rsidR="004142A9">
        <w:rPr>
          <w:rFonts w:ascii="Nudista" w:hAnsi="Nudista"/>
          <w:b/>
          <w:bCs/>
          <w:sz w:val="20"/>
        </w:rPr>
        <w:t>ýmto podkladom k zákazke.</w:t>
      </w:r>
      <w:r w:rsidRPr="001B1C49">
        <w:rPr>
          <w:rFonts w:ascii="Nudista" w:hAnsi="Nudista"/>
          <w:b/>
          <w:bCs/>
          <w:sz w:val="20"/>
        </w:rPr>
        <w:t xml:space="preserve"> </w:t>
      </w:r>
    </w:p>
    <w:p w14:paraId="4F5DB27C" w14:textId="1E37CC09" w:rsidR="005E7CE5" w:rsidRPr="0082123D" w:rsidRDefault="005E7CE5" w:rsidP="00F81740">
      <w:pPr>
        <w:jc w:val="both"/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</w:pPr>
      <w:r w:rsidRPr="0082123D"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  <w:br w:type="page"/>
      </w:r>
    </w:p>
    <w:p w14:paraId="4690DFA2" w14:textId="4B228FB7" w:rsidR="005E7CE5" w:rsidRPr="0082123D" w:rsidRDefault="005E7CE5" w:rsidP="00661259">
      <w:pPr>
        <w:rPr>
          <w:rFonts w:ascii="Nudista" w:eastAsia="Times New Roman" w:hAnsi="Nudista" w:cs="Arial"/>
          <w:b/>
          <w:bCs/>
          <w:color w:val="auto"/>
          <w:sz w:val="20"/>
          <w:szCs w:val="20"/>
          <w:shd w:val="clear" w:color="auto" w:fill="FFFFFF"/>
          <w:lang w:eastAsia="sk-SK"/>
        </w:rPr>
      </w:pPr>
      <w:r w:rsidRPr="0082123D">
        <w:rPr>
          <w:rFonts w:ascii="Nudista" w:eastAsia="Times New Roman" w:hAnsi="Nudista" w:cs="Arial"/>
          <w:b/>
          <w:bCs/>
          <w:color w:val="auto"/>
          <w:sz w:val="20"/>
          <w:szCs w:val="20"/>
          <w:shd w:val="clear" w:color="auto" w:fill="FFFFFF"/>
          <w:lang w:eastAsia="sk-SK"/>
        </w:rPr>
        <w:lastRenderedPageBreak/>
        <w:t>Príloha č. 2</w:t>
      </w:r>
      <w:r w:rsidR="00CD1EF0" w:rsidRPr="0082123D">
        <w:rPr>
          <w:rFonts w:ascii="Nudista" w:eastAsia="Proba Pro" w:hAnsi="Nudista" w:cs="Proba Pro"/>
          <w:bCs/>
          <w:sz w:val="20"/>
          <w:szCs w:val="20"/>
        </w:rPr>
        <w:t xml:space="preserve"> </w:t>
      </w:r>
      <w:r w:rsidR="00CD1EF0" w:rsidRPr="007F47B6">
        <w:rPr>
          <w:rFonts w:ascii="Nudista" w:eastAsia="Proba Pro" w:hAnsi="Nudista" w:cs="Proba Pro"/>
          <w:b/>
          <w:sz w:val="20"/>
          <w:szCs w:val="20"/>
        </w:rPr>
        <w:t>Projektové zameranie zeminy</w:t>
      </w:r>
    </w:p>
    <w:p w14:paraId="23C2E842" w14:textId="77777777" w:rsidR="00CD1EF0" w:rsidRPr="0082123D" w:rsidRDefault="00CD1EF0">
      <w:pPr>
        <w:rPr>
          <w:rFonts w:ascii="Nudista" w:eastAsia="Proba Pro" w:hAnsi="Nudista" w:cs="Proba Pro"/>
          <w:bCs/>
          <w:sz w:val="20"/>
          <w:szCs w:val="20"/>
        </w:rPr>
      </w:pPr>
    </w:p>
    <w:p w14:paraId="36ED6063" w14:textId="6D5C969E" w:rsidR="005E7CE5" w:rsidRPr="007F47B6" w:rsidRDefault="00CD1EF0">
      <w:pPr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</w:pPr>
      <w:r w:rsidRPr="007F47B6">
        <w:rPr>
          <w:rFonts w:ascii="Nudista" w:eastAsia="Proba Pro" w:hAnsi="Nudista" w:cs="Proba Pro"/>
          <w:bCs/>
          <w:sz w:val="20"/>
          <w:szCs w:val="20"/>
        </w:rPr>
        <w:t>Projektové zameranie zeminy</w:t>
      </w:r>
      <w:r w:rsidRPr="007F47B6"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  <w:t xml:space="preserve"> tvorí samostatnú prílohu </w:t>
      </w:r>
      <w:r w:rsidR="007D3B8F" w:rsidRPr="007F47B6"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  <w:t xml:space="preserve">č. 2 </w:t>
      </w:r>
      <w:r w:rsidRPr="007F47B6"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  <w:t xml:space="preserve">vo formáte </w:t>
      </w:r>
      <w:proofErr w:type="spellStart"/>
      <w:r w:rsidRPr="007F47B6"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  <w:t>pdf</w:t>
      </w:r>
      <w:proofErr w:type="spellEnd"/>
      <w:r w:rsidRPr="007F47B6"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  <w:t>.</w:t>
      </w:r>
      <w:r w:rsidR="005E7CE5" w:rsidRPr="007F47B6"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  <w:br w:type="page"/>
      </w:r>
    </w:p>
    <w:p w14:paraId="76EBE019" w14:textId="4B978C22" w:rsidR="005E7CE5" w:rsidRPr="0082123D" w:rsidRDefault="005E7CE5" w:rsidP="005E7CE5">
      <w:pPr>
        <w:widowControl w:val="0"/>
        <w:rPr>
          <w:rFonts w:ascii="Nudista" w:hAnsi="Nudista" w:cs="Arial"/>
          <w:b/>
          <w:sz w:val="20"/>
          <w:szCs w:val="20"/>
        </w:rPr>
      </w:pPr>
      <w:r w:rsidRPr="0082123D">
        <w:rPr>
          <w:rFonts w:ascii="Nudista" w:eastAsia="Times New Roman" w:hAnsi="Nudista" w:cs="Arial"/>
          <w:b/>
          <w:bCs/>
          <w:color w:val="auto"/>
          <w:sz w:val="20"/>
          <w:szCs w:val="20"/>
          <w:shd w:val="clear" w:color="auto" w:fill="FFFFFF"/>
          <w:lang w:eastAsia="sk-SK"/>
        </w:rPr>
        <w:lastRenderedPageBreak/>
        <w:t>Príloha č. 3</w:t>
      </w:r>
      <w:r w:rsidRPr="0082123D"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  <w:t xml:space="preserve"> </w:t>
      </w:r>
      <w:r w:rsidRPr="0082123D">
        <w:rPr>
          <w:rFonts w:ascii="Nudista" w:hAnsi="Nudista" w:cs="Arial"/>
          <w:b/>
          <w:sz w:val="20"/>
          <w:szCs w:val="20"/>
        </w:rPr>
        <w:t xml:space="preserve">Návrh na plnenie kritérií  </w:t>
      </w:r>
    </w:p>
    <w:p w14:paraId="0FE7C9D9" w14:textId="77777777" w:rsidR="005E7CE5" w:rsidRPr="0082123D" w:rsidRDefault="005E7CE5" w:rsidP="005E7CE5">
      <w:pPr>
        <w:widowControl w:val="0"/>
        <w:rPr>
          <w:rFonts w:ascii="Nudista" w:hAnsi="Nudista"/>
          <w:bCs/>
          <w:i/>
          <w:noProof/>
          <w:sz w:val="20"/>
          <w:szCs w:val="20"/>
        </w:rPr>
      </w:pPr>
    </w:p>
    <w:p w14:paraId="520121FB" w14:textId="4A3746F9" w:rsidR="005E7CE5" w:rsidRPr="0082123D" w:rsidRDefault="005E7CE5" w:rsidP="005E7CE5">
      <w:pPr>
        <w:widowControl w:val="0"/>
        <w:jc w:val="center"/>
        <w:rPr>
          <w:rFonts w:ascii="Nudista" w:eastAsia="Proba Pro" w:hAnsi="Nudista" w:cs="Proba Pro"/>
          <w:b/>
          <w:sz w:val="20"/>
          <w:szCs w:val="20"/>
        </w:rPr>
      </w:pPr>
      <w:r w:rsidRPr="0082123D">
        <w:rPr>
          <w:rFonts w:ascii="Nudista" w:eastAsia="Proba Pro" w:hAnsi="Nudista" w:cs="Proba Pro"/>
          <w:b/>
          <w:sz w:val="20"/>
          <w:szCs w:val="20"/>
        </w:rPr>
        <w:t>NÁVRH NA PLNENIE KRITÉRIÍ</w:t>
      </w:r>
    </w:p>
    <w:p w14:paraId="45AAA0B0" w14:textId="77777777" w:rsidR="005E7CE5" w:rsidRPr="0082123D" w:rsidRDefault="005E7CE5" w:rsidP="005E7CE5">
      <w:pPr>
        <w:widowControl w:val="0"/>
        <w:jc w:val="center"/>
        <w:rPr>
          <w:rFonts w:ascii="Nudista" w:eastAsia="Proba Pro" w:hAnsi="Nudista" w:cs="Proba Pro"/>
          <w:b/>
          <w:sz w:val="20"/>
          <w:szCs w:val="20"/>
        </w:rPr>
      </w:pPr>
    </w:p>
    <w:p w14:paraId="1081809D" w14:textId="77777777" w:rsidR="005E7CE5" w:rsidRPr="0082123D" w:rsidRDefault="005E7CE5" w:rsidP="005E7CE5">
      <w:pPr>
        <w:widowControl w:val="0"/>
        <w:jc w:val="both"/>
        <w:rPr>
          <w:rFonts w:ascii="Nudista" w:eastAsia="Proba Pro" w:hAnsi="Nudista" w:cs="Proba Pro"/>
          <w:sz w:val="20"/>
          <w:szCs w:val="20"/>
        </w:rPr>
      </w:pPr>
      <w:r w:rsidRPr="0082123D">
        <w:rPr>
          <w:rFonts w:ascii="Nudista" w:eastAsia="Proba Pro" w:hAnsi="Nudista" w:cs="Proba Pro"/>
          <w:sz w:val="20"/>
          <w:szCs w:val="20"/>
        </w:rPr>
        <w:t xml:space="preserve">Ponuky sa budú vyhodnocovať na základe najnižšej celkovej ceny za predmet zákazky </w:t>
      </w:r>
      <w:r w:rsidRPr="0082123D">
        <w:rPr>
          <w:rFonts w:ascii="Nudista" w:eastAsia="Proba Pro" w:hAnsi="Nudista" w:cs="Proba Pro"/>
          <w:b/>
          <w:bCs/>
          <w:sz w:val="20"/>
          <w:szCs w:val="20"/>
        </w:rPr>
        <w:t xml:space="preserve">v EUR </w:t>
      </w:r>
      <w:r w:rsidRPr="0082123D">
        <w:rPr>
          <w:rFonts w:ascii="Nudista" w:eastAsia="Proba Pro" w:hAnsi="Nudista" w:cs="Proba Pro"/>
          <w:b/>
          <w:bCs/>
          <w:sz w:val="20"/>
          <w:szCs w:val="20"/>
          <w:u w:val="single"/>
        </w:rPr>
        <w:t>s DPH</w:t>
      </w:r>
      <w:r w:rsidRPr="0082123D">
        <w:rPr>
          <w:rFonts w:ascii="Nudista" w:eastAsia="Proba Pro" w:hAnsi="Nudista" w:cs="Proba Pro"/>
          <w:sz w:val="20"/>
          <w:szCs w:val="20"/>
        </w:rPr>
        <w:t>.</w:t>
      </w:r>
    </w:p>
    <w:p w14:paraId="532FC620" w14:textId="30D38C3F" w:rsidR="005E7CE5" w:rsidRPr="0082123D" w:rsidRDefault="005E7CE5" w:rsidP="005E7CE5">
      <w:pPr>
        <w:ind w:left="1701" w:hanging="1700"/>
        <w:jc w:val="both"/>
        <w:rPr>
          <w:rFonts w:ascii="Nudista" w:hAnsi="Nudista"/>
          <w:b/>
          <w:bCs/>
          <w:noProof/>
          <w:color w:val="000000"/>
          <w:sz w:val="20"/>
          <w:szCs w:val="20"/>
        </w:rPr>
      </w:pPr>
      <w:r w:rsidRPr="0082123D">
        <w:rPr>
          <w:rFonts w:ascii="Nudista" w:eastAsia="Proba Pro" w:hAnsi="Nudista" w:cs="Proba Pro"/>
          <w:color w:val="000000"/>
          <w:sz w:val="20"/>
          <w:szCs w:val="20"/>
        </w:rPr>
        <w:t xml:space="preserve">Predmet zákazky: </w:t>
      </w:r>
      <w:r w:rsidRPr="0082123D">
        <w:rPr>
          <w:rFonts w:ascii="Nudista" w:hAnsi="Nudista"/>
          <w:b/>
          <w:bCs/>
          <w:noProof/>
          <w:color w:val="000000"/>
          <w:sz w:val="20"/>
          <w:szCs w:val="20"/>
        </w:rPr>
        <w:t>„</w:t>
      </w:r>
      <w:r w:rsidR="00DF056B" w:rsidRPr="0082123D">
        <w:rPr>
          <w:rFonts w:ascii="Nudista" w:hAnsi="Nudista"/>
          <w:b/>
          <w:bCs/>
          <w:noProof/>
          <w:color w:val="000000"/>
          <w:sz w:val="20"/>
          <w:szCs w:val="20"/>
        </w:rPr>
        <w:t>Naloženie, odvoz a vykládka zeminy</w:t>
      </w:r>
      <w:r w:rsidRPr="0082123D">
        <w:rPr>
          <w:rFonts w:ascii="Nudista" w:hAnsi="Nudista"/>
          <w:b/>
          <w:bCs/>
          <w:noProof/>
          <w:color w:val="000000"/>
          <w:sz w:val="20"/>
          <w:szCs w:val="20"/>
        </w:rPr>
        <w:t>“</w:t>
      </w:r>
    </w:p>
    <w:p w14:paraId="6AD09137" w14:textId="77777777" w:rsidR="005E7CE5" w:rsidRPr="0082123D" w:rsidRDefault="005E7CE5" w:rsidP="005E7CE5">
      <w:pPr>
        <w:ind w:left="1701" w:hanging="1700"/>
        <w:jc w:val="both"/>
        <w:rPr>
          <w:rFonts w:ascii="Nudista" w:hAnsi="Nudista"/>
          <w:b/>
          <w:bCs/>
          <w:noProof/>
          <w:color w:val="000000"/>
          <w:sz w:val="20"/>
          <w:szCs w:val="20"/>
        </w:rPr>
      </w:pPr>
    </w:p>
    <w:p w14:paraId="5E5FD1C8" w14:textId="77777777" w:rsidR="005E7CE5" w:rsidRPr="0082123D" w:rsidRDefault="005E7CE5" w:rsidP="005E7CE5">
      <w:pPr>
        <w:ind w:left="1701" w:hanging="1700"/>
        <w:jc w:val="both"/>
        <w:rPr>
          <w:rFonts w:ascii="Nudista" w:hAnsi="Nudista"/>
          <w:b/>
          <w:bCs/>
          <w:noProof/>
          <w:color w:val="000000"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18"/>
        <w:gridCol w:w="2308"/>
        <w:gridCol w:w="2309"/>
      </w:tblGrid>
      <w:tr w:rsidR="005E7CE5" w:rsidRPr="0082123D" w14:paraId="4B7856C8" w14:textId="77777777" w:rsidTr="00956EC8">
        <w:trPr>
          <w:trHeight w:val="300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hideMark/>
          </w:tcPr>
          <w:p w14:paraId="1CFFC797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  <w:t>Obchodné meno uchádzača: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8AED8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i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  <w:t>[doplní uchádzač]</w:t>
            </w:r>
          </w:p>
        </w:tc>
      </w:tr>
      <w:tr w:rsidR="005E7CE5" w:rsidRPr="0082123D" w14:paraId="7937BB79" w14:textId="77777777" w:rsidTr="00956EC8">
        <w:trPr>
          <w:trHeight w:val="300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hideMark/>
          </w:tcPr>
          <w:p w14:paraId="62A606FA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  <w:t>Sídlo: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69A3C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i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i/>
                <w:sz w:val="20"/>
                <w:szCs w:val="20"/>
              </w:rPr>
              <w:t>[</w:t>
            </w:r>
            <w:r w:rsidRPr="0082123D"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  <w:t>doplní uchádzač]</w:t>
            </w:r>
          </w:p>
        </w:tc>
      </w:tr>
      <w:tr w:rsidR="005E7CE5" w:rsidRPr="0082123D" w14:paraId="2FD02D55" w14:textId="77777777" w:rsidTr="00956EC8">
        <w:trPr>
          <w:trHeight w:val="300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hideMark/>
          </w:tcPr>
          <w:p w14:paraId="6A1FFC54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  <w:t>IČO: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00797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i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i/>
                <w:sz w:val="20"/>
                <w:szCs w:val="20"/>
              </w:rPr>
              <w:t>[</w:t>
            </w:r>
            <w:r w:rsidRPr="0082123D"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  <w:t>doplní uchádzač]</w:t>
            </w:r>
          </w:p>
        </w:tc>
      </w:tr>
      <w:tr w:rsidR="005E7CE5" w:rsidRPr="0082123D" w14:paraId="24182358" w14:textId="77777777" w:rsidTr="00956EC8">
        <w:trPr>
          <w:trHeight w:val="300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hideMark/>
          </w:tcPr>
          <w:p w14:paraId="6067EAEC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  <w:t>DIČ: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C3FCC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i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  <w:t>[doplní uchádzač]</w:t>
            </w:r>
          </w:p>
        </w:tc>
      </w:tr>
      <w:tr w:rsidR="005E7CE5" w:rsidRPr="0082123D" w14:paraId="7F1F4855" w14:textId="77777777" w:rsidTr="00956EC8">
        <w:trPr>
          <w:trHeight w:val="300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hideMark/>
          </w:tcPr>
          <w:p w14:paraId="4D109D37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  <w:t>IČ DPH: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C344E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i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  <w:t>[doplní uchádzač</w:t>
            </w:r>
            <w:r w:rsidRPr="0082123D">
              <w:rPr>
                <w:rFonts w:ascii="Nudista" w:eastAsia="Proba Pro" w:hAnsi="Nudista" w:cs="Proba Pro"/>
                <w:i/>
                <w:sz w:val="20"/>
                <w:szCs w:val="20"/>
              </w:rPr>
              <w:t>]</w:t>
            </w:r>
          </w:p>
        </w:tc>
      </w:tr>
      <w:tr w:rsidR="005E7CE5" w:rsidRPr="0082123D" w14:paraId="76C87448" w14:textId="77777777" w:rsidTr="00956EC8">
        <w:trPr>
          <w:trHeight w:val="750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hideMark/>
          </w:tcPr>
          <w:p w14:paraId="6E26E754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5647E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sz w:val="20"/>
                <w:szCs w:val="20"/>
              </w:rPr>
              <w:t>áno</w:t>
            </w:r>
          </w:p>
          <w:sdt>
            <w:sdtPr>
              <w:rPr>
                <w:rFonts w:ascii="Nudista" w:eastAsia="Proba Pro" w:hAnsi="Nudista" w:cs="Proba Pro"/>
                <w:sz w:val="20"/>
                <w:szCs w:val="20"/>
              </w:rPr>
              <w:id w:val="-15092050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6D3407" w14:textId="77777777" w:rsidR="005E7CE5" w:rsidRPr="0082123D" w:rsidRDefault="005E7CE5" w:rsidP="00956EC8">
                <w:pPr>
                  <w:widowControl w:val="0"/>
                  <w:rPr>
                    <w:rFonts w:ascii="Nudista" w:eastAsia="Proba Pro" w:hAnsi="Nudista" w:cs="Proba Pro"/>
                    <w:sz w:val="20"/>
                    <w:szCs w:val="20"/>
                  </w:rPr>
                </w:pPr>
                <w:r w:rsidRPr="0082123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1CCDA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sz w:val="20"/>
                <w:szCs w:val="20"/>
              </w:rPr>
              <w:t>nie</w:t>
            </w:r>
          </w:p>
          <w:sdt>
            <w:sdtPr>
              <w:rPr>
                <w:rFonts w:ascii="Nudista" w:eastAsia="Proba Pro" w:hAnsi="Nudista" w:cs="Proba Pro"/>
                <w:sz w:val="20"/>
                <w:szCs w:val="20"/>
              </w:rPr>
              <w:id w:val="-235867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CCBF02" w14:textId="77777777" w:rsidR="005E7CE5" w:rsidRPr="0082123D" w:rsidRDefault="005E7CE5" w:rsidP="00956EC8">
                <w:pPr>
                  <w:widowControl w:val="0"/>
                  <w:rPr>
                    <w:rFonts w:ascii="Nudista" w:eastAsia="Proba Pro" w:hAnsi="Nudista" w:cs="Proba Pro"/>
                    <w:sz w:val="20"/>
                    <w:szCs w:val="20"/>
                  </w:rPr>
                </w:pPr>
                <w:r w:rsidRPr="0082123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5E7CE5" w:rsidRPr="0082123D" w14:paraId="5970F997" w14:textId="77777777" w:rsidTr="00956EC8">
        <w:trPr>
          <w:trHeight w:val="812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hideMark/>
          </w:tcPr>
          <w:p w14:paraId="0321F615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  <w:t>Kritérium na vyhodnotenie ponúk: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23EC" w14:textId="77777777" w:rsidR="005E7CE5" w:rsidRPr="0082123D" w:rsidRDefault="005E7CE5" w:rsidP="00956EC8">
            <w:pPr>
              <w:widowControl w:val="0"/>
              <w:rPr>
                <w:rFonts w:ascii="Nudista" w:eastAsia="Proba Pro" w:hAnsi="Nudista" w:cs="Proba Pro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sz w:val="20"/>
                <w:szCs w:val="20"/>
              </w:rPr>
              <w:t>Najnižšia celková cena predmetu zákazky v</w:t>
            </w:r>
            <w:r w:rsidRPr="0082123D">
              <w:rPr>
                <w:rFonts w:ascii="Nudista" w:eastAsia="Proba Pro" w:hAnsi="Nudista" w:cs="Calibri"/>
                <w:sz w:val="20"/>
                <w:szCs w:val="20"/>
              </w:rPr>
              <w:t> </w:t>
            </w:r>
            <w:r w:rsidRPr="0082123D">
              <w:rPr>
                <w:rFonts w:ascii="Nudista" w:eastAsia="Proba Pro" w:hAnsi="Nudista" w:cs="Proba Pro"/>
                <w:sz w:val="20"/>
                <w:szCs w:val="20"/>
              </w:rPr>
              <w:t>EUR s DPH.</w:t>
            </w:r>
          </w:p>
        </w:tc>
      </w:tr>
    </w:tbl>
    <w:p w14:paraId="5E23F311" w14:textId="77777777" w:rsidR="005E7CE5" w:rsidRPr="0082123D" w:rsidRDefault="005E7CE5" w:rsidP="005E7CE5">
      <w:pPr>
        <w:widowControl w:val="0"/>
        <w:rPr>
          <w:rFonts w:ascii="Nudista" w:eastAsia="Proba Pro" w:hAnsi="Nudista" w:cs="Proba Pro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6"/>
      </w:tblGrid>
      <w:tr w:rsidR="002C469A" w:rsidRPr="0082123D" w14:paraId="1AA178B3" w14:textId="77777777" w:rsidTr="002C469A">
        <w:trPr>
          <w:trHeight w:val="252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  <w:hideMark/>
          </w:tcPr>
          <w:p w14:paraId="2430AB85" w14:textId="77777777" w:rsidR="002C469A" w:rsidRPr="0082123D" w:rsidRDefault="002C469A" w:rsidP="00956EC8">
            <w:pPr>
              <w:widowControl w:val="0"/>
              <w:jc w:val="center"/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  <w:t>Názov kritéria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  <w:hideMark/>
          </w:tcPr>
          <w:p w14:paraId="3C441334" w14:textId="77777777" w:rsidR="002C469A" w:rsidRPr="0082123D" w:rsidRDefault="002C469A" w:rsidP="00956EC8">
            <w:pPr>
              <w:widowControl w:val="0"/>
              <w:jc w:val="center"/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color w:val="FFFFFF"/>
                <w:sz w:val="20"/>
                <w:szCs w:val="20"/>
              </w:rPr>
              <w:t>Návrh uchádzača</w:t>
            </w:r>
          </w:p>
        </w:tc>
      </w:tr>
      <w:tr w:rsidR="00002F91" w:rsidRPr="0082123D" w14:paraId="61948AE7" w14:textId="77777777" w:rsidTr="002C469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A160C" w14:textId="6D1E598B" w:rsidR="00002F91" w:rsidRPr="0082123D" w:rsidRDefault="00002F91" w:rsidP="00956EC8">
            <w:pPr>
              <w:widowControl w:val="0"/>
              <w:jc w:val="both"/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</w:pPr>
            <w:r w:rsidRPr="00002F91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 xml:space="preserve">Jednotková cena za prepravu výkopovej zeminy za jednu meter kubický (m3) výkopovej </w:t>
            </w:r>
            <w:r w:rsidRPr="00002F91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ab/>
              <w:t>zeminy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CC8E9" w14:textId="768C941E" w:rsidR="00002F91" w:rsidRPr="0082123D" w:rsidRDefault="00002F91" w:rsidP="00956EC8">
            <w:pPr>
              <w:widowControl w:val="0"/>
              <w:jc w:val="both"/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</w:pPr>
            <w:r w:rsidRPr="0082123D"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  <w:t>Doplniť kladné číslo zaokrúhlené na maximálne dve desatinné miesta]</w:t>
            </w:r>
          </w:p>
        </w:tc>
      </w:tr>
      <w:tr w:rsidR="002C469A" w:rsidRPr="0082123D" w14:paraId="26B9EFA5" w14:textId="77777777" w:rsidTr="002C469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C2A2DE" w14:textId="2ECB06F8" w:rsidR="002C469A" w:rsidRPr="0082123D" w:rsidRDefault="002C469A" w:rsidP="00956EC8">
            <w:pPr>
              <w:widowControl w:val="0"/>
              <w:jc w:val="both"/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>Celková cena za celý Predmet zákazky v EUR bez DPH</w:t>
            </w:r>
            <w:r w:rsidR="00002F91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 xml:space="preserve"> (cena za </w:t>
            </w:r>
            <w:r w:rsidR="00002F91" w:rsidRPr="00002F91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>30 525 m3</w:t>
            </w:r>
            <w:r w:rsidR="00002F91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>)</w:t>
            </w:r>
          </w:p>
          <w:p w14:paraId="3FA03774" w14:textId="20A7D5D2" w:rsidR="002C469A" w:rsidRPr="0082123D" w:rsidRDefault="002C469A" w:rsidP="00956EC8">
            <w:pPr>
              <w:widowControl w:val="0"/>
              <w:jc w:val="both"/>
              <w:rPr>
                <w:rFonts w:ascii="Nudista" w:eastAsia="Proba Pro" w:hAnsi="Nudista" w:cs="Proba Pro"/>
                <w:i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E87AC0" w14:textId="77777777" w:rsidR="002C469A" w:rsidRPr="0082123D" w:rsidRDefault="002C469A" w:rsidP="00956EC8">
            <w:pPr>
              <w:widowControl w:val="0"/>
              <w:jc w:val="both"/>
              <w:rPr>
                <w:rFonts w:ascii="Nudista" w:eastAsia="Proba Pro" w:hAnsi="Nudista" w:cs="Proba Pro"/>
                <w:i/>
                <w:sz w:val="20"/>
                <w:szCs w:val="20"/>
                <w:highlight w:val="darkGray"/>
              </w:rPr>
            </w:pPr>
            <w:r w:rsidRPr="0082123D"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  <w:t>[Doplniť kladné číslo zaokrúhlené na maximálne dve desatinné miesta]</w:t>
            </w:r>
          </w:p>
        </w:tc>
      </w:tr>
      <w:tr w:rsidR="002C469A" w:rsidRPr="0082123D" w14:paraId="63036CC1" w14:textId="77777777" w:rsidTr="002C469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CC83" w14:textId="472283A7" w:rsidR="002C469A" w:rsidRPr="0082123D" w:rsidRDefault="002C469A" w:rsidP="00956EC8">
            <w:pPr>
              <w:widowControl w:val="0"/>
              <w:jc w:val="both"/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</w:pPr>
            <w:r w:rsidRPr="0082123D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>Výška DPH v</w:t>
            </w:r>
            <w:r w:rsidR="00002F91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> </w:t>
            </w:r>
            <w:r w:rsidRPr="0082123D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>EUR</w:t>
            </w:r>
            <w:r w:rsidR="00002F91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 xml:space="preserve"> (za </w:t>
            </w:r>
            <w:r w:rsidR="00002F91" w:rsidRPr="00002F91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>30 525 m3</w:t>
            </w:r>
            <w:r w:rsidR="00002F91"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  <w:t>)</w:t>
            </w:r>
          </w:p>
          <w:p w14:paraId="67C56292" w14:textId="02EF06BA" w:rsidR="002C469A" w:rsidRPr="0082123D" w:rsidRDefault="002C469A" w:rsidP="00956EC8">
            <w:pPr>
              <w:widowControl w:val="0"/>
              <w:jc w:val="both"/>
              <w:rPr>
                <w:rFonts w:ascii="Nudista" w:eastAsia="Proba Pro" w:hAnsi="Nudista" w:cs="Proba Pro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63D1D" w14:textId="67A64BAA" w:rsidR="002C469A" w:rsidRPr="0082123D" w:rsidRDefault="002C469A" w:rsidP="00956EC8">
            <w:pPr>
              <w:widowControl w:val="0"/>
              <w:jc w:val="both"/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</w:pPr>
            <w:r w:rsidRPr="0082123D"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  <w:t>[Doplniť kladné číslo zaokrúhlené na maximálne dve desatinné miesta]</w:t>
            </w:r>
          </w:p>
        </w:tc>
      </w:tr>
      <w:tr w:rsidR="002C469A" w:rsidRPr="0082123D" w14:paraId="13B5A278" w14:textId="77777777" w:rsidTr="002C469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F607163" w14:textId="2659A5ED" w:rsidR="002C469A" w:rsidRPr="0082123D" w:rsidRDefault="002C469A" w:rsidP="00956EC8">
            <w:pPr>
              <w:widowControl w:val="0"/>
              <w:jc w:val="both"/>
              <w:rPr>
                <w:rFonts w:ascii="Nudista" w:hAnsi="Nudista"/>
                <w:b/>
                <w:sz w:val="20"/>
                <w:szCs w:val="20"/>
              </w:rPr>
            </w:pPr>
            <w:r w:rsidRPr="0082123D">
              <w:rPr>
                <w:rFonts w:ascii="Nudista" w:hAnsi="Nudista"/>
                <w:b/>
                <w:sz w:val="20"/>
                <w:szCs w:val="20"/>
              </w:rPr>
              <w:t xml:space="preserve">Celková cena za </w:t>
            </w:r>
            <w:r w:rsidR="007F47B6">
              <w:rPr>
                <w:rFonts w:ascii="Nudista" w:hAnsi="Nudista"/>
                <w:b/>
                <w:sz w:val="20"/>
                <w:szCs w:val="20"/>
              </w:rPr>
              <w:t>celý P</w:t>
            </w:r>
            <w:r w:rsidRPr="0082123D">
              <w:rPr>
                <w:rFonts w:ascii="Nudista" w:hAnsi="Nudista"/>
                <w:b/>
                <w:sz w:val="20"/>
                <w:szCs w:val="20"/>
              </w:rPr>
              <w:t>redmet zákazky v EUR s DPH</w:t>
            </w:r>
          </w:p>
          <w:p w14:paraId="70E505E1" w14:textId="2059C828" w:rsidR="002C469A" w:rsidRPr="0082123D" w:rsidRDefault="002C469A" w:rsidP="00956EC8">
            <w:pPr>
              <w:widowControl w:val="0"/>
              <w:jc w:val="both"/>
              <w:rPr>
                <w:rFonts w:ascii="Nudista" w:eastAsia="Proba Pro" w:hAnsi="Nudista" w:cs="Proba Pro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D795B6F" w14:textId="71B1A2A1" w:rsidR="002C469A" w:rsidRPr="0082123D" w:rsidRDefault="002C469A" w:rsidP="00956EC8">
            <w:pPr>
              <w:widowControl w:val="0"/>
              <w:jc w:val="both"/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</w:pPr>
            <w:r w:rsidRPr="0082123D">
              <w:rPr>
                <w:rFonts w:ascii="Nudista" w:eastAsia="Proba Pro" w:hAnsi="Nudista" w:cs="Proba Pro"/>
                <w:i/>
                <w:sz w:val="20"/>
                <w:szCs w:val="20"/>
                <w:highlight w:val="lightGray"/>
              </w:rPr>
              <w:t>[Doplniť kladné číslo zaokrúhlené na maximálne dve desatinné miesta]</w:t>
            </w:r>
          </w:p>
        </w:tc>
      </w:tr>
    </w:tbl>
    <w:p w14:paraId="462B4E5B" w14:textId="77777777" w:rsidR="005E7CE5" w:rsidRPr="0082123D" w:rsidRDefault="005E7CE5" w:rsidP="005E7CE5">
      <w:pPr>
        <w:spacing w:before="240"/>
        <w:jc w:val="both"/>
        <w:rPr>
          <w:rFonts w:ascii="Nudista" w:hAnsi="Nudista"/>
          <w:bCs/>
          <w:sz w:val="20"/>
          <w:szCs w:val="20"/>
        </w:rPr>
      </w:pPr>
    </w:p>
    <w:p w14:paraId="204F2F37" w14:textId="77777777" w:rsidR="00DF056B" w:rsidRPr="0082123D" w:rsidRDefault="00DF056B" w:rsidP="005E7CE5">
      <w:pPr>
        <w:spacing w:before="240"/>
        <w:jc w:val="both"/>
        <w:rPr>
          <w:rFonts w:ascii="Nudista" w:hAnsi="Nudista"/>
          <w:bCs/>
          <w:sz w:val="20"/>
          <w:szCs w:val="20"/>
        </w:rPr>
      </w:pPr>
    </w:p>
    <w:p w14:paraId="0669C27E" w14:textId="6A5A2BCC" w:rsidR="005E7CE5" w:rsidRPr="0082123D" w:rsidRDefault="005E7CE5" w:rsidP="005E7CE5">
      <w:pPr>
        <w:spacing w:before="240"/>
        <w:jc w:val="both"/>
        <w:rPr>
          <w:rFonts w:ascii="Nudista" w:hAnsi="Nudista"/>
          <w:bCs/>
          <w:sz w:val="20"/>
          <w:szCs w:val="20"/>
        </w:rPr>
      </w:pPr>
      <w:r w:rsidRPr="0082123D">
        <w:rPr>
          <w:rFonts w:ascii="Nudista" w:hAnsi="Nudista"/>
          <w:bCs/>
          <w:sz w:val="20"/>
          <w:szCs w:val="20"/>
        </w:rPr>
        <w:t xml:space="preserve">V </w:t>
      </w:r>
      <w:r w:rsidRPr="0082123D">
        <w:rPr>
          <w:rFonts w:ascii="Nudista" w:hAnsi="Nudista"/>
          <w:bCs/>
          <w:i/>
          <w:sz w:val="20"/>
          <w:szCs w:val="20"/>
        </w:rPr>
        <w:t>[</w:t>
      </w:r>
      <w:r w:rsidRPr="0082123D">
        <w:rPr>
          <w:rFonts w:ascii="Nudista" w:hAnsi="Nudista"/>
          <w:bCs/>
          <w:i/>
          <w:sz w:val="20"/>
          <w:szCs w:val="20"/>
          <w:highlight w:val="lightGray"/>
        </w:rPr>
        <w:t>doplniť miesto</w:t>
      </w:r>
      <w:r w:rsidRPr="0082123D">
        <w:rPr>
          <w:rFonts w:ascii="Nudista" w:hAnsi="Nudista"/>
          <w:bCs/>
          <w:i/>
          <w:sz w:val="20"/>
          <w:szCs w:val="20"/>
        </w:rPr>
        <w:t>]</w:t>
      </w:r>
      <w:r w:rsidRPr="0082123D">
        <w:rPr>
          <w:rFonts w:ascii="Nudista" w:hAnsi="Nudista"/>
          <w:bCs/>
          <w:sz w:val="20"/>
          <w:szCs w:val="20"/>
        </w:rPr>
        <w:t xml:space="preserve"> dňa </w:t>
      </w:r>
      <w:r w:rsidRPr="0082123D">
        <w:rPr>
          <w:rFonts w:ascii="Nudista" w:hAnsi="Nudista"/>
          <w:bCs/>
          <w:i/>
          <w:sz w:val="20"/>
          <w:szCs w:val="20"/>
        </w:rPr>
        <w:t>[</w:t>
      </w:r>
      <w:r w:rsidRPr="0082123D">
        <w:rPr>
          <w:rFonts w:ascii="Nudista" w:hAnsi="Nudista"/>
          <w:bCs/>
          <w:i/>
          <w:sz w:val="20"/>
          <w:szCs w:val="20"/>
          <w:highlight w:val="lightGray"/>
        </w:rPr>
        <w:t>doplniť dátum</w:t>
      </w:r>
      <w:r w:rsidRPr="0082123D">
        <w:rPr>
          <w:rFonts w:ascii="Nudista" w:hAnsi="Nudista"/>
          <w:bCs/>
          <w:i/>
          <w:sz w:val="20"/>
          <w:szCs w:val="20"/>
        </w:rPr>
        <w:t>]</w:t>
      </w:r>
      <w:r w:rsidRPr="0082123D">
        <w:rPr>
          <w:rFonts w:ascii="Nudista" w:hAnsi="Nudista"/>
          <w:bCs/>
          <w:sz w:val="20"/>
          <w:szCs w:val="20"/>
        </w:rPr>
        <w:t xml:space="preserve">                     </w:t>
      </w:r>
    </w:p>
    <w:p w14:paraId="22570F8D" w14:textId="77777777" w:rsidR="005E7CE5" w:rsidRPr="0082123D" w:rsidRDefault="005E7CE5" w:rsidP="005E7CE5">
      <w:pPr>
        <w:spacing w:before="240"/>
        <w:jc w:val="both"/>
        <w:rPr>
          <w:rFonts w:ascii="Nudista" w:hAnsi="Nudista"/>
          <w:bCs/>
          <w:sz w:val="20"/>
          <w:szCs w:val="20"/>
        </w:rPr>
      </w:pPr>
    </w:p>
    <w:p w14:paraId="00FC5B69" w14:textId="77777777" w:rsidR="005E7CE5" w:rsidRPr="0082123D" w:rsidRDefault="005E7CE5" w:rsidP="005E7CE5">
      <w:pPr>
        <w:ind w:left="1416" w:firstLine="708"/>
        <w:jc w:val="both"/>
        <w:rPr>
          <w:rFonts w:ascii="Nudista" w:hAnsi="Nudista"/>
          <w:bCs/>
          <w:sz w:val="20"/>
          <w:szCs w:val="20"/>
        </w:rPr>
      </w:pPr>
      <w:r w:rsidRPr="0082123D">
        <w:rPr>
          <w:rFonts w:ascii="Nudista" w:hAnsi="Nudista"/>
          <w:bCs/>
          <w:sz w:val="20"/>
          <w:szCs w:val="20"/>
        </w:rPr>
        <w:t xml:space="preserve">                                                             ––––––––––––––––––––</w:t>
      </w:r>
    </w:p>
    <w:p w14:paraId="6C4B6DAF" w14:textId="77777777" w:rsidR="005E7CE5" w:rsidRPr="0082123D" w:rsidRDefault="005E7CE5" w:rsidP="005E7CE5">
      <w:pPr>
        <w:ind w:left="5664"/>
        <w:jc w:val="both"/>
        <w:rPr>
          <w:rFonts w:ascii="Nudista" w:hAnsi="Nudista" w:cs="Arial"/>
          <w:b/>
          <w:bCs/>
          <w:sz w:val="20"/>
          <w:szCs w:val="20"/>
        </w:rPr>
      </w:pPr>
      <w:r w:rsidRPr="0082123D">
        <w:rPr>
          <w:rFonts w:ascii="Nudista" w:hAnsi="Nudista"/>
          <w:bCs/>
          <w:i/>
          <w:sz w:val="20"/>
          <w:szCs w:val="20"/>
          <w:highlight w:val="lightGray"/>
        </w:rPr>
        <w:t>[doplniť podpis (uviesť meno, priezvisko a funkciu  osoby oprávnenej konať za spoločnosť uchádzača, príp. identifikácie splnomocnenia)</w:t>
      </w:r>
      <w:r w:rsidRPr="0082123D">
        <w:rPr>
          <w:rFonts w:ascii="Nudista" w:hAnsi="Nudista"/>
          <w:bCs/>
          <w:i/>
          <w:sz w:val="20"/>
          <w:szCs w:val="20"/>
        </w:rPr>
        <w:t>]</w:t>
      </w:r>
    </w:p>
    <w:p w14:paraId="03D6E3DD" w14:textId="77777777" w:rsidR="00DF056B" w:rsidRPr="0082123D" w:rsidRDefault="00DF056B">
      <w:pPr>
        <w:rPr>
          <w:rFonts w:ascii="Nudista" w:eastAsia="Calibri" w:hAnsi="Nudista" w:cs="Arial"/>
          <w:b/>
          <w:bCs/>
          <w:color w:val="auto"/>
          <w:sz w:val="20"/>
          <w:szCs w:val="20"/>
          <w:lang w:eastAsia="sk-SK"/>
        </w:rPr>
      </w:pPr>
      <w:r w:rsidRPr="0082123D">
        <w:rPr>
          <w:rFonts w:ascii="Nudista" w:eastAsia="Calibri" w:hAnsi="Nudista" w:cs="Arial"/>
          <w:bCs/>
          <w:color w:val="auto"/>
          <w:sz w:val="20"/>
          <w:szCs w:val="20"/>
        </w:rPr>
        <w:br w:type="page"/>
      </w:r>
    </w:p>
    <w:p w14:paraId="396841FF" w14:textId="026550BC" w:rsidR="00DF056B" w:rsidRPr="0082123D" w:rsidRDefault="00DF056B" w:rsidP="00DF056B">
      <w:pPr>
        <w:pStyle w:val="SAPHlavn"/>
        <w:ind w:left="0" w:firstLine="0"/>
        <w:rPr>
          <w:rFonts w:ascii="Nudista" w:eastAsia="Calibri" w:hAnsi="Nudista" w:cs="Arial"/>
          <w:bCs/>
          <w:color w:val="auto"/>
          <w:spacing w:val="0"/>
          <w:sz w:val="20"/>
          <w:szCs w:val="20"/>
        </w:rPr>
      </w:pPr>
      <w:r w:rsidRPr="0082123D">
        <w:rPr>
          <w:rFonts w:ascii="Nudista" w:eastAsia="Calibri" w:hAnsi="Nudista" w:cs="Arial"/>
          <w:bCs/>
          <w:color w:val="auto"/>
          <w:spacing w:val="0"/>
          <w:sz w:val="20"/>
          <w:szCs w:val="20"/>
        </w:rPr>
        <w:lastRenderedPageBreak/>
        <w:t>Príloha č. 4</w:t>
      </w:r>
      <w:r w:rsidRPr="0082123D">
        <w:rPr>
          <w:rFonts w:ascii="Nudista" w:hAnsi="Nudista" w:cs="Arial"/>
          <w:bCs/>
          <w:sz w:val="20"/>
          <w:szCs w:val="20"/>
        </w:rPr>
        <w:t>:</w:t>
      </w:r>
      <w:r w:rsidRPr="0082123D">
        <w:rPr>
          <w:rFonts w:ascii="Nudista" w:hAnsi="Nudista" w:cs="Arial"/>
          <w:bCs/>
          <w:sz w:val="20"/>
          <w:szCs w:val="20"/>
        </w:rPr>
        <w:tab/>
      </w:r>
      <w:r w:rsidRPr="0082123D">
        <w:rPr>
          <w:rFonts w:ascii="Nudista" w:eastAsia="Calibri" w:hAnsi="Nudista" w:cs="Arial"/>
          <w:bCs/>
          <w:color w:val="auto"/>
          <w:spacing w:val="0"/>
          <w:sz w:val="20"/>
          <w:szCs w:val="20"/>
        </w:rPr>
        <w:t xml:space="preserve">Čestné vyhlásenie o akceptácii podmienok obstarania zákazky a o neprítomnosti konfliktu záujmov </w:t>
      </w:r>
    </w:p>
    <w:p w14:paraId="6FB8A229" w14:textId="77777777" w:rsidR="00DF056B" w:rsidRPr="0082123D" w:rsidRDefault="00DF056B" w:rsidP="00DF056B">
      <w:pPr>
        <w:pStyle w:val="SAPHlavn"/>
        <w:ind w:left="0" w:firstLine="0"/>
        <w:rPr>
          <w:rFonts w:ascii="Nudista" w:eastAsia="Calibri" w:hAnsi="Nudista" w:cs="Arial"/>
          <w:bCs/>
          <w:color w:val="auto"/>
          <w:spacing w:val="0"/>
          <w:sz w:val="20"/>
          <w:szCs w:val="20"/>
        </w:rPr>
      </w:pPr>
    </w:p>
    <w:p w14:paraId="1931E686" w14:textId="13EAAD65" w:rsidR="00DF056B" w:rsidRPr="0082123D" w:rsidRDefault="00DF056B" w:rsidP="0009285B">
      <w:pPr>
        <w:spacing w:line="264" w:lineRule="auto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hAnsi="Nudista" w:cs="Proba Pro"/>
          <w:i/>
          <w:sz w:val="20"/>
          <w:szCs w:val="20"/>
        </w:rPr>
        <w:t>[</w:t>
      </w:r>
      <w:r w:rsidRPr="0082123D">
        <w:rPr>
          <w:rFonts w:ascii="Nudista" w:hAnsi="Nudista" w:cs="Proba Pro CE"/>
          <w:i/>
          <w:sz w:val="20"/>
          <w:szCs w:val="20"/>
          <w:shd w:val="clear" w:color="auto" w:fill="808080"/>
        </w:rPr>
        <w:t>doplniť názov uchádzača</w:t>
      </w:r>
      <w:r w:rsidRPr="0082123D">
        <w:rPr>
          <w:rFonts w:ascii="Nudista" w:hAnsi="Nudista" w:cs="Proba Pro"/>
          <w:i/>
          <w:sz w:val="20"/>
          <w:szCs w:val="20"/>
        </w:rPr>
        <w:t>],</w:t>
      </w:r>
      <w:r w:rsidRPr="0082123D">
        <w:rPr>
          <w:rFonts w:ascii="Nudista" w:hAnsi="Nudista" w:cs="Proba Pro"/>
          <w:sz w:val="20"/>
          <w:szCs w:val="20"/>
        </w:rPr>
        <w:t xml:space="preserve"> zastúpený </w:t>
      </w:r>
      <w:r w:rsidRPr="0082123D">
        <w:rPr>
          <w:rFonts w:ascii="Nudista" w:hAnsi="Nudista" w:cs="Proba Pro"/>
          <w:i/>
          <w:sz w:val="20"/>
          <w:szCs w:val="20"/>
        </w:rPr>
        <w:t>[</w:t>
      </w:r>
      <w:r w:rsidRPr="0082123D">
        <w:rPr>
          <w:rFonts w:ascii="Nudista" w:hAnsi="Nudista" w:cs="Proba Pro CE"/>
          <w:i/>
          <w:sz w:val="20"/>
          <w:szCs w:val="20"/>
          <w:shd w:val="clear" w:color="auto" w:fill="808080"/>
        </w:rPr>
        <w:t>doplniť meno a</w:t>
      </w:r>
      <w:r w:rsidRPr="0082123D">
        <w:rPr>
          <w:rFonts w:ascii="Nudista" w:hAnsi="Nudista" w:cs="Calibri"/>
          <w:i/>
          <w:sz w:val="20"/>
          <w:szCs w:val="20"/>
          <w:shd w:val="clear" w:color="auto" w:fill="808080"/>
        </w:rPr>
        <w:t> </w:t>
      </w:r>
      <w:r w:rsidRPr="0082123D">
        <w:rPr>
          <w:rFonts w:ascii="Nudista" w:hAnsi="Nudista" w:cs="Proba Pro"/>
          <w:i/>
          <w:sz w:val="20"/>
          <w:szCs w:val="20"/>
          <w:shd w:val="clear" w:color="auto" w:fill="808080"/>
        </w:rPr>
        <w:t>priezvisko štatutárneho zástupcu</w:t>
      </w:r>
      <w:r w:rsidRPr="0082123D">
        <w:rPr>
          <w:rFonts w:ascii="Nudista" w:hAnsi="Nudista" w:cs="Proba Pro"/>
          <w:i/>
          <w:sz w:val="20"/>
          <w:szCs w:val="20"/>
        </w:rPr>
        <w:t>]</w:t>
      </w:r>
      <w:r w:rsidRPr="0082123D">
        <w:rPr>
          <w:rFonts w:ascii="Nudista" w:hAnsi="Nudista" w:cs="Proba Pro CE"/>
          <w:sz w:val="20"/>
          <w:szCs w:val="20"/>
        </w:rPr>
        <w:t xml:space="preserve"> ako uchádzač, ktorý predložil ponuku </w:t>
      </w:r>
      <w:r w:rsidRPr="0082123D">
        <w:rPr>
          <w:rFonts w:ascii="Nudista" w:hAnsi="Nudista" w:cs="Arial"/>
          <w:sz w:val="20"/>
          <w:szCs w:val="20"/>
        </w:rPr>
        <w:t>na predmet zákazky „</w:t>
      </w:r>
      <w:r w:rsidR="002C469A" w:rsidRPr="0082123D">
        <w:rPr>
          <w:rFonts w:ascii="Nudista" w:hAnsi="Nudista"/>
          <w:b/>
          <w:bCs/>
          <w:noProof/>
          <w:color w:val="000000"/>
          <w:sz w:val="20"/>
          <w:szCs w:val="20"/>
        </w:rPr>
        <w:t>Naloženie, odvoz a vykládka zeminy</w:t>
      </w:r>
      <w:r w:rsidRPr="0082123D">
        <w:rPr>
          <w:rFonts w:ascii="Nudista" w:hAnsi="Nudista" w:cs="Arial"/>
          <w:sz w:val="20"/>
          <w:szCs w:val="20"/>
        </w:rPr>
        <w:t>“ vyhlásený verejným obstarávateľom</w:t>
      </w:r>
      <w:r w:rsidR="0009285B" w:rsidRPr="0082123D">
        <w:t xml:space="preserve"> </w:t>
      </w:r>
      <w:r w:rsidR="0009285B" w:rsidRPr="0082123D">
        <w:rPr>
          <w:rFonts w:ascii="Nudista" w:hAnsi="Nudista" w:cs="Arial"/>
          <w:sz w:val="20"/>
          <w:szCs w:val="20"/>
        </w:rPr>
        <w:t>Košická Futbalová Aréna a. s., so sídlom: Trieda SNP 48/A, Košice 040 11</w:t>
      </w:r>
      <w:r w:rsidRPr="0082123D">
        <w:rPr>
          <w:rFonts w:ascii="Nudista" w:hAnsi="Nudista" w:cs="Arial"/>
          <w:sz w:val="20"/>
          <w:szCs w:val="20"/>
        </w:rPr>
        <w:t>, postupom zadávania zákazky s nízkou hodnotou podľa § 117 zákona č. 343/2015 Z. z. o verejnom obstarávaní  a o zmene a doplnení niektorých zákonov v platnom znení („</w:t>
      </w:r>
      <w:r w:rsidRPr="0082123D">
        <w:rPr>
          <w:rFonts w:ascii="Nudista" w:hAnsi="Nudista" w:cs="Arial"/>
          <w:b/>
          <w:sz w:val="20"/>
          <w:szCs w:val="20"/>
        </w:rPr>
        <w:t>ZVO</w:t>
      </w:r>
      <w:r w:rsidRPr="0082123D">
        <w:rPr>
          <w:rFonts w:ascii="Nudista" w:hAnsi="Nudista" w:cs="Arial"/>
          <w:sz w:val="20"/>
          <w:szCs w:val="20"/>
        </w:rPr>
        <w:t>“) vyhlásenej</w:t>
      </w:r>
      <w:r w:rsidRPr="0082123D">
        <w:rPr>
          <w:rFonts w:ascii="Nudista" w:hAnsi="Nudista" w:cs="Arial"/>
          <w:bCs/>
          <w:sz w:val="20"/>
          <w:szCs w:val="20"/>
        </w:rPr>
        <w:t xml:space="preserve"> výzvou na predkladanie ponúk </w:t>
      </w:r>
      <w:r w:rsidR="002C469A" w:rsidRPr="0082123D">
        <w:rPr>
          <w:rFonts w:ascii="Nudista" w:hAnsi="Nudista" w:cs="Arial"/>
          <w:bCs/>
          <w:sz w:val="20"/>
          <w:szCs w:val="20"/>
        </w:rPr>
        <w:t xml:space="preserve">č. </w:t>
      </w:r>
      <w:r w:rsidR="002C469A" w:rsidRPr="0082123D">
        <w:rPr>
          <w:rFonts w:ascii="Nudista" w:hAnsi="Nudista" w:cs="Arial"/>
          <w:bCs/>
          <w:sz w:val="20"/>
          <w:szCs w:val="20"/>
          <w:highlight w:val="darkGray"/>
        </w:rPr>
        <w:t xml:space="preserve"> .........</w:t>
      </w:r>
      <w:r w:rsidRPr="0082123D">
        <w:rPr>
          <w:rFonts w:ascii="Nudista" w:hAnsi="Nudista" w:cs="Arial"/>
          <w:bCs/>
          <w:sz w:val="20"/>
          <w:szCs w:val="20"/>
        </w:rPr>
        <w:t xml:space="preserve">zo dňa </w:t>
      </w:r>
      <w:r w:rsidRPr="0082123D">
        <w:rPr>
          <w:rFonts w:ascii="Nudista" w:hAnsi="Nudista" w:cs="Arial"/>
          <w:bCs/>
          <w:sz w:val="20"/>
          <w:szCs w:val="20"/>
          <w:highlight w:val="darkGray"/>
        </w:rPr>
        <w:t>..........</w:t>
      </w:r>
      <w:r w:rsidRPr="0082123D">
        <w:rPr>
          <w:rFonts w:ascii="Nudista" w:hAnsi="Nudista" w:cs="Arial"/>
          <w:bCs/>
          <w:sz w:val="20"/>
          <w:szCs w:val="20"/>
        </w:rPr>
        <w:t xml:space="preserve"> </w:t>
      </w:r>
      <w:r w:rsidRPr="0082123D">
        <w:rPr>
          <w:rFonts w:ascii="Nudista" w:hAnsi="Nudista" w:cs="Arial"/>
          <w:sz w:val="20"/>
          <w:szCs w:val="20"/>
        </w:rPr>
        <w:t>(ďalej len „</w:t>
      </w:r>
      <w:r w:rsidRPr="0082123D">
        <w:rPr>
          <w:rFonts w:ascii="Nudista" w:hAnsi="Nudista" w:cs="Arial"/>
          <w:b/>
          <w:bCs/>
          <w:sz w:val="20"/>
          <w:szCs w:val="20"/>
        </w:rPr>
        <w:t>Obstaranie zákazky</w:t>
      </w:r>
      <w:r w:rsidRPr="0082123D">
        <w:rPr>
          <w:rFonts w:ascii="Nudista" w:hAnsi="Nudista" w:cs="Arial"/>
          <w:sz w:val="20"/>
          <w:szCs w:val="20"/>
        </w:rPr>
        <w:t xml:space="preserve">“), týmto </w:t>
      </w:r>
    </w:p>
    <w:p w14:paraId="0E4DB207" w14:textId="77777777" w:rsidR="0009285B" w:rsidRPr="0082123D" w:rsidRDefault="0009285B" w:rsidP="00DF056B">
      <w:pPr>
        <w:jc w:val="center"/>
        <w:rPr>
          <w:rFonts w:ascii="Nudista" w:eastAsia="Times New Roman" w:hAnsi="Nudista" w:cs="Arial"/>
          <w:b/>
          <w:sz w:val="20"/>
          <w:szCs w:val="20"/>
        </w:rPr>
      </w:pPr>
    </w:p>
    <w:p w14:paraId="2A655E40" w14:textId="55B37B07" w:rsidR="00DF056B" w:rsidRPr="0082123D" w:rsidRDefault="00DF056B" w:rsidP="00DF056B">
      <w:pPr>
        <w:jc w:val="center"/>
        <w:rPr>
          <w:rFonts w:ascii="Nudista" w:eastAsia="Times New Roman" w:hAnsi="Nudista" w:cs="Arial"/>
          <w:b/>
          <w:sz w:val="20"/>
          <w:szCs w:val="20"/>
        </w:rPr>
      </w:pPr>
      <w:r w:rsidRPr="0082123D">
        <w:rPr>
          <w:rFonts w:ascii="Nudista" w:eastAsia="Times New Roman" w:hAnsi="Nudista" w:cs="Arial"/>
          <w:b/>
          <w:sz w:val="20"/>
          <w:szCs w:val="20"/>
        </w:rPr>
        <w:t>č e s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t n e  v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y h l a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s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u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j e m , ž e</w:t>
      </w:r>
    </w:p>
    <w:p w14:paraId="61839621" w14:textId="77777777" w:rsidR="0009285B" w:rsidRPr="0082123D" w:rsidRDefault="0009285B" w:rsidP="00DF056B">
      <w:pPr>
        <w:jc w:val="center"/>
        <w:rPr>
          <w:rFonts w:ascii="Nudista" w:hAnsi="Nudista"/>
          <w:sz w:val="20"/>
          <w:szCs w:val="20"/>
        </w:rPr>
      </w:pPr>
    </w:p>
    <w:p w14:paraId="0DDD803D" w14:textId="77777777" w:rsidR="00DF056B" w:rsidRPr="0082123D" w:rsidRDefault="00DF056B" w:rsidP="00E461E0">
      <w:pPr>
        <w:widowControl w:val="0"/>
        <w:numPr>
          <w:ilvl w:val="0"/>
          <w:numId w:val="163"/>
        </w:numPr>
        <w:pBdr>
          <w:bottom w:val="single" w:sz="12" w:space="1" w:color="000000"/>
        </w:pBdr>
        <w:suppressAutoHyphens/>
        <w:autoSpaceDN w:val="0"/>
        <w:spacing w:line="264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Times New Roman" w:hAnsi="Nudista" w:cs="Arial"/>
          <w:b/>
          <w:sz w:val="20"/>
          <w:szCs w:val="20"/>
        </w:rPr>
        <w:t>v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súvislosti s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konfliktom záujmov v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zmysle § 23 ZVO v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rámci zadávania tejto zákazky</w:t>
      </w:r>
    </w:p>
    <w:p w14:paraId="058D667A" w14:textId="77777777" w:rsidR="00DF056B" w:rsidRPr="0082123D" w:rsidRDefault="00DF056B" w:rsidP="00E461E0">
      <w:pPr>
        <w:widowControl w:val="0"/>
        <w:numPr>
          <w:ilvl w:val="0"/>
          <w:numId w:val="27"/>
        </w:numPr>
        <w:suppressAutoHyphens/>
        <w:autoSpaceDN w:val="0"/>
        <w:ind w:left="993" w:hanging="426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Proba Pro" w:hAnsi="Nudista" w:cs="Proba Pro"/>
          <w:sz w:val="20"/>
          <w:szCs w:val="20"/>
        </w:rPr>
        <w:t>som nevyvíjal a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eastAsia="Proba Pro" w:hAnsi="Nudista" w:cs="Proba Pro"/>
          <w:sz w:val="20"/>
          <w:szCs w:val="20"/>
        </w:rPr>
        <w:t>nebudem vyvíjať voči žiadnej osobe na strane verejného obstarávateľa, ktorá je alebo by mohla byť zainteresovaná v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eastAsia="Proba Pro" w:hAnsi="Nudista" w:cs="Proba Pro"/>
          <w:sz w:val="20"/>
          <w:szCs w:val="20"/>
        </w:rPr>
        <w:t>zmysle ustanovení § 23 ods. 3 ZVO (</w:t>
      </w:r>
      <w:r w:rsidRPr="0082123D">
        <w:rPr>
          <w:rFonts w:ascii="Nudista" w:eastAsia="Proba Pro" w:hAnsi="Nudista" w:cs="Proba Pro"/>
          <w:b/>
          <w:sz w:val="20"/>
          <w:szCs w:val="20"/>
        </w:rPr>
        <w:t>„zainteresovaná osoba</w:t>
      </w:r>
      <w:r w:rsidRPr="0082123D">
        <w:rPr>
          <w:rFonts w:ascii="Nudista" w:eastAsia="Proba Pro" w:hAnsi="Nudista" w:cs="Proba Pro"/>
          <w:sz w:val="20"/>
          <w:szCs w:val="20"/>
        </w:rPr>
        <w:t>“) akékoľvek aktivity, ktoré vy mohli viesť k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eastAsia="Proba Pro" w:hAnsi="Nudista" w:cs="Proba Pro"/>
          <w:sz w:val="20"/>
          <w:szCs w:val="20"/>
        </w:rPr>
        <w:t>zvýhodneniu nášho postavenia pri Obstaraní zákazky,</w:t>
      </w:r>
    </w:p>
    <w:p w14:paraId="1CA10048" w14:textId="77777777" w:rsidR="00DF056B" w:rsidRPr="0082123D" w:rsidRDefault="00DF056B" w:rsidP="00E461E0">
      <w:pPr>
        <w:widowControl w:val="0"/>
        <w:numPr>
          <w:ilvl w:val="0"/>
          <w:numId w:val="27"/>
        </w:numPr>
        <w:suppressAutoHyphens/>
        <w:autoSpaceDN w:val="0"/>
        <w:ind w:left="993" w:hanging="426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Proba Pro" w:hAnsi="Nudista" w:cs="Proba Pro"/>
          <w:sz w:val="20"/>
          <w:szCs w:val="20"/>
        </w:rPr>
        <w:t>neposkytol som a neposkytnem akejkoľvek čo i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eastAsia="Proba Pro" w:hAnsi="Nudista" w:cs="Proba Pro"/>
          <w:sz w:val="20"/>
          <w:szCs w:val="20"/>
        </w:rPr>
        <w:t>len potencionálne zainteresovanej osobe priamo alebo nepriamo akúkoľvek finančnú alebo vecnú výhodu ako motiváciu alebo odmenu súvisiacu so</w:t>
      </w:r>
      <w:r w:rsidRPr="0082123D">
        <w:rPr>
          <w:rFonts w:ascii="Nudista" w:eastAsia="Proba Pro" w:hAnsi="Nudista" w:cs="Calibri"/>
          <w:sz w:val="20"/>
          <w:szCs w:val="20"/>
        </w:rPr>
        <w:t> </w:t>
      </w:r>
      <w:r w:rsidRPr="0082123D">
        <w:rPr>
          <w:rFonts w:ascii="Nudista" w:eastAsia="Proba Pro" w:hAnsi="Nudista" w:cs="Proba Pro"/>
          <w:sz w:val="20"/>
          <w:szCs w:val="20"/>
        </w:rPr>
        <w:t xml:space="preserve">zadaním tejto zákazky, </w:t>
      </w:r>
    </w:p>
    <w:p w14:paraId="67949934" w14:textId="77777777" w:rsidR="00DF056B" w:rsidRPr="0082123D" w:rsidRDefault="00DF056B" w:rsidP="00E461E0">
      <w:pPr>
        <w:widowControl w:val="0"/>
        <w:numPr>
          <w:ilvl w:val="0"/>
          <w:numId w:val="27"/>
        </w:numPr>
        <w:suppressAutoHyphens/>
        <w:autoSpaceDN w:val="0"/>
        <w:ind w:left="993" w:hanging="426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Proba Pro" w:hAnsi="Nudista" w:cs="Proba Pro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eastAsia="Proba Pro" w:hAnsi="Nudista" w:cs="Proba Pro"/>
          <w:sz w:val="20"/>
          <w:szCs w:val="20"/>
        </w:rPr>
        <w:t>priebehu procesu verejného obstarávania,</w:t>
      </w:r>
    </w:p>
    <w:p w14:paraId="4AC651EE" w14:textId="77777777" w:rsidR="00DF056B" w:rsidRPr="0082123D" w:rsidRDefault="00DF056B" w:rsidP="00E461E0">
      <w:pPr>
        <w:widowControl w:val="0"/>
        <w:numPr>
          <w:ilvl w:val="0"/>
          <w:numId w:val="27"/>
        </w:numPr>
        <w:suppressAutoHyphens/>
        <w:autoSpaceDN w:val="0"/>
        <w:spacing w:after="120"/>
        <w:ind w:left="993" w:hanging="426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Proba Pro" w:hAnsi="Nudista" w:cs="Proba Pro"/>
          <w:sz w:val="20"/>
          <w:szCs w:val="20"/>
        </w:rPr>
        <w:t>poskytnem verejnému obstarávateľovi v postupe tohto verejného obstarávania presné, pravdivé a</w:t>
      </w:r>
      <w:r w:rsidRPr="0082123D">
        <w:rPr>
          <w:rFonts w:ascii="Nudista" w:eastAsia="Proba Pro" w:hAnsi="Nudista" w:cs="Calibri"/>
          <w:sz w:val="20"/>
          <w:szCs w:val="20"/>
        </w:rPr>
        <w:t> </w:t>
      </w:r>
      <w:r w:rsidRPr="0082123D">
        <w:rPr>
          <w:rFonts w:ascii="Nudista" w:eastAsia="Proba Pro" w:hAnsi="Nudista" w:cs="Proba Pro"/>
          <w:sz w:val="20"/>
          <w:szCs w:val="20"/>
        </w:rPr>
        <w:t>úplné informácie;</w:t>
      </w:r>
    </w:p>
    <w:p w14:paraId="354202D6" w14:textId="77777777" w:rsidR="00DF056B" w:rsidRPr="0082123D" w:rsidRDefault="00DF056B" w:rsidP="00E461E0">
      <w:pPr>
        <w:widowControl w:val="0"/>
        <w:numPr>
          <w:ilvl w:val="0"/>
          <w:numId w:val="163"/>
        </w:numPr>
        <w:pBdr>
          <w:bottom w:val="single" w:sz="12" w:space="1" w:color="000000"/>
        </w:pBdr>
        <w:suppressAutoHyphens/>
        <w:autoSpaceDN w:val="0"/>
        <w:spacing w:line="264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Times New Roman" w:hAnsi="Nudista" w:cs="Arial"/>
          <w:b/>
          <w:sz w:val="20"/>
          <w:szCs w:val="20"/>
        </w:rPr>
        <w:t>v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súvislosti s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akceptáciou podmienok tohto Obstarania zákazky,</w:t>
      </w:r>
    </w:p>
    <w:p w14:paraId="40738A62" w14:textId="77777777" w:rsidR="00DF056B" w:rsidRPr="0082123D" w:rsidRDefault="00DF056B" w:rsidP="00E461E0">
      <w:pPr>
        <w:widowControl w:val="0"/>
        <w:numPr>
          <w:ilvl w:val="0"/>
          <w:numId w:val="27"/>
        </w:numPr>
        <w:suppressAutoHyphens/>
        <w:autoSpaceDN w:val="0"/>
        <w:ind w:left="993" w:hanging="426"/>
        <w:jc w:val="both"/>
        <w:rPr>
          <w:rFonts w:ascii="Nudista" w:hAnsi="Nudista" w:cs="Arial"/>
          <w:sz w:val="20"/>
          <w:szCs w:val="20"/>
        </w:rPr>
      </w:pPr>
      <w:r w:rsidRPr="0082123D">
        <w:rPr>
          <w:rFonts w:ascii="Nudista" w:hAnsi="Nudista" w:cs="Arial"/>
          <w:sz w:val="20"/>
          <w:szCs w:val="20"/>
        </w:rPr>
        <w:t>že v plnom rozsahu a bez výhrad súhlasím so všetkými podmienkami Obstarania zákazky uvedenými v podkladoch k zákazke s nízkou hodnotou pre vypracovanie ponúk a ich prílohách, ktoré som v súvislosti s týmto Obstaraním zákazky prevzal, vrátane obchodných podmienok (návrh zmluvy), ktoré tvoria súčasť podkladov pre vypracovanie ponuky, a</w:t>
      </w:r>
    </w:p>
    <w:p w14:paraId="2B90A5BF" w14:textId="77777777" w:rsidR="00DF056B" w:rsidRPr="0082123D" w:rsidRDefault="00DF056B" w:rsidP="00E461E0">
      <w:pPr>
        <w:widowControl w:val="0"/>
        <w:numPr>
          <w:ilvl w:val="0"/>
          <w:numId w:val="27"/>
        </w:numPr>
        <w:suppressAutoHyphens/>
        <w:autoSpaceDN w:val="0"/>
        <w:spacing w:after="120"/>
        <w:ind w:left="993" w:hanging="426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Proba Pro" w:hAnsi="Nudista" w:cs="Proba Pro"/>
          <w:sz w:val="20"/>
          <w:szCs w:val="20"/>
        </w:rPr>
        <w:t>všetky</w:t>
      </w:r>
      <w:r w:rsidRPr="0082123D">
        <w:rPr>
          <w:rFonts w:ascii="Nudista" w:hAnsi="Nudista" w:cs="Arial"/>
          <w:sz w:val="20"/>
          <w:szCs w:val="20"/>
        </w:rPr>
        <w:t xml:space="preserve"> mnou predložené doklady a údaje uvedené v ponuke sú pravdivé a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Proba Pro"/>
          <w:sz w:val="20"/>
          <w:szCs w:val="20"/>
        </w:rPr>
        <w:t>ú</w:t>
      </w:r>
      <w:r w:rsidRPr="0082123D">
        <w:rPr>
          <w:rFonts w:ascii="Nudista" w:hAnsi="Nudista" w:cs="Arial"/>
          <w:sz w:val="20"/>
          <w:szCs w:val="20"/>
        </w:rPr>
        <w:t>pln</w:t>
      </w:r>
      <w:r w:rsidRPr="0082123D">
        <w:rPr>
          <w:rFonts w:ascii="Nudista" w:hAnsi="Nudista" w:cs="Proba Pro"/>
          <w:sz w:val="20"/>
          <w:szCs w:val="20"/>
        </w:rPr>
        <w:t>é</w:t>
      </w:r>
      <w:r w:rsidRPr="0082123D">
        <w:rPr>
          <w:rFonts w:ascii="Nudista" w:eastAsia="Proba Pro" w:hAnsi="Nudista" w:cs="Proba Pro"/>
          <w:sz w:val="20"/>
          <w:szCs w:val="20"/>
        </w:rPr>
        <w:t>;</w:t>
      </w:r>
    </w:p>
    <w:p w14:paraId="6733698D" w14:textId="77777777" w:rsidR="00DF056B" w:rsidRPr="0082123D" w:rsidRDefault="00DF056B" w:rsidP="00E461E0">
      <w:pPr>
        <w:widowControl w:val="0"/>
        <w:numPr>
          <w:ilvl w:val="0"/>
          <w:numId w:val="163"/>
        </w:numPr>
        <w:pBdr>
          <w:bottom w:val="single" w:sz="12" w:space="1" w:color="000000"/>
        </w:pBdr>
        <w:suppressAutoHyphens/>
        <w:autoSpaceDN w:val="0"/>
        <w:spacing w:line="264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Times New Roman" w:hAnsi="Nudista" w:cs="Arial"/>
          <w:b/>
          <w:bCs/>
          <w:sz w:val="20"/>
          <w:szCs w:val="20"/>
        </w:rPr>
        <w:t>v súvislosti s</w:t>
      </w:r>
      <w:r w:rsidRPr="0082123D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využitím subdodávateľov v rámci</w:t>
      </w:r>
      <w:r w:rsidRPr="0082123D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 xml:space="preserve">realizácie predmetu zákazky, </w:t>
      </w:r>
    </w:p>
    <w:p w14:paraId="3A6525E8" w14:textId="77777777" w:rsidR="00DF056B" w:rsidRPr="0082123D" w:rsidRDefault="00DF056B" w:rsidP="00E461E0">
      <w:pPr>
        <w:widowControl w:val="0"/>
        <w:numPr>
          <w:ilvl w:val="0"/>
          <w:numId w:val="27"/>
        </w:numPr>
        <w:suppressAutoHyphens/>
        <w:autoSpaceDN w:val="0"/>
        <w:ind w:left="993" w:hanging="426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hAnsi="Nudista" w:cs="Arial"/>
          <w:sz w:val="20"/>
          <w:szCs w:val="20"/>
        </w:rPr>
        <w:t>v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>pr</w:t>
      </w:r>
      <w:r w:rsidRPr="0082123D">
        <w:rPr>
          <w:rFonts w:ascii="Nudista" w:hAnsi="Nudista" w:cs="Proba Pro"/>
          <w:sz w:val="20"/>
          <w:szCs w:val="20"/>
        </w:rPr>
        <w:t>í</w:t>
      </w:r>
      <w:r w:rsidRPr="0082123D">
        <w:rPr>
          <w:rFonts w:ascii="Nudista" w:hAnsi="Nudista" w:cs="Arial"/>
          <w:sz w:val="20"/>
          <w:szCs w:val="20"/>
        </w:rPr>
        <w:t>pade uzavretia z</w:t>
      </w:r>
      <w:r w:rsidRPr="0082123D">
        <w:rPr>
          <w:rFonts w:ascii="Nudista" w:hAnsi="Nudista" w:cs="Proba Pro"/>
          <w:sz w:val="20"/>
          <w:szCs w:val="20"/>
        </w:rPr>
        <w:t>á</w:t>
      </w:r>
      <w:r w:rsidRPr="0082123D">
        <w:rPr>
          <w:rFonts w:ascii="Nudista" w:hAnsi="Nudista" w:cs="Arial"/>
          <w:sz w:val="20"/>
          <w:szCs w:val="20"/>
        </w:rPr>
        <w:t>v</w:t>
      </w:r>
      <w:r w:rsidRPr="0082123D">
        <w:rPr>
          <w:rFonts w:ascii="Nudista" w:hAnsi="Nudista" w:cs="Proba Pro"/>
          <w:sz w:val="20"/>
          <w:szCs w:val="20"/>
        </w:rPr>
        <w:t>ä</w:t>
      </w:r>
      <w:r w:rsidRPr="0082123D">
        <w:rPr>
          <w:rFonts w:ascii="Nudista" w:hAnsi="Nudista" w:cs="Arial"/>
          <w:sz w:val="20"/>
          <w:szCs w:val="20"/>
        </w:rPr>
        <w:t>zkov</w:t>
      </w:r>
      <w:r w:rsidRPr="0082123D">
        <w:rPr>
          <w:rFonts w:ascii="Nudista" w:hAnsi="Nudista" w:cs="Proba Pro"/>
          <w:sz w:val="20"/>
          <w:szCs w:val="20"/>
        </w:rPr>
        <w:t>é</w:t>
      </w:r>
      <w:r w:rsidRPr="0082123D">
        <w:rPr>
          <w:rFonts w:ascii="Nudista" w:hAnsi="Nudista" w:cs="Arial"/>
          <w:sz w:val="20"/>
          <w:szCs w:val="20"/>
        </w:rPr>
        <w:t>ho vz</w:t>
      </w:r>
      <w:r w:rsidRPr="0082123D">
        <w:rPr>
          <w:rFonts w:ascii="Nudista" w:hAnsi="Nudista" w:cs="Proba Pro"/>
          <w:sz w:val="20"/>
          <w:szCs w:val="20"/>
        </w:rPr>
        <w:t>ť</w:t>
      </w:r>
      <w:r w:rsidRPr="0082123D">
        <w:rPr>
          <w:rFonts w:ascii="Nudista" w:hAnsi="Nudista" w:cs="Arial"/>
          <w:sz w:val="20"/>
          <w:szCs w:val="20"/>
        </w:rPr>
        <w:t>ahu s verejným obstar</w:t>
      </w:r>
      <w:r w:rsidRPr="0082123D">
        <w:rPr>
          <w:rFonts w:ascii="Nudista" w:hAnsi="Nudista" w:cs="Proba Pro"/>
          <w:sz w:val="20"/>
          <w:szCs w:val="20"/>
        </w:rPr>
        <w:t>á</w:t>
      </w:r>
      <w:r w:rsidRPr="0082123D">
        <w:rPr>
          <w:rFonts w:ascii="Nudista" w:hAnsi="Nudista" w:cs="Arial"/>
          <w:sz w:val="20"/>
          <w:szCs w:val="20"/>
        </w:rPr>
        <w:t>vate</w:t>
      </w:r>
      <w:r w:rsidRPr="0082123D">
        <w:rPr>
          <w:rFonts w:ascii="Nudista" w:hAnsi="Nudista" w:cs="Proba Pro"/>
          <w:sz w:val="20"/>
          <w:szCs w:val="20"/>
        </w:rPr>
        <w:t>ľ</w:t>
      </w:r>
      <w:r w:rsidRPr="0082123D">
        <w:rPr>
          <w:rFonts w:ascii="Nudista" w:hAnsi="Nudista" w:cs="Arial"/>
          <w:sz w:val="20"/>
          <w:szCs w:val="20"/>
        </w:rPr>
        <w:t>om na vy</w:t>
      </w:r>
      <w:r w:rsidRPr="0082123D">
        <w:rPr>
          <w:rFonts w:ascii="Nudista" w:hAnsi="Nudista" w:cs="Proba Pro"/>
          <w:sz w:val="20"/>
          <w:szCs w:val="20"/>
        </w:rPr>
        <w:t>šš</w:t>
      </w:r>
      <w:r w:rsidRPr="0082123D">
        <w:rPr>
          <w:rFonts w:ascii="Nudista" w:hAnsi="Nudista" w:cs="Arial"/>
          <w:sz w:val="20"/>
          <w:szCs w:val="20"/>
        </w:rPr>
        <w:t>ie uveden</w:t>
      </w:r>
      <w:r w:rsidRPr="0082123D">
        <w:rPr>
          <w:rFonts w:ascii="Nudista" w:hAnsi="Nudista" w:cs="Proba Pro"/>
          <w:sz w:val="20"/>
          <w:szCs w:val="20"/>
        </w:rPr>
        <w:t>ý</w:t>
      </w:r>
      <w:r w:rsidRPr="0082123D">
        <w:rPr>
          <w:rFonts w:ascii="Nudista" w:hAnsi="Nudista" w:cs="Arial"/>
          <w:sz w:val="20"/>
          <w:szCs w:val="20"/>
        </w:rPr>
        <w:t xml:space="preserve"> predmet </w:t>
      </w:r>
      <w:r w:rsidRPr="0082123D">
        <w:rPr>
          <w:rFonts w:ascii="Nudista" w:eastAsia="Proba Pro" w:hAnsi="Nudista" w:cs="Proba Pro"/>
          <w:sz w:val="20"/>
          <w:szCs w:val="20"/>
        </w:rPr>
        <w:t>obstarávania</w:t>
      </w:r>
      <w:r w:rsidRPr="0082123D">
        <w:rPr>
          <w:rFonts w:ascii="Nudista" w:hAnsi="Nudista" w:cs="Arial"/>
          <w:sz w:val="20"/>
          <w:szCs w:val="20"/>
        </w:rPr>
        <w:t>:</w:t>
      </w:r>
    </w:p>
    <w:p w14:paraId="556C0D65" w14:textId="0889610A" w:rsidR="00DF056B" w:rsidRPr="0082123D" w:rsidRDefault="00DF056B" w:rsidP="00DF056B">
      <w:pPr>
        <w:widowControl w:val="0"/>
        <w:spacing w:line="264" w:lineRule="auto"/>
        <w:ind w:left="1134" w:hanging="141"/>
        <w:jc w:val="both"/>
        <w:rPr>
          <w:rFonts w:ascii="Nudista" w:hAnsi="Nudista"/>
          <w:sz w:val="20"/>
          <w:szCs w:val="20"/>
        </w:rPr>
      </w:pPr>
      <w:r w:rsidRPr="0082123D">
        <w:rPr>
          <w:rFonts w:ascii="Segoe UI Symbol" w:hAnsi="Segoe UI Symbol" w:cs="Segoe UI Symbol"/>
          <w:sz w:val="20"/>
          <w:szCs w:val="20"/>
        </w:rPr>
        <w:t>☐</w:t>
      </w:r>
      <w:r w:rsidRPr="0082123D">
        <w:rPr>
          <w:rFonts w:ascii="Nudista" w:hAnsi="Nudista" w:cs="Arial"/>
          <w:sz w:val="20"/>
          <w:szCs w:val="20"/>
        </w:rPr>
        <w:t xml:space="preserve">   </w:t>
      </w:r>
      <w:r w:rsidR="0009285B" w:rsidRPr="0082123D">
        <w:rPr>
          <w:rFonts w:ascii="Nudista" w:hAnsi="Nudista" w:cs="Arial"/>
          <w:sz w:val="20"/>
          <w:szCs w:val="20"/>
        </w:rPr>
        <w:t xml:space="preserve">  </w:t>
      </w:r>
      <w:r w:rsidRPr="0082123D">
        <w:rPr>
          <w:rFonts w:ascii="Nudista" w:hAnsi="Nudista" w:cs="Arial"/>
          <w:sz w:val="20"/>
          <w:szCs w:val="20"/>
        </w:rPr>
        <w:t>nebudem plnenie predmetu zmluvy poskytovať prostredníctvom subdodávateľa/-</w:t>
      </w:r>
      <w:r w:rsidR="0009285B" w:rsidRPr="0082123D">
        <w:rPr>
          <w:rFonts w:ascii="Nudista" w:hAnsi="Nudista" w:cs="Arial"/>
          <w:sz w:val="20"/>
          <w:szCs w:val="20"/>
        </w:rPr>
        <w:t xml:space="preserve">  </w:t>
      </w:r>
      <w:proofErr w:type="spellStart"/>
      <w:r w:rsidRPr="0082123D">
        <w:rPr>
          <w:rFonts w:ascii="Nudista" w:hAnsi="Nudista" w:cs="Arial"/>
          <w:sz w:val="20"/>
          <w:szCs w:val="20"/>
        </w:rPr>
        <w:t>ov</w:t>
      </w:r>
      <w:proofErr w:type="spellEnd"/>
      <w:r w:rsidRPr="0082123D">
        <w:rPr>
          <w:rFonts w:ascii="Nudista" w:hAnsi="Nudista" w:cs="Arial"/>
          <w:sz w:val="20"/>
          <w:szCs w:val="20"/>
        </w:rPr>
        <w:t>,</w:t>
      </w:r>
    </w:p>
    <w:p w14:paraId="2D4ACCE9" w14:textId="234A6208" w:rsidR="00DF056B" w:rsidRPr="0082123D" w:rsidRDefault="00DF056B" w:rsidP="00DF056B">
      <w:pPr>
        <w:widowControl w:val="0"/>
        <w:tabs>
          <w:tab w:val="left" w:pos="1418"/>
        </w:tabs>
        <w:spacing w:after="240" w:line="264" w:lineRule="auto"/>
        <w:ind w:left="1412" w:hanging="420"/>
        <w:jc w:val="both"/>
        <w:rPr>
          <w:rFonts w:ascii="Nudista" w:hAnsi="Nudista"/>
          <w:sz w:val="20"/>
          <w:szCs w:val="20"/>
        </w:rPr>
      </w:pPr>
      <w:r w:rsidRPr="0082123D">
        <w:rPr>
          <w:rFonts w:ascii="Segoe UI Symbol" w:hAnsi="Segoe UI Symbol" w:cs="Segoe UI Symbol"/>
          <w:sz w:val="20"/>
          <w:szCs w:val="20"/>
        </w:rPr>
        <w:t>☐</w:t>
      </w:r>
      <w:r w:rsidRPr="0082123D">
        <w:rPr>
          <w:rFonts w:ascii="Nudista" w:hAnsi="Nudista" w:cs="Arial"/>
          <w:sz w:val="20"/>
          <w:szCs w:val="20"/>
        </w:rPr>
        <w:t xml:space="preserve"> </w:t>
      </w:r>
      <w:r w:rsidR="0009285B" w:rsidRPr="0082123D">
        <w:rPr>
          <w:rFonts w:ascii="Nudista" w:hAnsi="Nudista" w:cs="Arial"/>
          <w:sz w:val="20"/>
          <w:szCs w:val="20"/>
        </w:rPr>
        <w:t xml:space="preserve"> </w:t>
      </w:r>
      <w:r w:rsidRPr="0082123D">
        <w:rPr>
          <w:rFonts w:ascii="Nudista" w:hAnsi="Nudista" w:cs="Arial"/>
          <w:sz w:val="20"/>
          <w:szCs w:val="20"/>
        </w:rPr>
        <w:t>budem plnenie predmetu zmluvy poskytovať prostredníctvom nasledovných subdodávateľov v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>nasledovnom rozsahu:</w:t>
      </w:r>
    </w:p>
    <w:tbl>
      <w:tblPr>
        <w:tblW w:w="9032" w:type="dxa"/>
        <w:tblInd w:w="3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0"/>
        <w:gridCol w:w="4292"/>
      </w:tblGrid>
      <w:tr w:rsidR="00DF056B" w:rsidRPr="0082123D" w14:paraId="0BCB8A8C" w14:textId="77777777" w:rsidTr="00956EC8">
        <w:tc>
          <w:tcPr>
            <w:tcW w:w="9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3CBBB" w14:textId="77777777" w:rsidR="00DF056B" w:rsidRPr="0082123D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566334">
              <w:rPr>
                <w:rFonts w:ascii="Nudista" w:hAnsi="Nudista" w:cs="Arial"/>
                <w:b/>
                <w:bCs/>
                <w:color w:val="FFFFFF"/>
                <w:sz w:val="20"/>
                <w:szCs w:val="20"/>
              </w:rPr>
              <w:t>Subdodávateľ:</w:t>
            </w:r>
          </w:p>
        </w:tc>
      </w:tr>
      <w:tr w:rsidR="00DF056B" w:rsidRPr="0082123D" w14:paraId="4FE76EB8" w14:textId="77777777" w:rsidTr="00956EC8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EC686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  <w:r w:rsidRPr="00566334">
              <w:rPr>
                <w:rFonts w:ascii="Nudista" w:hAnsi="Nudista" w:cs="Arial"/>
                <w:sz w:val="20"/>
                <w:szCs w:val="20"/>
              </w:rPr>
              <w:t>Obchodné meno: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2B5DA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</w:tr>
      <w:tr w:rsidR="00DF056B" w:rsidRPr="0082123D" w14:paraId="153E93D0" w14:textId="77777777" w:rsidTr="00956EC8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F72DD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  <w:r w:rsidRPr="00566334">
              <w:rPr>
                <w:rFonts w:ascii="Nudista" w:hAnsi="Nudista" w:cs="Arial"/>
                <w:sz w:val="20"/>
                <w:szCs w:val="20"/>
              </w:rPr>
              <w:t>Sídlo: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68950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</w:tr>
      <w:tr w:rsidR="00DF056B" w:rsidRPr="0082123D" w14:paraId="1965E937" w14:textId="77777777" w:rsidTr="00956EC8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94C8F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  <w:r w:rsidRPr="00566334">
              <w:rPr>
                <w:rFonts w:ascii="Nudista" w:hAnsi="Nudista" w:cs="Arial"/>
                <w:sz w:val="20"/>
                <w:szCs w:val="20"/>
              </w:rPr>
              <w:t>IČO: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AD40F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</w:tr>
      <w:tr w:rsidR="00DF056B" w:rsidRPr="0082123D" w14:paraId="43DDE146" w14:textId="77777777" w:rsidTr="00956EC8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0AB6F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  <w:r w:rsidRPr="00566334">
              <w:rPr>
                <w:rFonts w:ascii="Nudista" w:hAnsi="Nudista" w:cs="Arial"/>
                <w:sz w:val="20"/>
                <w:szCs w:val="20"/>
              </w:rPr>
              <w:t>Meno a priezvisko, adresa pobytu a dátum narodenia osoby oprávnenej konať za subdodávateľa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DB3F8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</w:tr>
      <w:tr w:rsidR="00DF056B" w:rsidRPr="0082123D" w14:paraId="2F4CF988" w14:textId="77777777" w:rsidTr="00956EC8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80C67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  <w:r w:rsidRPr="00566334">
              <w:rPr>
                <w:rFonts w:ascii="Nudista" w:hAnsi="Nudista" w:cs="Arial"/>
                <w:sz w:val="20"/>
                <w:szCs w:val="20"/>
              </w:rPr>
              <w:lastRenderedPageBreak/>
              <w:t>Podiel subdodávky v %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09A51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</w:tr>
      <w:tr w:rsidR="00DF056B" w:rsidRPr="0082123D" w14:paraId="067DF3B6" w14:textId="77777777" w:rsidTr="00956EC8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DA3A8" w14:textId="77777777" w:rsidR="00DF056B" w:rsidRPr="00566334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  <w:r w:rsidRPr="00566334">
              <w:rPr>
                <w:rFonts w:ascii="Nudista" w:hAnsi="Nudista" w:cs="Arial"/>
                <w:sz w:val="20"/>
                <w:szCs w:val="20"/>
              </w:rPr>
              <w:t>Subdodávateľ získa zo subdodávky finančné prostriedky prevyšujúce 100.000 EUR bez DPH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C484A" w14:textId="77777777" w:rsidR="00DF056B" w:rsidRPr="0082123D" w:rsidRDefault="00DF056B" w:rsidP="00956EC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566334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566334">
              <w:rPr>
                <w:rFonts w:ascii="Nudista" w:hAnsi="Nudista" w:cs="Arial"/>
                <w:sz w:val="20"/>
                <w:szCs w:val="20"/>
              </w:rPr>
              <w:t xml:space="preserve">  Áno    </w:t>
            </w:r>
            <w:r w:rsidRPr="00566334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566334">
              <w:rPr>
                <w:rFonts w:ascii="Nudista" w:hAnsi="Nudista" w:cs="Arial"/>
                <w:sz w:val="20"/>
                <w:szCs w:val="20"/>
              </w:rPr>
              <w:t xml:space="preserve">  Nie</w:t>
            </w:r>
          </w:p>
        </w:tc>
      </w:tr>
    </w:tbl>
    <w:p w14:paraId="28FB42C5" w14:textId="77777777" w:rsidR="00DF056B" w:rsidRPr="0082123D" w:rsidRDefault="00DF056B" w:rsidP="00DF056B">
      <w:pPr>
        <w:widowControl w:val="0"/>
        <w:spacing w:after="120"/>
        <w:jc w:val="both"/>
        <w:rPr>
          <w:rFonts w:ascii="Nudista" w:hAnsi="Nudista"/>
          <w:color w:val="000000"/>
          <w:sz w:val="20"/>
          <w:szCs w:val="20"/>
        </w:rPr>
      </w:pPr>
    </w:p>
    <w:p w14:paraId="4A3D3524" w14:textId="77777777" w:rsidR="00DF056B" w:rsidRPr="0082123D" w:rsidRDefault="00DF056B" w:rsidP="00E461E0">
      <w:pPr>
        <w:widowControl w:val="0"/>
        <w:numPr>
          <w:ilvl w:val="0"/>
          <w:numId w:val="163"/>
        </w:numPr>
        <w:pBdr>
          <w:bottom w:val="single" w:sz="12" w:space="1" w:color="000000"/>
        </w:pBdr>
        <w:suppressAutoHyphens/>
        <w:autoSpaceDN w:val="0"/>
        <w:spacing w:line="264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Times New Roman" w:hAnsi="Nudista" w:cs="Arial"/>
          <w:b/>
          <w:bCs/>
          <w:sz w:val="20"/>
          <w:szCs w:val="20"/>
        </w:rPr>
        <w:t>v</w:t>
      </w:r>
      <w:r w:rsidRPr="0082123D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82123D">
        <w:rPr>
          <w:rFonts w:ascii="Nudista" w:eastAsia="Times New Roman" w:hAnsi="Nudista"/>
          <w:b/>
          <w:bCs/>
          <w:sz w:val="20"/>
          <w:szCs w:val="20"/>
        </w:rPr>
        <w:t>súvislosti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 xml:space="preserve"> s</w:t>
      </w:r>
      <w:r w:rsidRPr="0082123D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vypracovaním ponuky v</w:t>
      </w:r>
      <w:r w:rsidRPr="0082123D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 xml:space="preserve">zmysle </w:t>
      </w:r>
      <w:r w:rsidRPr="0082123D">
        <w:rPr>
          <w:rFonts w:ascii="Nudista" w:eastAsia="Times New Roman" w:hAnsi="Nudista"/>
          <w:b/>
          <w:bCs/>
          <w:sz w:val="20"/>
          <w:szCs w:val="20"/>
        </w:rPr>
        <w:t>§ 49 ods. 5 ZVO,</w:t>
      </w:r>
    </w:p>
    <w:p w14:paraId="292C7B0C" w14:textId="77777777" w:rsidR="00DF056B" w:rsidRPr="0082123D" w:rsidRDefault="00DF056B" w:rsidP="00E461E0">
      <w:pPr>
        <w:widowControl w:val="0"/>
        <w:numPr>
          <w:ilvl w:val="0"/>
          <w:numId w:val="27"/>
        </w:numPr>
        <w:suppressAutoHyphens/>
        <w:autoSpaceDN w:val="0"/>
        <w:spacing w:after="120"/>
        <w:ind w:left="993" w:hanging="426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hAnsi="Nudista" w:cs="Arial"/>
          <w:sz w:val="20"/>
          <w:szCs w:val="20"/>
        </w:rPr>
        <w:t>sme ako uch</w:t>
      </w:r>
      <w:r w:rsidRPr="0082123D">
        <w:rPr>
          <w:rFonts w:ascii="Nudista" w:hAnsi="Nudista" w:cs="Proba Pro"/>
          <w:sz w:val="20"/>
          <w:szCs w:val="20"/>
        </w:rPr>
        <w:t>á</w:t>
      </w:r>
      <w:r w:rsidRPr="0082123D">
        <w:rPr>
          <w:rFonts w:ascii="Nudista" w:hAnsi="Nudista" w:cs="Arial"/>
          <w:sz w:val="20"/>
          <w:szCs w:val="20"/>
        </w:rPr>
        <w:t>dza</w:t>
      </w:r>
      <w:r w:rsidRPr="0082123D">
        <w:rPr>
          <w:rFonts w:ascii="Nudista" w:hAnsi="Nudista" w:cs="Proba Pro"/>
          <w:sz w:val="20"/>
          <w:szCs w:val="20"/>
        </w:rPr>
        <w:t>č</w:t>
      </w:r>
      <w:r w:rsidRPr="0082123D">
        <w:rPr>
          <w:rFonts w:ascii="Nudista" w:hAnsi="Nudista" w:cs="Arial"/>
          <w:sz w:val="20"/>
          <w:szCs w:val="20"/>
        </w:rPr>
        <w:t xml:space="preserve"> vypracovali t</w:t>
      </w:r>
      <w:r w:rsidRPr="0082123D">
        <w:rPr>
          <w:rFonts w:ascii="Nudista" w:hAnsi="Nudista" w:cs="Proba Pro"/>
          <w:sz w:val="20"/>
          <w:szCs w:val="20"/>
        </w:rPr>
        <w:t>ú</w:t>
      </w:r>
      <w:r w:rsidRPr="0082123D">
        <w:rPr>
          <w:rFonts w:ascii="Nudista" w:hAnsi="Nudista" w:cs="Arial"/>
          <w:sz w:val="20"/>
          <w:szCs w:val="20"/>
        </w:rPr>
        <w:t xml:space="preserve">to ponuku </w:t>
      </w:r>
    </w:p>
    <w:p w14:paraId="2A795473" w14:textId="77777777" w:rsidR="00DF056B" w:rsidRPr="0082123D" w:rsidRDefault="00DF056B" w:rsidP="00DF056B">
      <w:pPr>
        <w:widowControl w:val="0"/>
        <w:tabs>
          <w:tab w:val="left" w:pos="1418"/>
        </w:tabs>
        <w:spacing w:after="120" w:line="264" w:lineRule="auto"/>
        <w:ind w:left="1134" w:hanging="142"/>
        <w:jc w:val="both"/>
        <w:rPr>
          <w:rFonts w:ascii="Nudista" w:hAnsi="Nudista"/>
          <w:sz w:val="20"/>
          <w:szCs w:val="20"/>
        </w:rPr>
      </w:pPr>
      <w:r w:rsidRPr="0082123D">
        <w:rPr>
          <w:rFonts w:ascii="Segoe UI Symbol" w:hAnsi="Segoe UI Symbol" w:cs="Segoe UI Symbol"/>
          <w:sz w:val="20"/>
          <w:szCs w:val="20"/>
        </w:rPr>
        <w:t>☐</w:t>
      </w:r>
      <w:r w:rsidRPr="0082123D">
        <w:rPr>
          <w:rFonts w:ascii="Nudista" w:hAnsi="Nudista" w:cs="Arial"/>
          <w:sz w:val="20"/>
          <w:szCs w:val="20"/>
        </w:rPr>
        <w:t xml:space="preserve">   </w:t>
      </w:r>
      <w:r w:rsidRPr="0082123D">
        <w:rPr>
          <w:rFonts w:ascii="Nudista" w:hAnsi="Nudista" w:cs="Arial"/>
          <w:sz w:val="20"/>
          <w:szCs w:val="20"/>
        </w:rPr>
        <w:tab/>
        <w:t>samostatne,</w:t>
      </w:r>
    </w:p>
    <w:p w14:paraId="0BA9987F" w14:textId="77777777" w:rsidR="00DF056B" w:rsidRPr="0082123D" w:rsidRDefault="00DF056B" w:rsidP="00DF056B">
      <w:pPr>
        <w:widowControl w:val="0"/>
        <w:spacing w:after="120" w:line="264" w:lineRule="auto"/>
        <w:ind w:left="1276" w:hanging="707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MS Gothic" w:hAnsi="Nudista" w:cs="Arial"/>
          <w:sz w:val="20"/>
          <w:szCs w:val="20"/>
        </w:rPr>
        <w:t xml:space="preserve">       </w:t>
      </w:r>
      <w:r w:rsidRPr="0082123D">
        <w:rPr>
          <w:rFonts w:ascii="Segoe UI Symbol" w:hAnsi="Segoe UI Symbol" w:cs="Segoe UI Symbol"/>
          <w:sz w:val="20"/>
          <w:szCs w:val="20"/>
        </w:rPr>
        <w:t>☐</w:t>
      </w:r>
      <w:r w:rsidRPr="0082123D">
        <w:rPr>
          <w:rFonts w:ascii="Nudista" w:hAnsi="Nudista" w:cs="Arial"/>
          <w:sz w:val="20"/>
          <w:szCs w:val="20"/>
        </w:rPr>
        <w:t xml:space="preserve">   </w:t>
      </w:r>
      <w:r w:rsidRPr="0082123D">
        <w:rPr>
          <w:rFonts w:ascii="Nudista" w:eastAsia="MS Gothic" w:hAnsi="Nudista" w:cs="Arial"/>
          <w:sz w:val="20"/>
          <w:szCs w:val="20"/>
        </w:rPr>
        <w:tab/>
      </w:r>
      <w:r w:rsidRPr="0082123D">
        <w:rPr>
          <w:rFonts w:ascii="Nudista" w:hAnsi="Nudista" w:cs="Arial"/>
          <w:sz w:val="20"/>
          <w:szCs w:val="20"/>
        </w:rPr>
        <w:t>s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>vyu</w:t>
      </w:r>
      <w:r w:rsidRPr="0082123D">
        <w:rPr>
          <w:rFonts w:ascii="Nudista" w:hAnsi="Nudista" w:cs="Proba Pro"/>
          <w:sz w:val="20"/>
          <w:szCs w:val="20"/>
        </w:rPr>
        <w:t>ž</w:t>
      </w:r>
      <w:r w:rsidRPr="0082123D">
        <w:rPr>
          <w:rFonts w:ascii="Nudista" w:hAnsi="Nudista" w:cs="Arial"/>
          <w:sz w:val="20"/>
          <w:szCs w:val="20"/>
        </w:rPr>
        <w:t>it</w:t>
      </w:r>
      <w:r w:rsidRPr="0082123D">
        <w:rPr>
          <w:rFonts w:ascii="Nudista" w:hAnsi="Nudista" w:cs="Proba Pro"/>
          <w:sz w:val="20"/>
          <w:szCs w:val="20"/>
        </w:rPr>
        <w:t>í</w:t>
      </w:r>
      <w:r w:rsidRPr="0082123D">
        <w:rPr>
          <w:rFonts w:ascii="Nudista" w:hAnsi="Nudista" w:cs="Arial"/>
          <w:sz w:val="20"/>
          <w:szCs w:val="20"/>
        </w:rPr>
        <w:t>m slu</w:t>
      </w:r>
      <w:r w:rsidRPr="0082123D">
        <w:rPr>
          <w:rFonts w:ascii="Nudista" w:hAnsi="Nudista" w:cs="Proba Pro"/>
          <w:sz w:val="20"/>
          <w:szCs w:val="20"/>
        </w:rPr>
        <w:t>ž</w:t>
      </w:r>
      <w:r w:rsidRPr="0082123D">
        <w:rPr>
          <w:rFonts w:ascii="Nudista" w:hAnsi="Nudista" w:cs="Arial"/>
          <w:sz w:val="20"/>
          <w:szCs w:val="20"/>
        </w:rPr>
        <w:t>ieb alebo podkladov nasledovn</w:t>
      </w:r>
      <w:r w:rsidRPr="0082123D">
        <w:rPr>
          <w:rFonts w:ascii="Nudista" w:hAnsi="Nudista" w:cs="Proba Pro"/>
          <w:sz w:val="20"/>
          <w:szCs w:val="20"/>
        </w:rPr>
        <w:t>ý</w:t>
      </w:r>
      <w:r w:rsidRPr="0082123D">
        <w:rPr>
          <w:rFonts w:ascii="Nudista" w:hAnsi="Nudista" w:cs="Arial"/>
          <w:sz w:val="20"/>
          <w:szCs w:val="20"/>
        </w:rPr>
        <w:t>ch os</w:t>
      </w:r>
      <w:r w:rsidRPr="0082123D">
        <w:rPr>
          <w:rFonts w:ascii="Nudista" w:hAnsi="Nudista" w:cs="Proba Pro"/>
          <w:sz w:val="20"/>
          <w:szCs w:val="20"/>
        </w:rPr>
        <w:t>ô</w:t>
      </w:r>
      <w:r w:rsidRPr="0082123D">
        <w:rPr>
          <w:rFonts w:ascii="Nudista" w:hAnsi="Nudista" w:cs="Arial"/>
          <w:sz w:val="20"/>
          <w:szCs w:val="20"/>
        </w:rPr>
        <w:t>b (pozn.: os</w:t>
      </w:r>
      <w:r w:rsidRPr="0082123D">
        <w:rPr>
          <w:rFonts w:ascii="Nudista" w:hAnsi="Nudista" w:cs="Proba Pro"/>
          <w:sz w:val="20"/>
          <w:szCs w:val="20"/>
        </w:rPr>
        <w:t>ô</w:t>
      </w:r>
      <w:r w:rsidRPr="0082123D">
        <w:rPr>
          <w:rFonts w:ascii="Nudista" w:hAnsi="Nudista" w:cs="Arial"/>
          <w:sz w:val="20"/>
          <w:szCs w:val="20"/>
        </w:rPr>
        <w:t>b odli</w:t>
      </w:r>
      <w:r w:rsidRPr="0082123D">
        <w:rPr>
          <w:rFonts w:ascii="Nudista" w:hAnsi="Nudista" w:cs="Proba Pro"/>
          <w:sz w:val="20"/>
          <w:szCs w:val="20"/>
        </w:rPr>
        <w:t>š</w:t>
      </w:r>
      <w:r w:rsidRPr="0082123D">
        <w:rPr>
          <w:rFonts w:ascii="Nudista" w:hAnsi="Nudista" w:cs="Arial"/>
          <w:sz w:val="20"/>
          <w:szCs w:val="20"/>
        </w:rPr>
        <w:t>n</w:t>
      </w:r>
      <w:r w:rsidRPr="0082123D">
        <w:rPr>
          <w:rFonts w:ascii="Nudista" w:hAnsi="Nudista" w:cs="Proba Pro"/>
          <w:sz w:val="20"/>
          <w:szCs w:val="20"/>
        </w:rPr>
        <w:t>ý</w:t>
      </w:r>
      <w:r w:rsidRPr="0082123D">
        <w:rPr>
          <w:rFonts w:ascii="Nudista" w:hAnsi="Nudista" w:cs="Arial"/>
          <w:sz w:val="20"/>
          <w:szCs w:val="20"/>
        </w:rPr>
        <w:t xml:space="preserve">ch od zamestnancov uchádzača):                      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8"/>
        <w:gridCol w:w="3770"/>
        <w:gridCol w:w="2384"/>
      </w:tblGrid>
      <w:tr w:rsidR="00DF056B" w:rsidRPr="0082123D" w14:paraId="51ECAC3B" w14:textId="77777777" w:rsidTr="00956EC8"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BF604" w14:textId="77777777" w:rsidR="00DF056B" w:rsidRPr="0082123D" w:rsidRDefault="00DF056B" w:rsidP="00956EC8">
            <w:pPr>
              <w:widowControl w:val="0"/>
              <w:spacing w:line="264" w:lineRule="auto"/>
              <w:jc w:val="center"/>
              <w:rPr>
                <w:rFonts w:ascii="Nudista" w:hAnsi="Nudista" w:cs="Arial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hAnsi="Nudista" w:cs="Arial"/>
                <w:b/>
                <w:color w:val="FFFFFF"/>
                <w:sz w:val="20"/>
                <w:szCs w:val="20"/>
              </w:rPr>
              <w:t>Obchodné meno / názov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99B91" w14:textId="77777777" w:rsidR="00DF056B" w:rsidRPr="0082123D" w:rsidRDefault="00DF056B" w:rsidP="00956EC8">
            <w:pPr>
              <w:widowControl w:val="0"/>
              <w:spacing w:line="264" w:lineRule="auto"/>
              <w:jc w:val="center"/>
              <w:rPr>
                <w:rFonts w:ascii="Nudista" w:hAnsi="Nudista" w:cs="Arial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hAnsi="Nudista" w:cs="Arial"/>
                <w:b/>
                <w:color w:val="FFFFFF"/>
                <w:sz w:val="20"/>
                <w:szCs w:val="20"/>
              </w:rPr>
              <w:t>Sídlo / adresa pobytu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1F8A5" w14:textId="77777777" w:rsidR="00DF056B" w:rsidRPr="0082123D" w:rsidRDefault="00DF056B" w:rsidP="00956EC8">
            <w:pPr>
              <w:widowControl w:val="0"/>
              <w:spacing w:line="264" w:lineRule="auto"/>
              <w:jc w:val="center"/>
              <w:rPr>
                <w:rFonts w:ascii="Nudista" w:hAnsi="Nudista" w:cs="Arial"/>
                <w:b/>
                <w:color w:val="FFFFFF"/>
                <w:sz w:val="20"/>
                <w:szCs w:val="20"/>
              </w:rPr>
            </w:pPr>
            <w:r w:rsidRPr="0082123D">
              <w:rPr>
                <w:rFonts w:ascii="Nudista" w:hAnsi="Nudista" w:cs="Arial"/>
                <w:b/>
                <w:color w:val="FFFFFF"/>
                <w:sz w:val="20"/>
                <w:szCs w:val="20"/>
              </w:rPr>
              <w:t>IČO (ak bolo pridelené)</w:t>
            </w:r>
          </w:p>
        </w:tc>
      </w:tr>
      <w:tr w:rsidR="00DF056B" w:rsidRPr="0082123D" w14:paraId="0071F111" w14:textId="77777777" w:rsidTr="00956EC8"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8288C" w14:textId="77777777" w:rsidR="00DF056B" w:rsidRPr="0082123D" w:rsidRDefault="00DF056B" w:rsidP="00956EC8">
            <w:pPr>
              <w:widowControl w:val="0"/>
              <w:spacing w:before="120" w:after="120" w:line="264" w:lineRule="auto"/>
              <w:jc w:val="both"/>
              <w:rPr>
                <w:rFonts w:ascii="Nudista" w:hAnsi="Nudista" w:cs="Arial"/>
                <w:color w:val="000000"/>
                <w:sz w:val="20"/>
                <w:szCs w:val="20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89041" w14:textId="77777777" w:rsidR="00DF056B" w:rsidRPr="0082123D" w:rsidRDefault="00DF056B" w:rsidP="00956EC8">
            <w:pPr>
              <w:widowControl w:val="0"/>
              <w:spacing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2B7CC" w14:textId="77777777" w:rsidR="00DF056B" w:rsidRPr="0082123D" w:rsidRDefault="00DF056B" w:rsidP="00956EC8">
            <w:pPr>
              <w:widowControl w:val="0"/>
              <w:spacing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</w:tr>
      <w:tr w:rsidR="00DF056B" w:rsidRPr="0082123D" w14:paraId="71A86F28" w14:textId="77777777" w:rsidTr="00956EC8"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9D87E" w14:textId="77777777" w:rsidR="00DF056B" w:rsidRPr="0082123D" w:rsidRDefault="00DF056B" w:rsidP="00956EC8">
            <w:pPr>
              <w:widowControl w:val="0"/>
              <w:spacing w:before="120" w:after="120"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31FE7" w14:textId="77777777" w:rsidR="00DF056B" w:rsidRPr="0082123D" w:rsidRDefault="00DF056B" w:rsidP="00956EC8">
            <w:pPr>
              <w:widowControl w:val="0"/>
              <w:spacing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BED38" w14:textId="77777777" w:rsidR="00DF056B" w:rsidRPr="0082123D" w:rsidRDefault="00DF056B" w:rsidP="00956EC8">
            <w:pPr>
              <w:widowControl w:val="0"/>
              <w:spacing w:line="264" w:lineRule="auto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</w:tr>
    </w:tbl>
    <w:p w14:paraId="65BD4E5C" w14:textId="77777777" w:rsidR="00DF056B" w:rsidRPr="0082123D" w:rsidRDefault="00DF056B" w:rsidP="00DF056B">
      <w:pPr>
        <w:widowControl w:val="0"/>
        <w:tabs>
          <w:tab w:val="left" w:pos="5103"/>
        </w:tabs>
        <w:spacing w:before="120" w:line="264" w:lineRule="auto"/>
        <w:jc w:val="both"/>
        <w:rPr>
          <w:rFonts w:ascii="Nudista" w:hAnsi="Nudista"/>
          <w:color w:val="000000"/>
          <w:sz w:val="20"/>
          <w:szCs w:val="20"/>
        </w:rPr>
      </w:pPr>
      <w:r w:rsidRPr="0082123D">
        <w:rPr>
          <w:rFonts w:ascii="Nudista" w:eastAsia="Times New Roman" w:hAnsi="Nudista" w:cs="Arial"/>
          <w:i/>
          <w:sz w:val="20"/>
          <w:szCs w:val="20"/>
          <w:lang w:eastAsia="cs-CZ"/>
        </w:rPr>
        <w:t>*Pri vypĺňaní berte, prosím, do úvahy metodické usmernenie Úradu pre verejné obstarávania zo dňa 14.02.2019, východiskom ktorého je dôvodová správa k</w:t>
      </w:r>
      <w:r w:rsidRPr="0082123D">
        <w:rPr>
          <w:rFonts w:ascii="Nudista" w:eastAsia="Times New Roman" w:hAnsi="Nudista" w:cs="Calibri"/>
          <w:i/>
          <w:sz w:val="20"/>
          <w:szCs w:val="20"/>
          <w:lang w:eastAsia="cs-CZ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  <w:lang w:eastAsia="cs-CZ"/>
        </w:rPr>
        <w:t xml:space="preserve">novele zákona </w:t>
      </w:r>
      <w:r w:rsidRPr="0082123D">
        <w:rPr>
          <w:rFonts w:ascii="Nudista" w:eastAsia="Times New Roman" w:hAnsi="Nudista" w:cs="Proba Pro"/>
          <w:i/>
          <w:sz w:val="20"/>
          <w:szCs w:val="20"/>
        </w:rPr>
        <w:t>č</w:t>
      </w:r>
      <w:r w:rsidRPr="0082123D">
        <w:rPr>
          <w:rFonts w:ascii="Nudista" w:eastAsia="Times New Roman" w:hAnsi="Nudista" w:cs="Arial"/>
          <w:i/>
          <w:sz w:val="20"/>
          <w:szCs w:val="20"/>
        </w:rPr>
        <w:t>. 343/2015 Z. z. o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verejnom obstar</w:t>
      </w:r>
      <w:r w:rsidRPr="0082123D">
        <w:rPr>
          <w:rFonts w:ascii="Nudista" w:eastAsia="Times New Roman" w:hAnsi="Nudista" w:cs="Proba Pro"/>
          <w:i/>
          <w:sz w:val="20"/>
          <w:szCs w:val="20"/>
        </w:rPr>
        <w:t>á</w:t>
      </w:r>
      <w:r w:rsidRPr="0082123D">
        <w:rPr>
          <w:rFonts w:ascii="Nudista" w:eastAsia="Times New Roman" w:hAnsi="Nudista" w:cs="Arial"/>
          <w:i/>
          <w:sz w:val="20"/>
          <w:szCs w:val="20"/>
        </w:rPr>
        <w:t>van</w:t>
      </w:r>
      <w:r w:rsidRPr="0082123D">
        <w:rPr>
          <w:rFonts w:ascii="Nudista" w:eastAsia="Times New Roman" w:hAnsi="Nudista" w:cs="Proba Pro"/>
          <w:i/>
          <w:sz w:val="20"/>
          <w:szCs w:val="20"/>
        </w:rPr>
        <w:t>í</w:t>
      </w:r>
      <w:r w:rsidRPr="0082123D">
        <w:rPr>
          <w:rFonts w:ascii="Nudista" w:eastAsia="Times New Roman" w:hAnsi="Nudista" w:cs="Arial"/>
          <w:i/>
          <w:sz w:val="20"/>
          <w:szCs w:val="20"/>
        </w:rPr>
        <w:t xml:space="preserve"> a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o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zmene a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doplnen</w:t>
      </w:r>
      <w:r w:rsidRPr="0082123D">
        <w:rPr>
          <w:rFonts w:ascii="Nudista" w:eastAsia="Times New Roman" w:hAnsi="Nudista" w:cs="Proba Pro"/>
          <w:i/>
          <w:sz w:val="20"/>
          <w:szCs w:val="20"/>
        </w:rPr>
        <w:t>í</w:t>
      </w:r>
      <w:r w:rsidRPr="0082123D">
        <w:rPr>
          <w:rFonts w:ascii="Nudista" w:eastAsia="Times New Roman" w:hAnsi="Nudista" w:cs="Arial"/>
          <w:i/>
          <w:sz w:val="20"/>
          <w:szCs w:val="20"/>
        </w:rPr>
        <w:t xml:space="preserve"> niektor</w:t>
      </w:r>
      <w:r w:rsidRPr="0082123D">
        <w:rPr>
          <w:rFonts w:ascii="Nudista" w:eastAsia="Times New Roman" w:hAnsi="Nudista" w:cs="Proba Pro"/>
          <w:i/>
          <w:sz w:val="20"/>
          <w:szCs w:val="20"/>
        </w:rPr>
        <w:t>ý</w:t>
      </w:r>
      <w:r w:rsidRPr="0082123D">
        <w:rPr>
          <w:rFonts w:ascii="Nudista" w:eastAsia="Times New Roman" w:hAnsi="Nudista" w:cs="Arial"/>
          <w:i/>
          <w:sz w:val="20"/>
          <w:szCs w:val="20"/>
        </w:rPr>
        <w:t>ch z</w:t>
      </w:r>
      <w:r w:rsidRPr="0082123D">
        <w:rPr>
          <w:rFonts w:ascii="Nudista" w:eastAsia="Times New Roman" w:hAnsi="Nudista" w:cs="Proba Pro"/>
          <w:i/>
          <w:sz w:val="20"/>
          <w:szCs w:val="20"/>
        </w:rPr>
        <w:t>á</w:t>
      </w:r>
      <w:r w:rsidRPr="0082123D">
        <w:rPr>
          <w:rFonts w:ascii="Nudista" w:eastAsia="Times New Roman" w:hAnsi="Nudista" w:cs="Arial"/>
          <w:i/>
          <w:sz w:val="20"/>
          <w:szCs w:val="20"/>
        </w:rPr>
        <w:t>konov v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znen</w:t>
      </w:r>
      <w:r w:rsidRPr="0082123D">
        <w:rPr>
          <w:rFonts w:ascii="Nudista" w:eastAsia="Times New Roman" w:hAnsi="Nudista" w:cs="Proba Pro"/>
          <w:i/>
          <w:sz w:val="20"/>
          <w:szCs w:val="20"/>
        </w:rPr>
        <w:t>í</w:t>
      </w:r>
      <w:r w:rsidRPr="0082123D">
        <w:rPr>
          <w:rFonts w:ascii="Nudista" w:eastAsia="Times New Roman" w:hAnsi="Nudista" w:cs="Arial"/>
          <w:i/>
          <w:sz w:val="20"/>
          <w:szCs w:val="20"/>
        </w:rPr>
        <w:t xml:space="preserve"> neskor</w:t>
      </w:r>
      <w:r w:rsidRPr="0082123D">
        <w:rPr>
          <w:rFonts w:ascii="Nudista" w:eastAsia="Times New Roman" w:hAnsi="Nudista" w:cs="Proba Pro"/>
          <w:i/>
          <w:sz w:val="20"/>
          <w:szCs w:val="20"/>
        </w:rPr>
        <w:t>ší</w:t>
      </w:r>
      <w:r w:rsidRPr="0082123D">
        <w:rPr>
          <w:rFonts w:ascii="Nudista" w:eastAsia="Times New Roman" w:hAnsi="Nudista" w:cs="Arial"/>
          <w:i/>
          <w:sz w:val="20"/>
          <w:szCs w:val="20"/>
        </w:rPr>
        <w:t>ch predpisov, ktorá v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súvislosti s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uvedením údajov osoby, ktorej služby uchádzač využil uvádza, že v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praxi sa vyskytujú prípady, keď sa v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tom istom verejnom obstarávaní objavia ponuky obsahujúce rovnaké chyby, formulácie, prípadne iné znaky, ktoré sa javia ako indície protisúťažného správania. V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rámci prešetrovania možného protisúťažného konania sa následne zistí, že podklady pre uchádzačov pripravoval ten istý externý subjekt, a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tak sa pristúpilo k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zavedeniu povinnosti uviesť údaje o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takomto subjekte v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>ponuke. Vzhľadom na uvedené je možné vyjadriť názor, že v</w:t>
      </w:r>
      <w:r w:rsidRPr="0082123D">
        <w:rPr>
          <w:rFonts w:ascii="Nudista" w:eastAsia="Times New Roman" w:hAnsi="Nudista" w:cs="Calibri"/>
          <w:i/>
          <w:sz w:val="20"/>
          <w:szCs w:val="20"/>
        </w:rPr>
        <w:t> </w:t>
      </w:r>
      <w:r w:rsidRPr="0082123D">
        <w:rPr>
          <w:rFonts w:ascii="Nudista" w:eastAsia="Times New Roman" w:hAnsi="Nudista" w:cs="Arial"/>
          <w:i/>
          <w:sz w:val="20"/>
          <w:szCs w:val="20"/>
        </w:rPr>
        <w:t xml:space="preserve">prípade, ak sa na vypracovaní ponuky podieľal iný subjekt (napr. subdodávateľ) túto skutočnosť uchádzač uvedie. </w:t>
      </w:r>
    </w:p>
    <w:p w14:paraId="2A7410F1" w14:textId="77777777" w:rsidR="00DF056B" w:rsidRPr="0082123D" w:rsidRDefault="00DF056B" w:rsidP="00E461E0">
      <w:pPr>
        <w:widowControl w:val="0"/>
        <w:numPr>
          <w:ilvl w:val="0"/>
          <w:numId w:val="163"/>
        </w:numPr>
        <w:pBdr>
          <w:bottom w:val="single" w:sz="12" w:space="1" w:color="000000"/>
        </w:pBdr>
        <w:suppressAutoHyphens/>
        <w:autoSpaceDN w:val="0"/>
        <w:spacing w:line="264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Times New Roman" w:hAnsi="Nudista" w:cs="Arial"/>
          <w:b/>
          <w:bCs/>
          <w:sz w:val="20"/>
          <w:szCs w:val="20"/>
          <w:lang w:eastAsia="cs-CZ"/>
        </w:rPr>
        <w:t>v súvislosti s</w:t>
      </w:r>
      <w:r w:rsidRPr="0082123D">
        <w:rPr>
          <w:rFonts w:ascii="Nudista" w:eastAsia="Times New Roman" w:hAnsi="Nudista" w:cs="Calibri"/>
          <w:b/>
          <w:bCs/>
          <w:sz w:val="20"/>
          <w:szCs w:val="20"/>
          <w:lang w:eastAsia="cs-CZ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  <w:lang w:eastAsia="cs-CZ"/>
        </w:rPr>
        <w:t>ochranou osobných údajov v</w:t>
      </w:r>
      <w:r w:rsidRPr="0082123D">
        <w:rPr>
          <w:rFonts w:ascii="Nudista" w:eastAsia="Times New Roman" w:hAnsi="Nudista" w:cs="Calibri"/>
          <w:b/>
          <w:bCs/>
          <w:sz w:val="20"/>
          <w:szCs w:val="20"/>
          <w:lang w:eastAsia="cs-CZ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  <w:lang w:eastAsia="cs-CZ"/>
        </w:rPr>
        <w:t xml:space="preserve">zmysle zákona č. 18/2019 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o</w:t>
      </w:r>
      <w:r w:rsidRPr="0082123D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ochrane osobn</w:t>
      </w:r>
      <w:r w:rsidRPr="0082123D">
        <w:rPr>
          <w:rFonts w:ascii="Nudista" w:eastAsia="Times New Roman" w:hAnsi="Nudista" w:cs="Proba Pro"/>
          <w:b/>
          <w:bCs/>
          <w:sz w:val="20"/>
          <w:szCs w:val="20"/>
        </w:rPr>
        <w:t>ý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 xml:space="preserve">ch </w:t>
      </w:r>
      <w:r w:rsidRPr="0082123D">
        <w:rPr>
          <w:rFonts w:ascii="Nudista" w:eastAsia="Times New Roman" w:hAnsi="Nudista" w:cs="Proba Pro"/>
          <w:b/>
          <w:bCs/>
          <w:sz w:val="20"/>
          <w:szCs w:val="20"/>
        </w:rPr>
        <w:t>ú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dajov a</w:t>
      </w:r>
      <w:r w:rsidRPr="0082123D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o</w:t>
      </w:r>
      <w:r w:rsidRPr="0082123D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zmene a</w:t>
      </w:r>
      <w:r w:rsidRPr="0082123D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doplnen</w:t>
      </w:r>
      <w:r w:rsidRPr="0082123D">
        <w:rPr>
          <w:rFonts w:ascii="Nudista" w:eastAsia="Times New Roman" w:hAnsi="Nudista" w:cs="Proba Pro"/>
          <w:b/>
          <w:bCs/>
          <w:sz w:val="20"/>
          <w:szCs w:val="20"/>
        </w:rPr>
        <w:t>í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 xml:space="preserve"> niektor</w:t>
      </w:r>
      <w:r w:rsidRPr="0082123D">
        <w:rPr>
          <w:rFonts w:ascii="Nudista" w:eastAsia="Times New Roman" w:hAnsi="Nudista" w:cs="Proba Pro"/>
          <w:b/>
          <w:bCs/>
          <w:sz w:val="20"/>
          <w:szCs w:val="20"/>
        </w:rPr>
        <w:t>ý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ch z</w:t>
      </w:r>
      <w:r w:rsidRPr="0082123D">
        <w:rPr>
          <w:rFonts w:ascii="Nudista" w:eastAsia="Times New Roman" w:hAnsi="Nudista" w:cs="Proba Pro"/>
          <w:b/>
          <w:bCs/>
          <w:sz w:val="20"/>
          <w:szCs w:val="20"/>
        </w:rPr>
        <w:t>á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konov v</w:t>
      </w:r>
      <w:r w:rsidRPr="0082123D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znen</w:t>
      </w:r>
      <w:r w:rsidRPr="0082123D">
        <w:rPr>
          <w:rFonts w:ascii="Nudista" w:eastAsia="Times New Roman" w:hAnsi="Nudista" w:cs="Proba Pro"/>
          <w:b/>
          <w:bCs/>
          <w:sz w:val="20"/>
          <w:szCs w:val="20"/>
        </w:rPr>
        <w:t>í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 xml:space="preserve"> neskor</w:t>
      </w:r>
      <w:r w:rsidRPr="0082123D">
        <w:rPr>
          <w:rFonts w:ascii="Nudista" w:eastAsia="Times New Roman" w:hAnsi="Nudista" w:cs="Proba Pro"/>
          <w:b/>
          <w:bCs/>
          <w:sz w:val="20"/>
          <w:szCs w:val="20"/>
        </w:rPr>
        <w:t>ší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>ch predpisov (</w:t>
      </w:r>
      <w:r w:rsidRPr="0082123D">
        <w:rPr>
          <w:rFonts w:ascii="Nudista" w:eastAsia="Times New Roman" w:hAnsi="Nudista" w:cs="Proba Pro"/>
          <w:b/>
          <w:bCs/>
          <w:sz w:val="20"/>
          <w:szCs w:val="20"/>
        </w:rPr>
        <w:t>ď</w:t>
      </w:r>
      <w:r w:rsidRPr="0082123D">
        <w:rPr>
          <w:rFonts w:ascii="Nudista" w:eastAsia="Times New Roman" w:hAnsi="Nudista" w:cs="Arial"/>
          <w:b/>
          <w:bCs/>
          <w:sz w:val="20"/>
          <w:szCs w:val="20"/>
        </w:rPr>
        <w:t xml:space="preserve">alej aj ako </w:t>
      </w:r>
      <w:r w:rsidRPr="0082123D">
        <w:rPr>
          <w:rFonts w:ascii="Nudista" w:eastAsia="Times New Roman" w:hAnsi="Nudista" w:cs="Proba Pro"/>
          <w:b/>
          <w:bCs/>
          <w:sz w:val="20"/>
          <w:szCs w:val="20"/>
        </w:rPr>
        <w:t>„</w:t>
      </w:r>
      <w:proofErr w:type="spellStart"/>
      <w:r w:rsidRPr="0082123D">
        <w:rPr>
          <w:rFonts w:ascii="Nudista" w:eastAsia="Times New Roman" w:hAnsi="Nudista" w:cs="Arial"/>
          <w:b/>
          <w:bCs/>
          <w:sz w:val="20"/>
          <w:szCs w:val="20"/>
        </w:rPr>
        <w:t>ZoOÚ</w:t>
      </w:r>
      <w:proofErr w:type="spellEnd"/>
      <w:r w:rsidRPr="0082123D">
        <w:rPr>
          <w:rFonts w:ascii="Nudista" w:eastAsia="Times New Roman" w:hAnsi="Nudista" w:cs="Arial"/>
          <w:b/>
          <w:bCs/>
          <w:sz w:val="20"/>
          <w:szCs w:val="20"/>
        </w:rPr>
        <w:t>“),</w:t>
      </w:r>
    </w:p>
    <w:p w14:paraId="41BAA825" w14:textId="77777777" w:rsidR="00DF056B" w:rsidRPr="0082123D" w:rsidRDefault="00DF056B" w:rsidP="00E461E0">
      <w:pPr>
        <w:widowControl w:val="0"/>
        <w:numPr>
          <w:ilvl w:val="0"/>
          <w:numId w:val="27"/>
        </w:numPr>
        <w:suppressAutoHyphens/>
        <w:autoSpaceDN w:val="0"/>
        <w:spacing w:after="120"/>
        <w:ind w:left="993" w:hanging="426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hAnsi="Nudista" w:cs="Arial"/>
          <w:sz w:val="20"/>
          <w:szCs w:val="20"/>
        </w:rPr>
        <w:t>v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>rozsahu, v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 xml:space="preserve">akom to predpisuje </w:t>
      </w:r>
      <w:proofErr w:type="spellStart"/>
      <w:r w:rsidRPr="0082123D">
        <w:rPr>
          <w:rFonts w:ascii="Nudista" w:hAnsi="Nudista" w:cs="Arial"/>
          <w:sz w:val="20"/>
          <w:szCs w:val="20"/>
        </w:rPr>
        <w:t>ZoO</w:t>
      </w:r>
      <w:r w:rsidRPr="0082123D">
        <w:rPr>
          <w:rFonts w:ascii="Nudista" w:hAnsi="Nudista" w:cs="Proba Pro"/>
          <w:sz w:val="20"/>
          <w:szCs w:val="20"/>
        </w:rPr>
        <w:t>Ú</w:t>
      </w:r>
      <w:proofErr w:type="spellEnd"/>
      <w:r w:rsidRPr="0082123D">
        <w:rPr>
          <w:rFonts w:ascii="Nudista" w:hAnsi="Nudista" w:cs="Arial"/>
          <w:sz w:val="20"/>
          <w:szCs w:val="20"/>
        </w:rPr>
        <w:t>, som si od v</w:t>
      </w:r>
      <w:r w:rsidRPr="0082123D">
        <w:rPr>
          <w:rFonts w:ascii="Nudista" w:hAnsi="Nudista" w:cs="Proba Pro"/>
          <w:sz w:val="20"/>
          <w:szCs w:val="20"/>
        </w:rPr>
        <w:t>š</w:t>
      </w:r>
      <w:r w:rsidRPr="0082123D">
        <w:rPr>
          <w:rFonts w:ascii="Nudista" w:hAnsi="Nudista" w:cs="Arial"/>
          <w:sz w:val="20"/>
          <w:szCs w:val="20"/>
        </w:rPr>
        <w:t>etk</w:t>
      </w:r>
      <w:r w:rsidRPr="0082123D">
        <w:rPr>
          <w:rFonts w:ascii="Nudista" w:hAnsi="Nudista" w:cs="Proba Pro"/>
          <w:sz w:val="20"/>
          <w:szCs w:val="20"/>
        </w:rPr>
        <w:t>ý</w:t>
      </w:r>
      <w:r w:rsidRPr="0082123D">
        <w:rPr>
          <w:rFonts w:ascii="Nudista" w:hAnsi="Nudista" w:cs="Arial"/>
          <w:sz w:val="20"/>
          <w:szCs w:val="20"/>
        </w:rPr>
        <w:t>ch dotknut</w:t>
      </w:r>
      <w:r w:rsidRPr="0082123D">
        <w:rPr>
          <w:rFonts w:ascii="Nudista" w:hAnsi="Nudista" w:cs="Proba Pro"/>
          <w:sz w:val="20"/>
          <w:szCs w:val="20"/>
        </w:rPr>
        <w:t>ý</w:t>
      </w:r>
      <w:r w:rsidRPr="0082123D">
        <w:rPr>
          <w:rFonts w:ascii="Nudista" w:hAnsi="Nudista" w:cs="Arial"/>
          <w:sz w:val="20"/>
          <w:szCs w:val="20"/>
        </w:rPr>
        <w:t>ch osôb, ktorých osobné údaje sú obsiahnuté v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>mojej ponuke, zabezpe</w:t>
      </w:r>
      <w:r w:rsidRPr="0082123D">
        <w:rPr>
          <w:rFonts w:ascii="Nudista" w:hAnsi="Nudista" w:cs="Proba Pro"/>
          <w:sz w:val="20"/>
          <w:szCs w:val="20"/>
        </w:rPr>
        <w:t>č</w:t>
      </w:r>
      <w:r w:rsidRPr="0082123D">
        <w:rPr>
          <w:rFonts w:ascii="Nudista" w:hAnsi="Nudista" w:cs="Arial"/>
          <w:sz w:val="20"/>
          <w:szCs w:val="20"/>
        </w:rPr>
        <w:t>il v</w:t>
      </w:r>
      <w:r w:rsidRPr="0082123D">
        <w:rPr>
          <w:rFonts w:ascii="Nudista" w:hAnsi="Nudista" w:cs="Proba Pro"/>
          <w:sz w:val="20"/>
          <w:szCs w:val="20"/>
        </w:rPr>
        <w:t>š</w:t>
      </w:r>
      <w:r w:rsidRPr="0082123D">
        <w:rPr>
          <w:rFonts w:ascii="Nudista" w:hAnsi="Nudista" w:cs="Arial"/>
          <w:sz w:val="20"/>
          <w:szCs w:val="20"/>
        </w:rPr>
        <w:t>etky potrebn</w:t>
      </w:r>
      <w:r w:rsidRPr="0082123D">
        <w:rPr>
          <w:rFonts w:ascii="Nudista" w:hAnsi="Nudista" w:cs="Proba Pro"/>
          <w:sz w:val="20"/>
          <w:szCs w:val="20"/>
        </w:rPr>
        <w:t>é</w:t>
      </w:r>
      <w:r w:rsidRPr="0082123D">
        <w:rPr>
          <w:rFonts w:ascii="Nudista" w:hAnsi="Nudista" w:cs="Arial"/>
          <w:sz w:val="20"/>
          <w:szCs w:val="20"/>
        </w:rPr>
        <w:t xml:space="preserve"> s</w:t>
      </w:r>
      <w:r w:rsidRPr="0082123D">
        <w:rPr>
          <w:rFonts w:ascii="Nudista" w:hAnsi="Nudista" w:cs="Proba Pro"/>
          <w:sz w:val="20"/>
          <w:szCs w:val="20"/>
        </w:rPr>
        <w:t>ú</w:t>
      </w:r>
      <w:r w:rsidRPr="0082123D">
        <w:rPr>
          <w:rFonts w:ascii="Nudista" w:hAnsi="Nudista" w:cs="Arial"/>
          <w:sz w:val="20"/>
          <w:szCs w:val="20"/>
        </w:rPr>
        <w:t>hlasy so spracovan</w:t>
      </w:r>
      <w:r w:rsidRPr="0082123D">
        <w:rPr>
          <w:rFonts w:ascii="Nudista" w:hAnsi="Nudista" w:cs="Proba Pro"/>
          <w:sz w:val="20"/>
          <w:szCs w:val="20"/>
        </w:rPr>
        <w:t>í</w:t>
      </w:r>
      <w:r w:rsidRPr="0082123D">
        <w:rPr>
          <w:rFonts w:ascii="Nudista" w:hAnsi="Nudista" w:cs="Arial"/>
          <w:sz w:val="20"/>
          <w:szCs w:val="20"/>
        </w:rPr>
        <w:t>m osobn</w:t>
      </w:r>
      <w:r w:rsidRPr="0082123D">
        <w:rPr>
          <w:rFonts w:ascii="Nudista" w:hAnsi="Nudista" w:cs="Proba Pro"/>
          <w:sz w:val="20"/>
          <w:szCs w:val="20"/>
        </w:rPr>
        <w:t>ý</w:t>
      </w:r>
      <w:r w:rsidRPr="0082123D">
        <w:rPr>
          <w:rFonts w:ascii="Nudista" w:hAnsi="Nudista" w:cs="Arial"/>
          <w:sz w:val="20"/>
          <w:szCs w:val="20"/>
        </w:rPr>
        <w:t xml:space="preserve">ch </w:t>
      </w:r>
      <w:r w:rsidRPr="0082123D">
        <w:rPr>
          <w:rFonts w:ascii="Nudista" w:hAnsi="Nudista" w:cs="Proba Pro"/>
          <w:sz w:val="20"/>
          <w:szCs w:val="20"/>
        </w:rPr>
        <w:t>ú</w:t>
      </w:r>
      <w:r w:rsidRPr="0082123D">
        <w:rPr>
          <w:rFonts w:ascii="Nudista" w:hAnsi="Nudista" w:cs="Arial"/>
          <w:sz w:val="20"/>
          <w:szCs w:val="20"/>
        </w:rPr>
        <w:t xml:space="preserve">dajov za </w:t>
      </w:r>
      <w:r w:rsidRPr="0082123D">
        <w:rPr>
          <w:rFonts w:ascii="Nudista" w:hAnsi="Nudista" w:cs="Proba Pro"/>
          <w:sz w:val="20"/>
          <w:szCs w:val="20"/>
        </w:rPr>
        <w:t>úč</w:t>
      </w:r>
      <w:r w:rsidRPr="0082123D">
        <w:rPr>
          <w:rFonts w:ascii="Nudista" w:hAnsi="Nudista" w:cs="Arial"/>
          <w:sz w:val="20"/>
          <w:szCs w:val="20"/>
        </w:rPr>
        <w:t>elom podania tejto ponuky a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>pou</w:t>
      </w:r>
      <w:r w:rsidRPr="0082123D">
        <w:rPr>
          <w:rFonts w:ascii="Nudista" w:hAnsi="Nudista" w:cs="Proba Pro"/>
          <w:sz w:val="20"/>
          <w:szCs w:val="20"/>
        </w:rPr>
        <w:t>č</w:t>
      </w:r>
      <w:r w:rsidRPr="0082123D">
        <w:rPr>
          <w:rFonts w:ascii="Nudista" w:hAnsi="Nudista" w:cs="Arial"/>
          <w:sz w:val="20"/>
          <w:szCs w:val="20"/>
        </w:rPr>
        <w:t>il v</w:t>
      </w:r>
      <w:r w:rsidRPr="0082123D">
        <w:rPr>
          <w:rFonts w:ascii="Nudista" w:hAnsi="Nudista" w:cs="Proba Pro"/>
          <w:sz w:val="20"/>
          <w:szCs w:val="20"/>
        </w:rPr>
        <w:t>š</w:t>
      </w:r>
      <w:r w:rsidRPr="0082123D">
        <w:rPr>
          <w:rFonts w:ascii="Nudista" w:hAnsi="Nudista" w:cs="Arial"/>
          <w:sz w:val="20"/>
          <w:szCs w:val="20"/>
        </w:rPr>
        <w:t>etky dotknut</w:t>
      </w:r>
      <w:r w:rsidRPr="0082123D">
        <w:rPr>
          <w:rFonts w:ascii="Nudista" w:hAnsi="Nudista" w:cs="Proba Pro"/>
          <w:sz w:val="20"/>
          <w:szCs w:val="20"/>
        </w:rPr>
        <w:t>é</w:t>
      </w:r>
      <w:r w:rsidRPr="0082123D">
        <w:rPr>
          <w:rFonts w:ascii="Nudista" w:hAnsi="Nudista" w:cs="Arial"/>
          <w:sz w:val="20"/>
          <w:szCs w:val="20"/>
        </w:rPr>
        <w:t xml:space="preserve"> osoby o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>sp</w:t>
      </w:r>
      <w:r w:rsidRPr="0082123D">
        <w:rPr>
          <w:rFonts w:ascii="Nudista" w:hAnsi="Nudista" w:cs="Proba Pro"/>
          <w:sz w:val="20"/>
          <w:szCs w:val="20"/>
        </w:rPr>
        <w:t>ô</w:t>
      </w:r>
      <w:r w:rsidRPr="0082123D">
        <w:rPr>
          <w:rFonts w:ascii="Nudista" w:hAnsi="Nudista" w:cs="Arial"/>
          <w:sz w:val="20"/>
          <w:szCs w:val="20"/>
        </w:rPr>
        <w:t>sobe a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>rozsahu spracovania ich osobn</w:t>
      </w:r>
      <w:r w:rsidRPr="0082123D">
        <w:rPr>
          <w:rFonts w:ascii="Nudista" w:hAnsi="Nudista" w:cs="Proba Pro"/>
          <w:sz w:val="20"/>
          <w:szCs w:val="20"/>
        </w:rPr>
        <w:t>ý</w:t>
      </w:r>
      <w:r w:rsidRPr="0082123D">
        <w:rPr>
          <w:rFonts w:ascii="Nudista" w:hAnsi="Nudista" w:cs="Arial"/>
          <w:sz w:val="20"/>
          <w:szCs w:val="20"/>
        </w:rPr>
        <w:t xml:space="preserve">ch </w:t>
      </w:r>
      <w:r w:rsidRPr="0082123D">
        <w:rPr>
          <w:rFonts w:ascii="Nudista" w:hAnsi="Nudista" w:cs="Proba Pro"/>
          <w:sz w:val="20"/>
          <w:szCs w:val="20"/>
        </w:rPr>
        <w:t>ú</w:t>
      </w:r>
      <w:r w:rsidRPr="0082123D">
        <w:rPr>
          <w:rFonts w:ascii="Nudista" w:hAnsi="Nudista" w:cs="Arial"/>
          <w:sz w:val="20"/>
          <w:szCs w:val="20"/>
        </w:rPr>
        <w:t xml:space="preserve">dajov na </w:t>
      </w:r>
      <w:r w:rsidRPr="0082123D">
        <w:rPr>
          <w:rFonts w:ascii="Nudista" w:hAnsi="Nudista" w:cs="Proba Pro"/>
          <w:sz w:val="20"/>
          <w:szCs w:val="20"/>
        </w:rPr>
        <w:t>úč</w:t>
      </w:r>
      <w:r w:rsidRPr="0082123D">
        <w:rPr>
          <w:rFonts w:ascii="Nudista" w:hAnsi="Nudista" w:cs="Arial"/>
          <w:sz w:val="20"/>
          <w:szCs w:val="20"/>
        </w:rPr>
        <w:t xml:space="preserve">el podania tejto ponuky a </w:t>
      </w:r>
    </w:p>
    <w:p w14:paraId="30D16EEE" w14:textId="77777777" w:rsidR="00DF056B" w:rsidRPr="0082123D" w:rsidRDefault="00DF056B" w:rsidP="00E461E0">
      <w:pPr>
        <w:widowControl w:val="0"/>
        <w:numPr>
          <w:ilvl w:val="0"/>
          <w:numId w:val="27"/>
        </w:numPr>
        <w:suppressAutoHyphens/>
        <w:autoSpaceDN w:val="0"/>
        <w:spacing w:after="120"/>
        <w:ind w:left="993" w:hanging="426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hAnsi="Nudista" w:cs="Arial"/>
          <w:sz w:val="20"/>
          <w:szCs w:val="20"/>
        </w:rPr>
        <w:t>všetky dotknuté osoby mi udelili svoj súhlas na to, aby tieto osobné údaje boli poskytnuté, a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 xml:space="preserve">aby ich </w:t>
      </w:r>
      <w:r w:rsidRPr="0082123D">
        <w:rPr>
          <w:rFonts w:ascii="Nudista" w:hAnsi="Nudista" w:cs="Proba Pro"/>
          <w:sz w:val="20"/>
          <w:szCs w:val="20"/>
        </w:rPr>
        <w:t>ď</w:t>
      </w:r>
      <w:r w:rsidRPr="0082123D">
        <w:rPr>
          <w:rFonts w:ascii="Nudista" w:hAnsi="Nudista" w:cs="Arial"/>
          <w:sz w:val="20"/>
          <w:szCs w:val="20"/>
        </w:rPr>
        <w:t>alej za deklarovan</w:t>
      </w:r>
      <w:r w:rsidRPr="0082123D">
        <w:rPr>
          <w:rFonts w:ascii="Nudista" w:hAnsi="Nudista" w:cs="Proba Pro"/>
          <w:sz w:val="20"/>
          <w:szCs w:val="20"/>
        </w:rPr>
        <w:t>ý</w:t>
      </w:r>
      <w:r w:rsidRPr="0082123D">
        <w:rPr>
          <w:rFonts w:ascii="Nudista" w:hAnsi="Nudista" w:cs="Arial"/>
          <w:sz w:val="20"/>
          <w:szCs w:val="20"/>
        </w:rPr>
        <w:t xml:space="preserve">m </w:t>
      </w:r>
      <w:r w:rsidRPr="0082123D">
        <w:rPr>
          <w:rFonts w:ascii="Nudista" w:hAnsi="Nudista" w:cs="Proba Pro"/>
          <w:sz w:val="20"/>
          <w:szCs w:val="20"/>
        </w:rPr>
        <w:t>úč</w:t>
      </w:r>
      <w:r w:rsidRPr="0082123D">
        <w:rPr>
          <w:rFonts w:ascii="Nudista" w:hAnsi="Nudista" w:cs="Arial"/>
          <w:sz w:val="20"/>
          <w:szCs w:val="20"/>
        </w:rPr>
        <w:t>elom spracov</w:t>
      </w:r>
      <w:r w:rsidRPr="0082123D">
        <w:rPr>
          <w:rFonts w:ascii="Nudista" w:hAnsi="Nudista" w:cs="Proba Pro"/>
          <w:sz w:val="20"/>
          <w:szCs w:val="20"/>
        </w:rPr>
        <w:t>á</w:t>
      </w:r>
      <w:r w:rsidRPr="0082123D">
        <w:rPr>
          <w:rFonts w:ascii="Nudista" w:hAnsi="Nudista" w:cs="Arial"/>
          <w:sz w:val="20"/>
          <w:szCs w:val="20"/>
        </w:rPr>
        <w:t>val tak verejný obstar</w:t>
      </w:r>
      <w:r w:rsidRPr="0082123D">
        <w:rPr>
          <w:rFonts w:ascii="Nudista" w:hAnsi="Nudista" w:cs="Proba Pro"/>
          <w:sz w:val="20"/>
          <w:szCs w:val="20"/>
        </w:rPr>
        <w:t>á</w:t>
      </w:r>
      <w:r w:rsidRPr="0082123D">
        <w:rPr>
          <w:rFonts w:ascii="Nudista" w:hAnsi="Nudista" w:cs="Arial"/>
          <w:sz w:val="20"/>
          <w:szCs w:val="20"/>
        </w:rPr>
        <w:t>vate</w:t>
      </w:r>
      <w:r w:rsidRPr="0082123D">
        <w:rPr>
          <w:rFonts w:ascii="Nudista" w:hAnsi="Nudista" w:cs="Proba Pro"/>
          <w:sz w:val="20"/>
          <w:szCs w:val="20"/>
        </w:rPr>
        <w:t>ľ</w:t>
      </w:r>
      <w:r w:rsidRPr="0082123D">
        <w:rPr>
          <w:rFonts w:ascii="Nudista" w:hAnsi="Nudista" w:cs="Arial"/>
          <w:sz w:val="20"/>
          <w:szCs w:val="20"/>
        </w:rPr>
        <w:t xml:space="preserve"> ako aj spolo</w:t>
      </w:r>
      <w:r w:rsidRPr="0082123D">
        <w:rPr>
          <w:rFonts w:ascii="Nudista" w:hAnsi="Nudista" w:cs="Proba Pro"/>
          <w:sz w:val="20"/>
          <w:szCs w:val="20"/>
        </w:rPr>
        <w:t>č</w:t>
      </w:r>
      <w:r w:rsidRPr="0082123D">
        <w:rPr>
          <w:rFonts w:ascii="Nudista" w:hAnsi="Nudista" w:cs="Arial"/>
          <w:sz w:val="20"/>
          <w:szCs w:val="20"/>
        </w:rPr>
        <w:t>nos</w:t>
      </w:r>
      <w:r w:rsidRPr="0082123D">
        <w:rPr>
          <w:rFonts w:ascii="Nudista" w:hAnsi="Nudista" w:cs="Proba Pro"/>
          <w:sz w:val="20"/>
          <w:szCs w:val="20"/>
        </w:rPr>
        <w:t>ť</w:t>
      </w:r>
      <w:r w:rsidRPr="0082123D">
        <w:rPr>
          <w:rFonts w:ascii="Nudista" w:hAnsi="Nudista" w:cs="Arial"/>
          <w:sz w:val="20"/>
          <w:szCs w:val="20"/>
        </w:rPr>
        <w:t xml:space="preserve"> Tatra Tender </w:t>
      </w:r>
      <w:proofErr w:type="spellStart"/>
      <w:r w:rsidRPr="0082123D">
        <w:rPr>
          <w:rFonts w:ascii="Nudista" w:hAnsi="Nudista" w:cs="Arial"/>
          <w:sz w:val="20"/>
          <w:szCs w:val="20"/>
        </w:rPr>
        <w:t>s.r.o</w:t>
      </w:r>
      <w:proofErr w:type="spellEnd"/>
      <w:r w:rsidRPr="0082123D">
        <w:rPr>
          <w:rFonts w:ascii="Nudista" w:hAnsi="Nudista" w:cs="Arial"/>
          <w:sz w:val="20"/>
          <w:szCs w:val="20"/>
        </w:rPr>
        <w:t>., ktorá pre verejného obstarávateľa vykonáva niektoré činnosti spojené s</w:t>
      </w:r>
      <w:r w:rsidRPr="0082123D">
        <w:rPr>
          <w:rFonts w:ascii="Nudista" w:hAnsi="Nudista" w:cs="Calibri"/>
          <w:sz w:val="20"/>
          <w:szCs w:val="20"/>
        </w:rPr>
        <w:t> </w:t>
      </w:r>
      <w:r w:rsidRPr="0082123D">
        <w:rPr>
          <w:rFonts w:ascii="Nudista" w:hAnsi="Nudista" w:cs="Arial"/>
          <w:sz w:val="20"/>
          <w:szCs w:val="20"/>
        </w:rPr>
        <w:t>realiz</w:t>
      </w:r>
      <w:r w:rsidRPr="0082123D">
        <w:rPr>
          <w:rFonts w:ascii="Nudista" w:hAnsi="Nudista" w:cs="Proba Pro"/>
          <w:sz w:val="20"/>
          <w:szCs w:val="20"/>
        </w:rPr>
        <w:t>á</w:t>
      </w:r>
      <w:r w:rsidRPr="0082123D">
        <w:rPr>
          <w:rFonts w:ascii="Nudista" w:hAnsi="Nudista" w:cs="Arial"/>
          <w:sz w:val="20"/>
          <w:szCs w:val="20"/>
        </w:rPr>
        <w:t>ciou tohto verejn</w:t>
      </w:r>
      <w:r w:rsidRPr="0082123D">
        <w:rPr>
          <w:rFonts w:ascii="Nudista" w:hAnsi="Nudista" w:cs="Proba Pro"/>
          <w:sz w:val="20"/>
          <w:szCs w:val="20"/>
        </w:rPr>
        <w:t>é</w:t>
      </w:r>
      <w:r w:rsidRPr="0082123D">
        <w:rPr>
          <w:rFonts w:ascii="Nudista" w:hAnsi="Nudista" w:cs="Arial"/>
          <w:sz w:val="20"/>
          <w:szCs w:val="20"/>
        </w:rPr>
        <w:t>ho obstar</w:t>
      </w:r>
      <w:r w:rsidRPr="0082123D">
        <w:rPr>
          <w:rFonts w:ascii="Nudista" w:hAnsi="Nudista" w:cs="Proba Pro"/>
          <w:sz w:val="20"/>
          <w:szCs w:val="20"/>
        </w:rPr>
        <w:t>á</w:t>
      </w:r>
      <w:r w:rsidRPr="0082123D">
        <w:rPr>
          <w:rFonts w:ascii="Nudista" w:hAnsi="Nudista" w:cs="Arial"/>
          <w:sz w:val="20"/>
          <w:szCs w:val="20"/>
        </w:rPr>
        <w:t>vania.</w:t>
      </w:r>
    </w:p>
    <w:p w14:paraId="6D9971FB" w14:textId="77777777" w:rsidR="00DF056B" w:rsidRPr="0082123D" w:rsidRDefault="00DF056B" w:rsidP="00DF056B">
      <w:pPr>
        <w:widowControl w:val="0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Proba Pro" w:hAnsi="Nudista" w:cs="Proba Pro"/>
          <w:sz w:val="20"/>
          <w:szCs w:val="20"/>
        </w:rPr>
        <w:t xml:space="preserve">V </w:t>
      </w:r>
      <w:r w:rsidRPr="0082123D">
        <w:rPr>
          <w:rFonts w:ascii="Nudista" w:eastAsia="Proba Pro" w:hAnsi="Nudista" w:cs="Proba Pro"/>
          <w:i/>
          <w:sz w:val="20"/>
          <w:szCs w:val="20"/>
        </w:rPr>
        <w:t>[</w:t>
      </w:r>
      <w:r w:rsidRPr="0082123D">
        <w:rPr>
          <w:rFonts w:ascii="Nudista" w:eastAsia="Proba Pro" w:hAnsi="Nudista" w:cs="Proba Pro"/>
          <w:i/>
          <w:sz w:val="20"/>
          <w:szCs w:val="20"/>
          <w:shd w:val="clear" w:color="auto" w:fill="808080"/>
        </w:rPr>
        <w:t>doplniť miesto]</w:t>
      </w:r>
      <w:r w:rsidRPr="0082123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2123D">
        <w:rPr>
          <w:rFonts w:ascii="Nudista" w:eastAsia="Proba Pro" w:hAnsi="Nudista" w:cs="Proba Pro"/>
          <w:i/>
          <w:sz w:val="20"/>
          <w:szCs w:val="20"/>
        </w:rPr>
        <w:t>[</w:t>
      </w:r>
      <w:r w:rsidRPr="0082123D">
        <w:rPr>
          <w:rFonts w:ascii="Nudista" w:eastAsia="Proba Pro" w:hAnsi="Nudista" w:cs="Proba Pro"/>
          <w:i/>
          <w:sz w:val="20"/>
          <w:szCs w:val="20"/>
          <w:shd w:val="clear" w:color="auto" w:fill="808080"/>
        </w:rPr>
        <w:t>doplniť dátum]</w:t>
      </w:r>
    </w:p>
    <w:p w14:paraId="32B69C00" w14:textId="77777777" w:rsidR="00DF056B" w:rsidRPr="0082123D" w:rsidRDefault="00DF056B" w:rsidP="00DF056B">
      <w:pPr>
        <w:widowControl w:val="0"/>
        <w:jc w:val="right"/>
        <w:rPr>
          <w:rFonts w:ascii="Nudista" w:eastAsia="Proba Pro" w:hAnsi="Nudista" w:cs="Proba Pro"/>
          <w:sz w:val="20"/>
          <w:szCs w:val="20"/>
        </w:rPr>
      </w:pPr>
      <w:r w:rsidRPr="0082123D">
        <w:rPr>
          <w:rFonts w:ascii="Nudista" w:eastAsia="Proba Pro" w:hAnsi="Nudista" w:cs="Proba Pro"/>
          <w:sz w:val="20"/>
          <w:szCs w:val="20"/>
        </w:rPr>
        <w:tab/>
        <w:t>_________________________________</w:t>
      </w:r>
    </w:p>
    <w:p w14:paraId="228B828B" w14:textId="77777777" w:rsidR="00DF056B" w:rsidRPr="0082123D" w:rsidRDefault="00DF056B" w:rsidP="0009285B">
      <w:pPr>
        <w:ind w:left="5760"/>
        <w:jc w:val="both"/>
        <w:rPr>
          <w:rFonts w:ascii="Nudista" w:hAnsi="Nudista" w:cs="Arial"/>
          <w:bCs/>
          <w:i/>
          <w:sz w:val="20"/>
          <w:szCs w:val="20"/>
        </w:rPr>
      </w:pPr>
      <w:r w:rsidRPr="0082123D">
        <w:rPr>
          <w:rFonts w:ascii="Nudista" w:hAnsi="Nudista" w:cs="Arial"/>
          <w:bCs/>
          <w:i/>
          <w:sz w:val="20"/>
          <w:szCs w:val="20"/>
        </w:rPr>
        <w:t>[</w:t>
      </w:r>
      <w:r w:rsidRPr="0082123D">
        <w:rPr>
          <w:rFonts w:ascii="Nudista" w:hAnsi="Nudista" w:cs="Arial"/>
          <w:bCs/>
          <w:i/>
          <w:sz w:val="20"/>
          <w:szCs w:val="20"/>
          <w:shd w:val="clear" w:color="auto" w:fill="808080"/>
        </w:rPr>
        <w:t>doplniť meno a</w:t>
      </w:r>
      <w:r w:rsidRPr="0082123D">
        <w:rPr>
          <w:rFonts w:ascii="Nudista" w:hAnsi="Nudista" w:cs="Calibri"/>
          <w:bCs/>
          <w:i/>
          <w:sz w:val="20"/>
          <w:szCs w:val="20"/>
          <w:shd w:val="clear" w:color="auto" w:fill="808080"/>
        </w:rPr>
        <w:t> </w:t>
      </w:r>
      <w:r w:rsidRPr="0082123D">
        <w:rPr>
          <w:rFonts w:ascii="Nudista" w:hAnsi="Nudista" w:cs="Arial"/>
          <w:bCs/>
          <w:i/>
          <w:sz w:val="20"/>
          <w:szCs w:val="20"/>
          <w:shd w:val="clear" w:color="auto" w:fill="808080"/>
        </w:rPr>
        <w:t xml:space="preserve"> podpis oprávnenej osoby]</w:t>
      </w:r>
      <w:r w:rsidRPr="0082123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5D1BE077" w14:textId="77777777" w:rsidR="00DF056B" w:rsidRPr="0082123D" w:rsidRDefault="00DF056B" w:rsidP="00DF056B">
      <w:pPr>
        <w:ind w:left="5040" w:firstLine="720"/>
        <w:jc w:val="both"/>
        <w:rPr>
          <w:rFonts w:ascii="Nudista" w:hAnsi="Nudista"/>
          <w:sz w:val="20"/>
          <w:szCs w:val="20"/>
        </w:rPr>
      </w:pPr>
    </w:p>
    <w:p w14:paraId="4C413225" w14:textId="15578DDB" w:rsidR="005E7CE5" w:rsidRPr="0082123D" w:rsidRDefault="005E7CE5" w:rsidP="00DF056B">
      <w:pPr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</w:pPr>
    </w:p>
    <w:p w14:paraId="5AE9C6CD" w14:textId="0904F91F" w:rsidR="00CB0153" w:rsidRPr="0082123D" w:rsidRDefault="00CB0153" w:rsidP="00DF056B">
      <w:pPr>
        <w:rPr>
          <w:rFonts w:ascii="Nudista" w:eastAsia="Times New Roman" w:hAnsi="Nudista" w:cs="Arial"/>
          <w:color w:val="auto"/>
          <w:sz w:val="20"/>
          <w:szCs w:val="20"/>
          <w:shd w:val="clear" w:color="auto" w:fill="FFFFFF"/>
          <w:lang w:eastAsia="sk-SK"/>
        </w:rPr>
      </w:pPr>
    </w:p>
    <w:p w14:paraId="0992F293" w14:textId="77777777" w:rsidR="00CB0153" w:rsidRPr="0082123D" w:rsidRDefault="00CB0153">
      <w:pPr>
        <w:rPr>
          <w:rFonts w:ascii="Nudista" w:eastAsia="Calibri" w:hAnsi="Nudista" w:cs="Arial"/>
          <w:bCs/>
          <w:color w:val="auto"/>
          <w:sz w:val="20"/>
          <w:szCs w:val="20"/>
        </w:rPr>
      </w:pPr>
      <w:r w:rsidRPr="0082123D">
        <w:rPr>
          <w:rFonts w:ascii="Nudista" w:eastAsia="Calibri" w:hAnsi="Nudista" w:cs="Arial"/>
          <w:bCs/>
          <w:color w:val="auto"/>
          <w:sz w:val="20"/>
          <w:szCs w:val="20"/>
        </w:rPr>
        <w:br w:type="page"/>
      </w:r>
    </w:p>
    <w:p w14:paraId="27638676" w14:textId="0D3C10E6" w:rsidR="00CB0153" w:rsidRPr="0082123D" w:rsidRDefault="00CB0153" w:rsidP="00DF056B">
      <w:pPr>
        <w:rPr>
          <w:rFonts w:ascii="Nudista" w:eastAsia="Calibri" w:hAnsi="Nudista" w:cs="Arial"/>
          <w:b/>
          <w:color w:val="auto"/>
          <w:sz w:val="20"/>
          <w:szCs w:val="20"/>
        </w:rPr>
      </w:pPr>
      <w:r w:rsidRPr="00566334">
        <w:rPr>
          <w:rFonts w:ascii="Nudista" w:eastAsia="Calibri" w:hAnsi="Nudista" w:cs="Arial"/>
          <w:b/>
          <w:color w:val="auto"/>
          <w:sz w:val="20"/>
          <w:szCs w:val="20"/>
        </w:rPr>
        <w:lastRenderedPageBreak/>
        <w:t>Príloha č. 5</w:t>
      </w:r>
      <w:r w:rsidRPr="00566334">
        <w:rPr>
          <w:rFonts w:ascii="Nudista" w:hAnsi="Nudista" w:cs="Arial"/>
          <w:b/>
          <w:sz w:val="20"/>
          <w:szCs w:val="20"/>
        </w:rPr>
        <w:t>:</w:t>
      </w:r>
      <w:r w:rsidRPr="00566334">
        <w:rPr>
          <w:rFonts w:ascii="Nudista" w:hAnsi="Nudista" w:cs="Arial"/>
          <w:b/>
          <w:sz w:val="20"/>
          <w:szCs w:val="20"/>
        </w:rPr>
        <w:tab/>
      </w:r>
      <w:r w:rsidRPr="00566334">
        <w:rPr>
          <w:rFonts w:ascii="Nudista" w:eastAsia="Calibri" w:hAnsi="Nudista" w:cs="Arial"/>
          <w:b/>
          <w:color w:val="auto"/>
          <w:sz w:val="20"/>
          <w:szCs w:val="20"/>
        </w:rPr>
        <w:t>Čestné vyhlásenie o</w:t>
      </w:r>
      <w:r w:rsidRPr="0082123D">
        <w:rPr>
          <w:rFonts w:ascii="Nudista" w:eastAsia="Calibri" w:hAnsi="Nudista" w:cs="Arial"/>
          <w:b/>
          <w:color w:val="auto"/>
          <w:sz w:val="20"/>
          <w:szCs w:val="20"/>
        </w:rPr>
        <w:t xml:space="preserve"> vozovom parku</w:t>
      </w:r>
    </w:p>
    <w:p w14:paraId="37F4F15B" w14:textId="77777777" w:rsidR="00CB0153" w:rsidRPr="0082123D" w:rsidRDefault="00CB0153" w:rsidP="00DF056B">
      <w:pPr>
        <w:rPr>
          <w:rFonts w:ascii="Nudista" w:eastAsia="Calibri" w:hAnsi="Nudista" w:cs="Arial"/>
          <w:b/>
          <w:color w:val="auto"/>
          <w:sz w:val="20"/>
          <w:szCs w:val="20"/>
        </w:rPr>
      </w:pPr>
    </w:p>
    <w:p w14:paraId="314EEC04" w14:textId="77777777" w:rsidR="00CB0153" w:rsidRPr="0082123D" w:rsidRDefault="00CB0153" w:rsidP="00CB0153">
      <w:pPr>
        <w:spacing w:line="264" w:lineRule="auto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hAnsi="Nudista" w:cs="Proba Pro"/>
          <w:i/>
          <w:sz w:val="20"/>
          <w:szCs w:val="20"/>
        </w:rPr>
        <w:t>[</w:t>
      </w:r>
      <w:r w:rsidRPr="0082123D">
        <w:rPr>
          <w:rFonts w:ascii="Nudista" w:hAnsi="Nudista" w:cs="Proba Pro CE"/>
          <w:i/>
          <w:sz w:val="20"/>
          <w:szCs w:val="20"/>
          <w:shd w:val="clear" w:color="auto" w:fill="808080"/>
        </w:rPr>
        <w:t>doplniť názov uchádzača</w:t>
      </w:r>
      <w:r w:rsidRPr="0082123D">
        <w:rPr>
          <w:rFonts w:ascii="Nudista" w:hAnsi="Nudista" w:cs="Proba Pro"/>
          <w:i/>
          <w:sz w:val="20"/>
          <w:szCs w:val="20"/>
        </w:rPr>
        <w:t>],</w:t>
      </w:r>
      <w:r w:rsidRPr="0082123D">
        <w:rPr>
          <w:rFonts w:ascii="Nudista" w:hAnsi="Nudista" w:cs="Proba Pro"/>
          <w:sz w:val="20"/>
          <w:szCs w:val="20"/>
        </w:rPr>
        <w:t xml:space="preserve"> zastúpený </w:t>
      </w:r>
      <w:r w:rsidRPr="0082123D">
        <w:rPr>
          <w:rFonts w:ascii="Nudista" w:hAnsi="Nudista" w:cs="Proba Pro"/>
          <w:i/>
          <w:sz w:val="20"/>
          <w:szCs w:val="20"/>
        </w:rPr>
        <w:t>[</w:t>
      </w:r>
      <w:r w:rsidRPr="0082123D">
        <w:rPr>
          <w:rFonts w:ascii="Nudista" w:hAnsi="Nudista" w:cs="Proba Pro CE"/>
          <w:i/>
          <w:sz w:val="20"/>
          <w:szCs w:val="20"/>
          <w:shd w:val="clear" w:color="auto" w:fill="808080"/>
        </w:rPr>
        <w:t>doplniť meno a</w:t>
      </w:r>
      <w:r w:rsidRPr="0082123D">
        <w:rPr>
          <w:rFonts w:ascii="Nudista" w:hAnsi="Nudista" w:cs="Calibri"/>
          <w:i/>
          <w:sz w:val="20"/>
          <w:szCs w:val="20"/>
          <w:shd w:val="clear" w:color="auto" w:fill="808080"/>
        </w:rPr>
        <w:t> </w:t>
      </w:r>
      <w:r w:rsidRPr="0082123D">
        <w:rPr>
          <w:rFonts w:ascii="Nudista" w:hAnsi="Nudista" w:cs="Proba Pro"/>
          <w:i/>
          <w:sz w:val="20"/>
          <w:szCs w:val="20"/>
          <w:shd w:val="clear" w:color="auto" w:fill="808080"/>
        </w:rPr>
        <w:t>priezvisko štatutárneho zástupcu</w:t>
      </w:r>
      <w:r w:rsidRPr="0082123D">
        <w:rPr>
          <w:rFonts w:ascii="Nudista" w:hAnsi="Nudista" w:cs="Proba Pro"/>
          <w:i/>
          <w:sz w:val="20"/>
          <w:szCs w:val="20"/>
        </w:rPr>
        <w:t>]</w:t>
      </w:r>
      <w:r w:rsidRPr="0082123D">
        <w:rPr>
          <w:rFonts w:ascii="Nudista" w:hAnsi="Nudista" w:cs="Proba Pro CE"/>
          <w:sz w:val="20"/>
          <w:szCs w:val="20"/>
        </w:rPr>
        <w:t xml:space="preserve"> ako uchádzač, ktorý predložil ponuku </w:t>
      </w:r>
      <w:r w:rsidRPr="0082123D">
        <w:rPr>
          <w:rFonts w:ascii="Nudista" w:hAnsi="Nudista" w:cs="Arial"/>
          <w:sz w:val="20"/>
          <w:szCs w:val="20"/>
        </w:rPr>
        <w:t>na predmet zákazky „</w:t>
      </w:r>
      <w:r w:rsidRPr="0082123D">
        <w:rPr>
          <w:rFonts w:ascii="Nudista" w:hAnsi="Nudista"/>
          <w:b/>
          <w:bCs/>
          <w:noProof/>
          <w:color w:val="000000"/>
          <w:sz w:val="20"/>
          <w:szCs w:val="20"/>
        </w:rPr>
        <w:t>Naloženie, odvoz a vykládka zeminy</w:t>
      </w:r>
      <w:r w:rsidRPr="0082123D">
        <w:rPr>
          <w:rFonts w:ascii="Nudista" w:hAnsi="Nudista" w:cs="Arial"/>
          <w:sz w:val="20"/>
          <w:szCs w:val="20"/>
        </w:rPr>
        <w:t>“ vyhlásený verejným obstarávateľom</w:t>
      </w:r>
      <w:r w:rsidRPr="0082123D">
        <w:t xml:space="preserve"> </w:t>
      </w:r>
      <w:r w:rsidRPr="0082123D">
        <w:rPr>
          <w:rFonts w:ascii="Nudista" w:hAnsi="Nudista" w:cs="Arial"/>
          <w:sz w:val="20"/>
          <w:szCs w:val="20"/>
        </w:rPr>
        <w:t>Košická Futbalová Aréna a. s., so sídlom: Trieda SNP 48/A, Košice 040 11, postupom zadávania zákazky s nízkou hodnotou podľa § 117 zákona č. 343/2015 Z. z. o verejnom obstarávaní  a o zmene a doplnení niektorých zákonov v platnom znení („</w:t>
      </w:r>
      <w:r w:rsidRPr="0082123D">
        <w:rPr>
          <w:rFonts w:ascii="Nudista" w:hAnsi="Nudista" w:cs="Arial"/>
          <w:b/>
          <w:sz w:val="20"/>
          <w:szCs w:val="20"/>
        </w:rPr>
        <w:t>ZVO</w:t>
      </w:r>
      <w:r w:rsidRPr="0082123D">
        <w:rPr>
          <w:rFonts w:ascii="Nudista" w:hAnsi="Nudista" w:cs="Arial"/>
          <w:sz w:val="20"/>
          <w:szCs w:val="20"/>
        </w:rPr>
        <w:t>“) vyhlásenej</w:t>
      </w:r>
      <w:r w:rsidRPr="0082123D">
        <w:rPr>
          <w:rFonts w:ascii="Nudista" w:hAnsi="Nudista" w:cs="Arial"/>
          <w:bCs/>
          <w:sz w:val="20"/>
          <w:szCs w:val="20"/>
        </w:rPr>
        <w:t xml:space="preserve"> výzvou na predkladanie ponúk č. </w:t>
      </w:r>
      <w:r w:rsidRPr="0082123D">
        <w:rPr>
          <w:rFonts w:ascii="Nudista" w:hAnsi="Nudista" w:cs="Arial"/>
          <w:bCs/>
          <w:sz w:val="20"/>
          <w:szCs w:val="20"/>
          <w:highlight w:val="darkGray"/>
        </w:rPr>
        <w:t xml:space="preserve"> .........</w:t>
      </w:r>
      <w:r w:rsidRPr="0082123D">
        <w:rPr>
          <w:rFonts w:ascii="Nudista" w:hAnsi="Nudista" w:cs="Arial"/>
          <w:bCs/>
          <w:sz w:val="20"/>
          <w:szCs w:val="20"/>
        </w:rPr>
        <w:t xml:space="preserve">zo dňa </w:t>
      </w:r>
      <w:r w:rsidRPr="0082123D">
        <w:rPr>
          <w:rFonts w:ascii="Nudista" w:hAnsi="Nudista" w:cs="Arial"/>
          <w:bCs/>
          <w:sz w:val="20"/>
          <w:szCs w:val="20"/>
          <w:highlight w:val="darkGray"/>
        </w:rPr>
        <w:t>..........</w:t>
      </w:r>
      <w:r w:rsidRPr="0082123D">
        <w:rPr>
          <w:rFonts w:ascii="Nudista" w:hAnsi="Nudista" w:cs="Arial"/>
          <w:bCs/>
          <w:sz w:val="20"/>
          <w:szCs w:val="20"/>
        </w:rPr>
        <w:t xml:space="preserve"> </w:t>
      </w:r>
      <w:r w:rsidRPr="0082123D">
        <w:rPr>
          <w:rFonts w:ascii="Nudista" w:hAnsi="Nudista" w:cs="Arial"/>
          <w:sz w:val="20"/>
          <w:szCs w:val="20"/>
        </w:rPr>
        <w:t>(ďalej len „</w:t>
      </w:r>
      <w:r w:rsidRPr="0082123D">
        <w:rPr>
          <w:rFonts w:ascii="Nudista" w:hAnsi="Nudista" w:cs="Arial"/>
          <w:b/>
          <w:bCs/>
          <w:sz w:val="20"/>
          <w:szCs w:val="20"/>
        </w:rPr>
        <w:t>Obstaranie zákazky</w:t>
      </w:r>
      <w:r w:rsidRPr="0082123D">
        <w:rPr>
          <w:rFonts w:ascii="Nudista" w:hAnsi="Nudista" w:cs="Arial"/>
          <w:sz w:val="20"/>
          <w:szCs w:val="20"/>
        </w:rPr>
        <w:t xml:space="preserve">“), týmto </w:t>
      </w:r>
    </w:p>
    <w:p w14:paraId="3BC1342A" w14:textId="77777777" w:rsidR="00CB0153" w:rsidRPr="0082123D" w:rsidRDefault="00CB0153" w:rsidP="00CB0153">
      <w:pPr>
        <w:jc w:val="center"/>
        <w:rPr>
          <w:rFonts w:ascii="Nudista" w:eastAsia="Times New Roman" w:hAnsi="Nudista" w:cs="Arial"/>
          <w:b/>
          <w:sz w:val="20"/>
          <w:szCs w:val="20"/>
        </w:rPr>
      </w:pPr>
    </w:p>
    <w:p w14:paraId="7DFAF982" w14:textId="77777777" w:rsidR="00CB0153" w:rsidRPr="0082123D" w:rsidRDefault="00CB0153" w:rsidP="00CB0153">
      <w:pPr>
        <w:jc w:val="center"/>
        <w:rPr>
          <w:rFonts w:ascii="Nudista" w:eastAsia="Times New Roman" w:hAnsi="Nudista" w:cs="Arial"/>
          <w:b/>
          <w:sz w:val="20"/>
          <w:szCs w:val="20"/>
        </w:rPr>
      </w:pPr>
      <w:r w:rsidRPr="0082123D">
        <w:rPr>
          <w:rFonts w:ascii="Nudista" w:eastAsia="Times New Roman" w:hAnsi="Nudista" w:cs="Arial"/>
          <w:b/>
          <w:sz w:val="20"/>
          <w:szCs w:val="20"/>
        </w:rPr>
        <w:t>č e s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t n e  v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y h l a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s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u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j e m , ž e</w:t>
      </w:r>
    </w:p>
    <w:p w14:paraId="2042F0A8" w14:textId="77777777" w:rsidR="00CB0153" w:rsidRPr="0082123D" w:rsidRDefault="00CB0153" w:rsidP="00CB0153">
      <w:pPr>
        <w:jc w:val="center"/>
        <w:rPr>
          <w:rFonts w:ascii="Nudista" w:hAnsi="Nudista"/>
          <w:sz w:val="20"/>
          <w:szCs w:val="20"/>
        </w:rPr>
      </w:pPr>
    </w:p>
    <w:p w14:paraId="5F1656A8" w14:textId="4C8292DD" w:rsidR="00E65A08" w:rsidRPr="00566334" w:rsidRDefault="00E65A08" w:rsidP="00E65A08">
      <w:pPr>
        <w:rPr>
          <w:rFonts w:ascii="Nudista" w:eastAsia="Calibri" w:hAnsi="Nudista" w:cs="Arial"/>
          <w:bCs/>
          <w:color w:val="auto"/>
          <w:sz w:val="20"/>
          <w:szCs w:val="20"/>
        </w:rPr>
      </w:pP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máme za účelom realizácie predmetu zákazky zabezpečenú dostatočnú kapacitu vozového parku a techniky, a to konkrétne:</w:t>
      </w:r>
    </w:p>
    <w:p w14:paraId="77074817" w14:textId="77777777" w:rsidR="00E65A08" w:rsidRPr="00566334" w:rsidRDefault="00E65A08" w:rsidP="00E65A08">
      <w:pPr>
        <w:rPr>
          <w:rFonts w:ascii="Nudista" w:eastAsia="Calibri" w:hAnsi="Nudista" w:cs="Arial"/>
          <w:bCs/>
          <w:color w:val="auto"/>
          <w:sz w:val="20"/>
          <w:szCs w:val="20"/>
        </w:rPr>
      </w:pPr>
    </w:p>
    <w:p w14:paraId="6D658B1F" w14:textId="73335C0F" w:rsidR="00E65A08" w:rsidRPr="00566334" w:rsidRDefault="00E65A08" w:rsidP="00E65A08">
      <w:pPr>
        <w:rPr>
          <w:rFonts w:ascii="Nudista" w:eastAsia="Calibri" w:hAnsi="Nudista" w:cs="Arial"/>
          <w:bCs/>
          <w:color w:val="auto"/>
          <w:sz w:val="20"/>
          <w:szCs w:val="20"/>
        </w:rPr>
      </w:pP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-</w:t>
      </w: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ab/>
        <w:t>min. 1 ks pásové rýpadlo/bager pásový;</w:t>
      </w:r>
    </w:p>
    <w:p w14:paraId="6B970C56" w14:textId="77777777" w:rsidR="00E65A08" w:rsidRPr="00566334" w:rsidRDefault="00E65A08" w:rsidP="00E65A08">
      <w:pPr>
        <w:rPr>
          <w:rFonts w:ascii="Nudista" w:eastAsia="Calibri" w:hAnsi="Nudista" w:cs="Arial"/>
          <w:bCs/>
          <w:color w:val="auto"/>
          <w:sz w:val="20"/>
          <w:szCs w:val="20"/>
        </w:rPr>
      </w:pPr>
    </w:p>
    <w:p w14:paraId="1CC1249F" w14:textId="079BE139" w:rsidR="00E65A08" w:rsidRPr="00566334" w:rsidRDefault="00E65A08" w:rsidP="00E65A08">
      <w:pPr>
        <w:rPr>
          <w:rFonts w:ascii="Nudista" w:eastAsia="Calibri" w:hAnsi="Nudista" w:cs="Arial"/>
          <w:bCs/>
          <w:color w:val="auto"/>
          <w:sz w:val="20"/>
          <w:szCs w:val="20"/>
        </w:rPr>
      </w:pP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-</w:t>
      </w: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ab/>
        <w:t xml:space="preserve">min. 1 ks </w:t>
      </w:r>
      <w:proofErr w:type="spellStart"/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traktorbager</w:t>
      </w:r>
      <w:proofErr w:type="spellEnd"/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;</w:t>
      </w:r>
    </w:p>
    <w:p w14:paraId="38A6B876" w14:textId="77777777" w:rsidR="00E65A08" w:rsidRPr="00566334" w:rsidRDefault="00E65A08" w:rsidP="00E65A08">
      <w:pPr>
        <w:rPr>
          <w:rFonts w:ascii="Nudista" w:eastAsia="Calibri" w:hAnsi="Nudista" w:cs="Arial"/>
          <w:bCs/>
          <w:color w:val="auto"/>
          <w:sz w:val="20"/>
          <w:szCs w:val="20"/>
        </w:rPr>
      </w:pPr>
    </w:p>
    <w:p w14:paraId="6EFF5264" w14:textId="66983104" w:rsidR="00E65A08" w:rsidRPr="00566334" w:rsidRDefault="00E65A08" w:rsidP="00E65A08">
      <w:pPr>
        <w:rPr>
          <w:rFonts w:ascii="Nudista" w:eastAsia="Calibri" w:hAnsi="Nudista" w:cs="Arial"/>
          <w:bCs/>
          <w:color w:val="auto"/>
          <w:sz w:val="20"/>
          <w:szCs w:val="20"/>
        </w:rPr>
      </w:pP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-</w:t>
      </w: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ab/>
        <w:t>min. 10 ks vyklápacie nákladné vozidlá 8-kolesové (</w:t>
      </w:r>
      <w:proofErr w:type="spellStart"/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štvornáprahové</w:t>
      </w:r>
      <w:proofErr w:type="spellEnd"/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 xml:space="preserve"> nákladné vozidlá  o kapacite 12-15 m3).</w:t>
      </w:r>
    </w:p>
    <w:p w14:paraId="779D58CA" w14:textId="01727187" w:rsidR="00E12F97" w:rsidRPr="00566334" w:rsidRDefault="00E12F97" w:rsidP="00E65A08">
      <w:pPr>
        <w:rPr>
          <w:rFonts w:ascii="Nudista" w:eastAsia="Calibri" w:hAnsi="Nudista" w:cs="Arial"/>
          <w:bCs/>
          <w:color w:val="auto"/>
          <w:sz w:val="20"/>
          <w:szCs w:val="20"/>
        </w:rPr>
      </w:pPr>
    </w:p>
    <w:p w14:paraId="1E7A01F7" w14:textId="1730AA12" w:rsidR="00E12F97" w:rsidRPr="00566334" w:rsidRDefault="00E12F97" w:rsidP="00566334">
      <w:pPr>
        <w:jc w:val="both"/>
        <w:rPr>
          <w:rFonts w:ascii="Nudista" w:eastAsia="Calibri" w:hAnsi="Nudista" w:cs="Arial"/>
          <w:bCs/>
          <w:color w:val="auto"/>
          <w:sz w:val="20"/>
          <w:szCs w:val="20"/>
        </w:rPr>
      </w:pP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Zároveň vyhlasujeme, že</w:t>
      </w:r>
      <w:r w:rsidR="00EB0EBE">
        <w:rPr>
          <w:rFonts w:ascii="Nudista" w:eastAsia="Calibri" w:hAnsi="Nudista" w:cs="Arial"/>
          <w:bCs/>
          <w:color w:val="auto"/>
          <w:sz w:val="20"/>
          <w:szCs w:val="20"/>
        </w:rPr>
        <w:t xml:space="preserve"> uvedené mechanizmy použijeme na plnenie predmetu zákazky a </w:t>
      </w: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 xml:space="preserve"> poskytneme verejnému obstarávateľovi pri podpise zmluvy</w:t>
      </w:r>
      <w:r w:rsidR="00EB0EBE">
        <w:rPr>
          <w:rFonts w:ascii="Nudista" w:eastAsia="Calibri" w:hAnsi="Nudista" w:cs="Arial"/>
          <w:bCs/>
          <w:color w:val="auto"/>
          <w:sz w:val="20"/>
          <w:szCs w:val="20"/>
        </w:rPr>
        <w:t>,</w:t>
      </w:r>
      <w:r w:rsidRPr="0082123D">
        <w:rPr>
          <w:rFonts w:ascii="Nudista" w:eastAsia="Calibri" w:hAnsi="Nudista" w:cs="Arial"/>
          <w:bCs/>
          <w:color w:val="auto"/>
          <w:sz w:val="20"/>
          <w:szCs w:val="20"/>
        </w:rPr>
        <w:t xml:space="preserve"> ktorá bude výsledkom Obstarania</w:t>
      </w: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 xml:space="preserve"> </w:t>
      </w:r>
      <w:r w:rsidRPr="0082123D">
        <w:rPr>
          <w:rFonts w:ascii="Nudista" w:eastAsia="Calibri" w:hAnsi="Nudista" w:cs="Arial"/>
          <w:bCs/>
          <w:color w:val="auto"/>
          <w:sz w:val="20"/>
          <w:szCs w:val="20"/>
        </w:rPr>
        <w:t>zákazky</w:t>
      </w:r>
      <w:r w:rsidR="00EB0EBE">
        <w:rPr>
          <w:rFonts w:ascii="Nudista" w:eastAsia="Calibri" w:hAnsi="Nudista" w:cs="Arial"/>
          <w:bCs/>
          <w:color w:val="auto"/>
          <w:sz w:val="20"/>
          <w:szCs w:val="20"/>
        </w:rPr>
        <w:t>,</w:t>
      </w:r>
      <w:r w:rsidRPr="0082123D">
        <w:rPr>
          <w:rFonts w:ascii="Nudista" w:eastAsia="Calibri" w:hAnsi="Nudista" w:cs="Arial"/>
          <w:bCs/>
          <w:color w:val="auto"/>
          <w:sz w:val="20"/>
          <w:szCs w:val="20"/>
        </w:rPr>
        <w:t xml:space="preserve"> </w:t>
      </w: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doklady o </w:t>
      </w:r>
      <w:proofErr w:type="spellStart"/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vlastníce</w:t>
      </w:r>
      <w:proofErr w:type="spellEnd"/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, prenájmu alebo in</w:t>
      </w:r>
      <w:r w:rsidR="00A30574" w:rsidRPr="0082123D">
        <w:rPr>
          <w:rFonts w:ascii="Nudista" w:eastAsia="Calibri" w:hAnsi="Nudista" w:cs="Arial"/>
          <w:bCs/>
          <w:color w:val="auto"/>
          <w:sz w:val="20"/>
          <w:szCs w:val="20"/>
        </w:rPr>
        <w:t>ý</w:t>
      </w: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 xml:space="preserve"> obdobn</w:t>
      </w:r>
      <w:r w:rsidR="00A30574" w:rsidRPr="0082123D">
        <w:rPr>
          <w:rFonts w:ascii="Nudista" w:eastAsia="Calibri" w:hAnsi="Nudista" w:cs="Arial"/>
          <w:bCs/>
          <w:color w:val="auto"/>
          <w:sz w:val="20"/>
          <w:szCs w:val="20"/>
        </w:rPr>
        <w:t>ý doklad</w:t>
      </w:r>
      <w:r w:rsidR="00EB0EBE">
        <w:rPr>
          <w:rFonts w:ascii="Nudista" w:eastAsia="Calibri" w:hAnsi="Nudista" w:cs="Arial"/>
          <w:bCs/>
          <w:color w:val="auto"/>
          <w:sz w:val="20"/>
          <w:szCs w:val="20"/>
        </w:rPr>
        <w:t xml:space="preserve"> za účelom </w:t>
      </w:r>
      <w:r w:rsidRPr="0082123D">
        <w:rPr>
          <w:rFonts w:ascii="Nudista" w:eastAsia="Calibri" w:hAnsi="Nudista" w:cs="Arial"/>
          <w:bCs/>
          <w:color w:val="auto"/>
          <w:sz w:val="20"/>
          <w:szCs w:val="20"/>
        </w:rPr>
        <w:t>preukázania</w:t>
      </w: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 zabezpečen</w:t>
      </w:r>
      <w:r w:rsidRPr="0082123D">
        <w:rPr>
          <w:rFonts w:ascii="Nudista" w:eastAsia="Calibri" w:hAnsi="Nudista" w:cs="Arial"/>
          <w:bCs/>
          <w:color w:val="auto"/>
          <w:sz w:val="20"/>
          <w:szCs w:val="20"/>
        </w:rPr>
        <w:t>ia</w:t>
      </w: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 xml:space="preserve"> uvedeného technického vybavenia</w:t>
      </w:r>
      <w:r w:rsidR="00A30574" w:rsidRPr="0082123D">
        <w:rPr>
          <w:rFonts w:ascii="Nudista" w:eastAsia="Calibri" w:hAnsi="Nudista" w:cs="Arial"/>
          <w:bCs/>
          <w:color w:val="auto"/>
          <w:sz w:val="20"/>
          <w:szCs w:val="20"/>
        </w:rPr>
        <w:t xml:space="preserve"> počas celej doby platnosti zmluvy</w:t>
      </w: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>.</w:t>
      </w:r>
    </w:p>
    <w:p w14:paraId="38AE6EA7" w14:textId="77777777" w:rsidR="00E12F97" w:rsidRPr="0082123D" w:rsidRDefault="00E65A08" w:rsidP="00A30574">
      <w:pPr>
        <w:widowControl w:val="0"/>
        <w:jc w:val="both"/>
        <w:rPr>
          <w:rFonts w:ascii="Nudista" w:eastAsia="Calibri" w:hAnsi="Nudista" w:cs="Arial"/>
          <w:bCs/>
          <w:color w:val="auto"/>
          <w:sz w:val="20"/>
          <w:szCs w:val="20"/>
        </w:rPr>
      </w:pPr>
      <w:r w:rsidRPr="00566334">
        <w:rPr>
          <w:rFonts w:ascii="Nudista" w:eastAsia="Calibri" w:hAnsi="Nudista" w:cs="Arial"/>
          <w:bCs/>
          <w:color w:val="auto"/>
          <w:sz w:val="20"/>
          <w:szCs w:val="20"/>
        </w:rPr>
        <w:t xml:space="preserve"> </w:t>
      </w:r>
    </w:p>
    <w:p w14:paraId="55919B72" w14:textId="77777777" w:rsidR="00E12F97" w:rsidRPr="0082123D" w:rsidRDefault="00E12F97" w:rsidP="00E12F97">
      <w:pPr>
        <w:widowControl w:val="0"/>
        <w:jc w:val="both"/>
        <w:rPr>
          <w:rFonts w:ascii="Nudista" w:eastAsia="Calibri" w:hAnsi="Nudista" w:cs="Arial"/>
          <w:bCs/>
          <w:color w:val="auto"/>
          <w:sz w:val="20"/>
          <w:szCs w:val="20"/>
        </w:rPr>
      </w:pPr>
    </w:p>
    <w:p w14:paraId="70DA1D66" w14:textId="34B3174C" w:rsidR="00E12F97" w:rsidRPr="0082123D" w:rsidRDefault="00E12F97" w:rsidP="00E12F97">
      <w:pPr>
        <w:widowControl w:val="0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eastAsia="Proba Pro" w:hAnsi="Nudista" w:cs="Proba Pro"/>
          <w:sz w:val="20"/>
          <w:szCs w:val="20"/>
        </w:rPr>
        <w:t xml:space="preserve">V </w:t>
      </w:r>
      <w:r w:rsidRPr="0082123D">
        <w:rPr>
          <w:rFonts w:ascii="Nudista" w:eastAsia="Proba Pro" w:hAnsi="Nudista" w:cs="Proba Pro"/>
          <w:i/>
          <w:sz w:val="20"/>
          <w:szCs w:val="20"/>
        </w:rPr>
        <w:t>[</w:t>
      </w:r>
      <w:r w:rsidRPr="0082123D">
        <w:rPr>
          <w:rFonts w:ascii="Nudista" w:eastAsia="Proba Pro" w:hAnsi="Nudista" w:cs="Proba Pro"/>
          <w:i/>
          <w:sz w:val="20"/>
          <w:szCs w:val="20"/>
          <w:shd w:val="clear" w:color="auto" w:fill="808080"/>
        </w:rPr>
        <w:t>doplniť miesto]</w:t>
      </w:r>
      <w:r w:rsidRPr="0082123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2123D">
        <w:rPr>
          <w:rFonts w:ascii="Nudista" w:eastAsia="Proba Pro" w:hAnsi="Nudista" w:cs="Proba Pro"/>
          <w:i/>
          <w:sz w:val="20"/>
          <w:szCs w:val="20"/>
        </w:rPr>
        <w:t>[</w:t>
      </w:r>
      <w:r w:rsidRPr="0082123D">
        <w:rPr>
          <w:rFonts w:ascii="Nudista" w:eastAsia="Proba Pro" w:hAnsi="Nudista" w:cs="Proba Pro"/>
          <w:i/>
          <w:sz w:val="20"/>
          <w:szCs w:val="20"/>
          <w:shd w:val="clear" w:color="auto" w:fill="808080"/>
        </w:rPr>
        <w:t>doplniť dátum]</w:t>
      </w:r>
    </w:p>
    <w:p w14:paraId="7AA6C13F" w14:textId="77777777" w:rsidR="00E12F97" w:rsidRPr="0082123D" w:rsidRDefault="00E12F97" w:rsidP="00E12F97">
      <w:pPr>
        <w:widowControl w:val="0"/>
        <w:jc w:val="right"/>
        <w:rPr>
          <w:rFonts w:ascii="Nudista" w:eastAsia="Proba Pro" w:hAnsi="Nudista" w:cs="Proba Pro"/>
          <w:sz w:val="20"/>
          <w:szCs w:val="20"/>
        </w:rPr>
      </w:pPr>
      <w:r w:rsidRPr="0082123D">
        <w:rPr>
          <w:rFonts w:ascii="Nudista" w:eastAsia="Proba Pro" w:hAnsi="Nudista" w:cs="Proba Pro"/>
          <w:sz w:val="20"/>
          <w:szCs w:val="20"/>
        </w:rPr>
        <w:tab/>
        <w:t>_________________________________</w:t>
      </w:r>
    </w:p>
    <w:p w14:paraId="6A507D01" w14:textId="77777777" w:rsidR="00E12F97" w:rsidRPr="0082123D" w:rsidRDefault="00E12F97" w:rsidP="00E12F97">
      <w:pPr>
        <w:ind w:left="5760"/>
        <w:jc w:val="both"/>
        <w:rPr>
          <w:rFonts w:ascii="Nudista" w:hAnsi="Nudista" w:cs="Arial"/>
          <w:bCs/>
          <w:i/>
          <w:sz w:val="20"/>
          <w:szCs w:val="20"/>
        </w:rPr>
      </w:pPr>
      <w:r w:rsidRPr="0082123D">
        <w:rPr>
          <w:rFonts w:ascii="Nudista" w:hAnsi="Nudista" w:cs="Arial"/>
          <w:bCs/>
          <w:i/>
          <w:sz w:val="20"/>
          <w:szCs w:val="20"/>
        </w:rPr>
        <w:t>[</w:t>
      </w:r>
      <w:r w:rsidRPr="0082123D">
        <w:rPr>
          <w:rFonts w:ascii="Nudista" w:hAnsi="Nudista" w:cs="Arial"/>
          <w:bCs/>
          <w:i/>
          <w:sz w:val="20"/>
          <w:szCs w:val="20"/>
          <w:shd w:val="clear" w:color="auto" w:fill="808080"/>
        </w:rPr>
        <w:t>doplniť meno a</w:t>
      </w:r>
      <w:r w:rsidRPr="0082123D">
        <w:rPr>
          <w:rFonts w:ascii="Nudista" w:hAnsi="Nudista" w:cs="Calibri"/>
          <w:bCs/>
          <w:i/>
          <w:sz w:val="20"/>
          <w:szCs w:val="20"/>
          <w:shd w:val="clear" w:color="auto" w:fill="808080"/>
        </w:rPr>
        <w:t> </w:t>
      </w:r>
      <w:r w:rsidRPr="0082123D">
        <w:rPr>
          <w:rFonts w:ascii="Nudista" w:hAnsi="Nudista" w:cs="Arial"/>
          <w:bCs/>
          <w:i/>
          <w:sz w:val="20"/>
          <w:szCs w:val="20"/>
          <w:shd w:val="clear" w:color="auto" w:fill="808080"/>
        </w:rPr>
        <w:t xml:space="preserve"> podpis oprávnenej osoby]</w:t>
      </w:r>
      <w:r w:rsidRPr="0082123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2CD87797" w14:textId="77777777" w:rsidR="00E12F97" w:rsidRPr="0082123D" w:rsidRDefault="00E12F97" w:rsidP="00E12F97">
      <w:pPr>
        <w:ind w:left="5040" w:firstLine="720"/>
        <w:jc w:val="both"/>
        <w:rPr>
          <w:rFonts w:ascii="Nudista" w:hAnsi="Nudista"/>
          <w:sz w:val="20"/>
          <w:szCs w:val="20"/>
        </w:rPr>
      </w:pPr>
    </w:p>
    <w:p w14:paraId="2001BBA6" w14:textId="0770A8BC" w:rsidR="00E12F97" w:rsidRPr="00566334" w:rsidRDefault="00E12F97" w:rsidP="00E65A08">
      <w:pPr>
        <w:rPr>
          <w:rFonts w:ascii="Nudista" w:eastAsia="Calibri" w:hAnsi="Nudista" w:cs="Arial"/>
          <w:bCs/>
          <w:color w:val="auto"/>
          <w:sz w:val="20"/>
          <w:szCs w:val="20"/>
        </w:rPr>
      </w:pPr>
    </w:p>
    <w:p w14:paraId="574DDB1C" w14:textId="77777777" w:rsidR="00E12F97" w:rsidRPr="0082123D" w:rsidRDefault="00E12F97">
      <w:pPr>
        <w:rPr>
          <w:rFonts w:ascii="Nudista" w:eastAsia="Calibri" w:hAnsi="Nudista" w:cs="Arial"/>
          <w:b/>
          <w:color w:val="auto"/>
          <w:sz w:val="20"/>
          <w:szCs w:val="20"/>
        </w:rPr>
      </w:pPr>
      <w:r w:rsidRPr="0082123D">
        <w:rPr>
          <w:rFonts w:ascii="Nudista" w:eastAsia="Calibri" w:hAnsi="Nudista" w:cs="Arial"/>
          <w:b/>
          <w:color w:val="auto"/>
          <w:sz w:val="20"/>
          <w:szCs w:val="20"/>
        </w:rPr>
        <w:br w:type="page"/>
      </w:r>
    </w:p>
    <w:p w14:paraId="6929A35D" w14:textId="5DFD3E5A" w:rsidR="00CB0153" w:rsidRPr="0082123D" w:rsidRDefault="00CB0153" w:rsidP="00CB0153">
      <w:pPr>
        <w:rPr>
          <w:rFonts w:ascii="Nudista" w:eastAsia="Calibri" w:hAnsi="Nudista" w:cs="Arial"/>
          <w:b/>
          <w:color w:val="auto"/>
          <w:sz w:val="20"/>
          <w:szCs w:val="20"/>
        </w:rPr>
      </w:pPr>
      <w:r w:rsidRPr="0082123D">
        <w:rPr>
          <w:rFonts w:ascii="Nudista" w:eastAsia="Calibri" w:hAnsi="Nudista" w:cs="Arial"/>
          <w:b/>
          <w:color w:val="auto"/>
          <w:sz w:val="20"/>
          <w:szCs w:val="20"/>
        </w:rPr>
        <w:lastRenderedPageBreak/>
        <w:t>Príloha č. 6</w:t>
      </w:r>
      <w:r w:rsidRPr="0082123D">
        <w:rPr>
          <w:rFonts w:ascii="Nudista" w:hAnsi="Nudista" w:cs="Arial"/>
          <w:b/>
          <w:sz w:val="20"/>
          <w:szCs w:val="20"/>
        </w:rPr>
        <w:t>:</w:t>
      </w:r>
      <w:r w:rsidRPr="0082123D">
        <w:rPr>
          <w:rFonts w:ascii="Nudista" w:hAnsi="Nudista" w:cs="Arial"/>
          <w:b/>
          <w:sz w:val="20"/>
          <w:szCs w:val="20"/>
        </w:rPr>
        <w:tab/>
      </w:r>
      <w:r w:rsidRPr="0082123D">
        <w:rPr>
          <w:rFonts w:ascii="Nudista" w:eastAsia="Calibri" w:hAnsi="Nudista" w:cs="Arial"/>
          <w:b/>
          <w:color w:val="auto"/>
          <w:sz w:val="20"/>
          <w:szCs w:val="20"/>
        </w:rPr>
        <w:t>Čestné vyhlásenie o splnení po</w:t>
      </w:r>
      <w:r w:rsidR="00D1530E" w:rsidRPr="0082123D">
        <w:rPr>
          <w:rFonts w:ascii="Nudista" w:eastAsia="Calibri" w:hAnsi="Nudista" w:cs="Arial"/>
          <w:b/>
          <w:color w:val="auto"/>
          <w:sz w:val="20"/>
          <w:szCs w:val="20"/>
        </w:rPr>
        <w:t>d</w:t>
      </w:r>
      <w:r w:rsidRPr="0082123D">
        <w:rPr>
          <w:rFonts w:ascii="Nudista" w:eastAsia="Calibri" w:hAnsi="Nudista" w:cs="Arial"/>
          <w:b/>
          <w:color w:val="auto"/>
          <w:sz w:val="20"/>
          <w:szCs w:val="20"/>
        </w:rPr>
        <w:t>mienok účasti</w:t>
      </w:r>
    </w:p>
    <w:p w14:paraId="60F10B93" w14:textId="77777777" w:rsidR="00CB0153" w:rsidRPr="0082123D" w:rsidRDefault="00CB0153" w:rsidP="00CB0153">
      <w:pPr>
        <w:rPr>
          <w:rFonts w:ascii="Nudista" w:eastAsia="Times New Roman" w:hAnsi="Nudista" w:cs="Arial"/>
          <w:b/>
          <w:color w:val="auto"/>
          <w:sz w:val="20"/>
          <w:szCs w:val="20"/>
          <w:shd w:val="clear" w:color="auto" w:fill="FFFFFF"/>
          <w:lang w:eastAsia="sk-SK"/>
        </w:rPr>
      </w:pPr>
    </w:p>
    <w:p w14:paraId="2B4E49FE" w14:textId="0AEB20BF" w:rsidR="00CB0153" w:rsidRPr="0082123D" w:rsidRDefault="00CB0153" w:rsidP="00CB0153">
      <w:pPr>
        <w:spacing w:line="264" w:lineRule="auto"/>
        <w:jc w:val="both"/>
        <w:rPr>
          <w:rFonts w:ascii="Nudista" w:hAnsi="Nudista"/>
          <w:sz w:val="20"/>
          <w:szCs w:val="20"/>
        </w:rPr>
      </w:pPr>
      <w:r w:rsidRPr="0082123D">
        <w:rPr>
          <w:rFonts w:ascii="Nudista" w:hAnsi="Nudista" w:cs="Proba Pro"/>
          <w:i/>
          <w:sz w:val="20"/>
          <w:szCs w:val="20"/>
        </w:rPr>
        <w:t>[</w:t>
      </w:r>
      <w:r w:rsidRPr="0082123D">
        <w:rPr>
          <w:rFonts w:ascii="Nudista" w:hAnsi="Nudista" w:cs="Proba Pro CE"/>
          <w:i/>
          <w:sz w:val="20"/>
          <w:szCs w:val="20"/>
          <w:shd w:val="clear" w:color="auto" w:fill="808080"/>
        </w:rPr>
        <w:t>doplniť názov uchádzača</w:t>
      </w:r>
      <w:r w:rsidRPr="0082123D">
        <w:rPr>
          <w:rFonts w:ascii="Nudista" w:hAnsi="Nudista" w:cs="Proba Pro"/>
          <w:i/>
          <w:sz w:val="20"/>
          <w:szCs w:val="20"/>
        </w:rPr>
        <w:t>],</w:t>
      </w:r>
      <w:r w:rsidRPr="0082123D">
        <w:rPr>
          <w:rFonts w:ascii="Nudista" w:hAnsi="Nudista" w:cs="Proba Pro"/>
          <w:sz w:val="20"/>
          <w:szCs w:val="20"/>
        </w:rPr>
        <w:t xml:space="preserve"> zastúpený </w:t>
      </w:r>
      <w:r w:rsidRPr="0082123D">
        <w:rPr>
          <w:rFonts w:ascii="Nudista" w:hAnsi="Nudista" w:cs="Proba Pro"/>
          <w:i/>
          <w:sz w:val="20"/>
          <w:szCs w:val="20"/>
        </w:rPr>
        <w:t>[</w:t>
      </w:r>
      <w:r w:rsidRPr="0082123D">
        <w:rPr>
          <w:rFonts w:ascii="Nudista" w:hAnsi="Nudista" w:cs="Proba Pro CE"/>
          <w:i/>
          <w:sz w:val="20"/>
          <w:szCs w:val="20"/>
          <w:shd w:val="clear" w:color="auto" w:fill="808080"/>
        </w:rPr>
        <w:t>doplniť meno a</w:t>
      </w:r>
      <w:r w:rsidRPr="0082123D">
        <w:rPr>
          <w:rFonts w:ascii="Nudista" w:hAnsi="Nudista" w:cs="Calibri"/>
          <w:i/>
          <w:sz w:val="20"/>
          <w:szCs w:val="20"/>
          <w:shd w:val="clear" w:color="auto" w:fill="808080"/>
        </w:rPr>
        <w:t> </w:t>
      </w:r>
      <w:r w:rsidRPr="0082123D">
        <w:rPr>
          <w:rFonts w:ascii="Nudista" w:hAnsi="Nudista" w:cs="Proba Pro"/>
          <w:i/>
          <w:sz w:val="20"/>
          <w:szCs w:val="20"/>
          <w:shd w:val="clear" w:color="auto" w:fill="808080"/>
        </w:rPr>
        <w:t>priezvisko štatutárneho zástupcu</w:t>
      </w:r>
      <w:r w:rsidRPr="0082123D">
        <w:rPr>
          <w:rFonts w:ascii="Nudista" w:hAnsi="Nudista" w:cs="Proba Pro"/>
          <w:i/>
          <w:sz w:val="20"/>
          <w:szCs w:val="20"/>
        </w:rPr>
        <w:t>]</w:t>
      </w:r>
      <w:r w:rsidRPr="0082123D">
        <w:rPr>
          <w:rFonts w:ascii="Nudista" w:hAnsi="Nudista" w:cs="Proba Pro CE"/>
          <w:sz w:val="20"/>
          <w:szCs w:val="20"/>
        </w:rPr>
        <w:t xml:space="preserve"> ako uchádzač, ktorý predložil ponuku </w:t>
      </w:r>
      <w:r w:rsidRPr="0082123D">
        <w:rPr>
          <w:rFonts w:ascii="Nudista" w:hAnsi="Nudista" w:cs="Arial"/>
          <w:sz w:val="20"/>
          <w:szCs w:val="20"/>
        </w:rPr>
        <w:t>na predmet zákazky „</w:t>
      </w:r>
      <w:r w:rsidRPr="0082123D">
        <w:rPr>
          <w:rFonts w:ascii="Nudista" w:hAnsi="Nudista"/>
          <w:b/>
          <w:bCs/>
          <w:noProof/>
          <w:color w:val="000000"/>
          <w:sz w:val="20"/>
          <w:szCs w:val="20"/>
        </w:rPr>
        <w:t>Naloženie, odvoz a vykládka zeminy</w:t>
      </w:r>
      <w:r w:rsidRPr="0082123D">
        <w:rPr>
          <w:rFonts w:ascii="Nudista" w:hAnsi="Nudista" w:cs="Arial"/>
          <w:sz w:val="20"/>
          <w:szCs w:val="20"/>
        </w:rPr>
        <w:t>“ vyhlásený verejným obstarávateľom</w:t>
      </w:r>
      <w:r w:rsidRPr="0082123D">
        <w:t xml:space="preserve"> </w:t>
      </w:r>
      <w:r w:rsidRPr="0082123D">
        <w:rPr>
          <w:rFonts w:ascii="Nudista" w:hAnsi="Nudista" w:cs="Arial"/>
          <w:sz w:val="20"/>
          <w:szCs w:val="20"/>
        </w:rPr>
        <w:t>Košická Futbalová Aréna a. s., so sídlom: Trieda SNP 48/A, Košice 040 11, postupom zadávania zákazky s nízkou hodnotou podľa § 117 zákona č. 343/2015 Z. z. o verejnom obstarávaní  a o zmene a doplnení niektorých zákonov v platnom znení („</w:t>
      </w:r>
      <w:r w:rsidRPr="0082123D">
        <w:rPr>
          <w:rFonts w:ascii="Nudista" w:hAnsi="Nudista" w:cs="Arial"/>
          <w:b/>
          <w:sz w:val="20"/>
          <w:szCs w:val="20"/>
        </w:rPr>
        <w:t>ZVO</w:t>
      </w:r>
      <w:r w:rsidRPr="0082123D">
        <w:rPr>
          <w:rFonts w:ascii="Nudista" w:hAnsi="Nudista" w:cs="Arial"/>
          <w:sz w:val="20"/>
          <w:szCs w:val="20"/>
        </w:rPr>
        <w:t>“) vyhlásenej</w:t>
      </w:r>
      <w:r w:rsidRPr="0082123D">
        <w:rPr>
          <w:rFonts w:ascii="Nudista" w:hAnsi="Nudista" w:cs="Arial"/>
          <w:bCs/>
          <w:sz w:val="20"/>
          <w:szCs w:val="20"/>
        </w:rPr>
        <w:t xml:space="preserve"> výzvou na predkladanie ponúk č. </w:t>
      </w:r>
      <w:r w:rsidRPr="0082123D">
        <w:rPr>
          <w:rFonts w:ascii="Nudista" w:hAnsi="Nudista" w:cs="Arial"/>
          <w:bCs/>
          <w:sz w:val="20"/>
          <w:szCs w:val="20"/>
          <w:highlight w:val="darkGray"/>
        </w:rPr>
        <w:t xml:space="preserve"> .........</w:t>
      </w:r>
      <w:r w:rsidRPr="0082123D">
        <w:rPr>
          <w:rFonts w:ascii="Nudista" w:hAnsi="Nudista" w:cs="Arial"/>
          <w:bCs/>
          <w:sz w:val="20"/>
          <w:szCs w:val="20"/>
        </w:rPr>
        <w:t xml:space="preserve">zo dňa </w:t>
      </w:r>
      <w:r w:rsidRPr="0082123D">
        <w:rPr>
          <w:rFonts w:ascii="Nudista" w:hAnsi="Nudista" w:cs="Arial"/>
          <w:bCs/>
          <w:sz w:val="20"/>
          <w:szCs w:val="20"/>
          <w:highlight w:val="darkGray"/>
        </w:rPr>
        <w:t>..........</w:t>
      </w:r>
      <w:r w:rsidRPr="0082123D">
        <w:rPr>
          <w:rFonts w:ascii="Nudista" w:hAnsi="Nudista" w:cs="Arial"/>
          <w:bCs/>
          <w:sz w:val="20"/>
          <w:szCs w:val="20"/>
        </w:rPr>
        <w:t xml:space="preserve"> </w:t>
      </w:r>
      <w:r w:rsidRPr="0082123D">
        <w:rPr>
          <w:rFonts w:ascii="Nudista" w:hAnsi="Nudista" w:cs="Arial"/>
          <w:sz w:val="20"/>
          <w:szCs w:val="20"/>
        </w:rPr>
        <w:t>(ďalej len „</w:t>
      </w:r>
      <w:r w:rsidRPr="0082123D">
        <w:rPr>
          <w:rFonts w:ascii="Nudista" w:hAnsi="Nudista" w:cs="Arial"/>
          <w:b/>
          <w:bCs/>
          <w:sz w:val="20"/>
          <w:szCs w:val="20"/>
        </w:rPr>
        <w:t>Obstaranie zákazky</w:t>
      </w:r>
      <w:r w:rsidRPr="0082123D">
        <w:rPr>
          <w:rFonts w:ascii="Nudista" w:hAnsi="Nudista" w:cs="Arial"/>
          <w:sz w:val="20"/>
          <w:szCs w:val="20"/>
        </w:rPr>
        <w:t xml:space="preserve">“), týmto </w:t>
      </w:r>
      <w:r w:rsidR="00D1530E" w:rsidRPr="0082123D">
        <w:rPr>
          <w:rFonts w:ascii="Nudista" w:hAnsi="Nudista" w:cs="Arial"/>
          <w:sz w:val="20"/>
          <w:szCs w:val="20"/>
        </w:rPr>
        <w:t>podľa § 32 ods. 1 písm. f) ZVO, o splnení podmienky účasti pri zákazke s nízkou hodnotou</w:t>
      </w:r>
    </w:p>
    <w:p w14:paraId="757951E3" w14:textId="77777777" w:rsidR="00CB0153" w:rsidRPr="0082123D" w:rsidRDefault="00CB0153" w:rsidP="00CB0153">
      <w:pPr>
        <w:jc w:val="center"/>
        <w:rPr>
          <w:rFonts w:ascii="Nudista" w:eastAsia="Times New Roman" w:hAnsi="Nudista" w:cs="Arial"/>
          <w:b/>
          <w:sz w:val="20"/>
          <w:szCs w:val="20"/>
        </w:rPr>
      </w:pPr>
    </w:p>
    <w:p w14:paraId="4A476FA5" w14:textId="77777777" w:rsidR="00CB0153" w:rsidRPr="0082123D" w:rsidRDefault="00CB0153" w:rsidP="00CB0153">
      <w:pPr>
        <w:jc w:val="center"/>
        <w:rPr>
          <w:rFonts w:ascii="Nudista" w:eastAsia="Times New Roman" w:hAnsi="Nudista" w:cs="Arial"/>
          <w:b/>
          <w:sz w:val="20"/>
          <w:szCs w:val="20"/>
        </w:rPr>
      </w:pPr>
      <w:r w:rsidRPr="0082123D">
        <w:rPr>
          <w:rFonts w:ascii="Nudista" w:eastAsia="Times New Roman" w:hAnsi="Nudista" w:cs="Arial"/>
          <w:b/>
          <w:sz w:val="20"/>
          <w:szCs w:val="20"/>
        </w:rPr>
        <w:t>č e s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t n e  v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y h l a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s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u</w:t>
      </w:r>
      <w:r w:rsidRPr="0082123D">
        <w:rPr>
          <w:rFonts w:ascii="Nudista" w:eastAsia="Times New Roman" w:hAnsi="Nudista" w:cs="Calibri"/>
          <w:b/>
          <w:sz w:val="20"/>
          <w:szCs w:val="20"/>
        </w:rPr>
        <w:t> </w:t>
      </w:r>
      <w:r w:rsidRPr="0082123D">
        <w:rPr>
          <w:rFonts w:ascii="Nudista" w:eastAsia="Times New Roman" w:hAnsi="Nudista" w:cs="Arial"/>
          <w:b/>
          <w:sz w:val="20"/>
          <w:szCs w:val="20"/>
        </w:rPr>
        <w:t>j e m , ž e</w:t>
      </w:r>
    </w:p>
    <w:p w14:paraId="3192E249" w14:textId="77777777" w:rsidR="00CB0153" w:rsidRPr="0082123D" w:rsidRDefault="00CB0153" w:rsidP="00CB0153">
      <w:pPr>
        <w:jc w:val="center"/>
        <w:rPr>
          <w:rFonts w:ascii="Nudista" w:hAnsi="Nudista"/>
          <w:sz w:val="20"/>
          <w:szCs w:val="20"/>
        </w:rPr>
      </w:pPr>
    </w:p>
    <w:p w14:paraId="6330B989" w14:textId="682AF622" w:rsidR="00D1530E" w:rsidRPr="00566334" w:rsidRDefault="00D1530E" w:rsidP="00566334">
      <w:pPr>
        <w:spacing w:before="120"/>
        <w:jc w:val="both"/>
        <w:rPr>
          <w:rFonts w:ascii="Nudista" w:hAnsi="Nudista" w:cs="Arial"/>
          <w:sz w:val="20"/>
          <w:szCs w:val="20"/>
        </w:rPr>
      </w:pPr>
      <w:r w:rsidRPr="00566334">
        <w:rPr>
          <w:rFonts w:ascii="Nudista" w:hAnsi="Nudista" w:cs="Arial"/>
          <w:sz w:val="20"/>
          <w:szCs w:val="20"/>
        </w:rPr>
        <w:t xml:space="preserve">ku dňu predkladania ponúk dňa </w:t>
      </w:r>
      <w:r w:rsidRPr="00566334">
        <w:rPr>
          <w:rFonts w:ascii="Nudista" w:hAnsi="Nudista" w:cs="Arial"/>
          <w:sz w:val="20"/>
          <w:szCs w:val="20"/>
          <w:highlight w:val="darkGray"/>
        </w:rPr>
        <w:t>...........</w:t>
      </w:r>
      <w:r w:rsidR="00E65A08" w:rsidRPr="0082123D">
        <w:rPr>
          <w:rFonts w:ascii="Nudista" w:hAnsi="Nudista" w:cs="Arial"/>
          <w:sz w:val="20"/>
          <w:szCs w:val="20"/>
        </w:rPr>
        <w:t xml:space="preserve"> </w:t>
      </w:r>
      <w:r w:rsidRPr="00566334">
        <w:rPr>
          <w:rFonts w:ascii="Nudista" w:hAnsi="Nudista" w:cs="Arial"/>
          <w:sz w:val="20"/>
          <w:szCs w:val="20"/>
        </w:rPr>
        <w:t>nemáme uložený zákaz účasti vo verejnom obstarávaní potvrdený konečným rozhodnutím v Slovenskej republike alebo v štáte sídla, miesta podnikania alebo obvyklého pobytu</w:t>
      </w:r>
      <w:r w:rsidRPr="0082123D">
        <w:rPr>
          <w:rFonts w:ascii="Nudista" w:hAnsi="Nudista" w:cs="Arial"/>
          <w:sz w:val="20"/>
          <w:szCs w:val="20"/>
        </w:rPr>
        <w:t>,</w:t>
      </w:r>
    </w:p>
    <w:p w14:paraId="145476CF" w14:textId="77777777" w:rsidR="00D1530E" w:rsidRPr="00566334" w:rsidRDefault="00D1530E" w:rsidP="00E65A08">
      <w:pPr>
        <w:spacing w:before="120"/>
        <w:jc w:val="both"/>
        <w:rPr>
          <w:rFonts w:ascii="Nudista" w:hAnsi="Nudista" w:cs="Arial"/>
          <w:sz w:val="20"/>
          <w:szCs w:val="20"/>
        </w:rPr>
      </w:pPr>
    </w:p>
    <w:p w14:paraId="075E8EA9" w14:textId="77777777" w:rsidR="00D1530E" w:rsidRPr="00566334" w:rsidRDefault="00D1530E" w:rsidP="00D1530E">
      <w:pPr>
        <w:spacing w:before="120"/>
        <w:jc w:val="both"/>
        <w:rPr>
          <w:rFonts w:ascii="Nudista" w:hAnsi="Nudista" w:cs="Arial"/>
          <w:sz w:val="20"/>
          <w:szCs w:val="20"/>
        </w:rPr>
      </w:pPr>
      <w:r w:rsidRPr="00566334">
        <w:rPr>
          <w:rFonts w:ascii="Nudista" w:hAnsi="Nudista" w:cs="Arial"/>
          <w:sz w:val="20"/>
          <w:szCs w:val="20"/>
          <w:highlight w:val="darkGray"/>
        </w:rPr>
        <w:t>V ............, dňa ..........</w:t>
      </w:r>
      <w:r w:rsidRPr="00566334">
        <w:rPr>
          <w:rFonts w:ascii="Nudista" w:hAnsi="Nudista" w:cs="Arial"/>
          <w:sz w:val="20"/>
          <w:szCs w:val="20"/>
        </w:rPr>
        <w:t xml:space="preserve">                         </w:t>
      </w:r>
    </w:p>
    <w:p w14:paraId="5193AA5B" w14:textId="77777777" w:rsidR="00D1530E" w:rsidRPr="00566334" w:rsidRDefault="00D1530E" w:rsidP="00D1530E">
      <w:pPr>
        <w:spacing w:before="120"/>
        <w:jc w:val="both"/>
        <w:rPr>
          <w:rFonts w:ascii="Nudista" w:hAnsi="Nudista" w:cs="Arial"/>
          <w:sz w:val="20"/>
          <w:szCs w:val="20"/>
        </w:rPr>
      </w:pPr>
    </w:p>
    <w:p w14:paraId="28FB5168" w14:textId="77777777" w:rsidR="00D1530E" w:rsidRPr="00566334" w:rsidRDefault="00D1530E" w:rsidP="00D1530E">
      <w:pPr>
        <w:spacing w:before="120"/>
        <w:jc w:val="both"/>
        <w:rPr>
          <w:rFonts w:ascii="Nudista" w:hAnsi="Nudista" w:cs="Arial"/>
          <w:sz w:val="20"/>
          <w:szCs w:val="20"/>
        </w:rPr>
      </w:pPr>
    </w:p>
    <w:p w14:paraId="4C6ECF48" w14:textId="77777777" w:rsidR="00D1530E" w:rsidRPr="00566334" w:rsidRDefault="00D1530E" w:rsidP="00D1530E">
      <w:pPr>
        <w:spacing w:before="120"/>
        <w:jc w:val="both"/>
        <w:rPr>
          <w:rFonts w:ascii="Nudista" w:hAnsi="Nudista" w:cs="Arial"/>
          <w:sz w:val="20"/>
          <w:szCs w:val="20"/>
        </w:rPr>
      </w:pPr>
    </w:p>
    <w:p w14:paraId="5212E874" w14:textId="77777777" w:rsidR="00D1530E" w:rsidRPr="00566334" w:rsidRDefault="00D1530E" w:rsidP="00D1530E">
      <w:pPr>
        <w:spacing w:before="120"/>
        <w:jc w:val="both"/>
        <w:rPr>
          <w:rFonts w:ascii="Nudista" w:hAnsi="Nudista" w:cs="Arial"/>
          <w:sz w:val="20"/>
          <w:szCs w:val="20"/>
        </w:rPr>
      </w:pPr>
      <w:r w:rsidRPr="00566334">
        <w:rPr>
          <w:rFonts w:ascii="Nudista" w:hAnsi="Nudista" w:cs="Arial"/>
          <w:sz w:val="20"/>
          <w:szCs w:val="20"/>
        </w:rPr>
        <w:t>........................................................................................</w:t>
      </w:r>
    </w:p>
    <w:p w14:paraId="3A6C882D" w14:textId="77777777" w:rsidR="00D1530E" w:rsidRPr="00566334" w:rsidRDefault="00D1530E" w:rsidP="00D1530E">
      <w:pPr>
        <w:spacing w:before="120"/>
        <w:jc w:val="both"/>
        <w:rPr>
          <w:rFonts w:ascii="Nudista" w:hAnsi="Nudista" w:cs="Arial"/>
          <w:i/>
          <w:iCs/>
          <w:sz w:val="20"/>
          <w:szCs w:val="20"/>
        </w:rPr>
      </w:pPr>
      <w:r w:rsidRPr="00566334">
        <w:rPr>
          <w:rFonts w:ascii="Nudista" w:hAnsi="Nudista" w:cs="Arial"/>
          <w:i/>
          <w:iCs/>
          <w:sz w:val="20"/>
          <w:szCs w:val="20"/>
          <w:highlight w:val="darkGray"/>
        </w:rPr>
        <w:t>Meno a priezvisko + podpis  a pečiatka štatutárneho orgánu záujemcu</w:t>
      </w:r>
    </w:p>
    <w:p w14:paraId="1ED5E079" w14:textId="2161C2E6" w:rsidR="00CB0153" w:rsidRDefault="00CB0153" w:rsidP="00DF056B">
      <w:pPr>
        <w:rPr>
          <w:rFonts w:ascii="Nudista" w:eastAsia="Times New Roman" w:hAnsi="Nudista" w:cs="Arial"/>
          <w:b/>
          <w:i/>
          <w:iCs/>
          <w:color w:val="auto"/>
          <w:sz w:val="20"/>
          <w:szCs w:val="20"/>
          <w:shd w:val="clear" w:color="auto" w:fill="FFFFFF"/>
          <w:lang w:eastAsia="sk-SK"/>
        </w:rPr>
      </w:pPr>
    </w:p>
    <w:p w14:paraId="3E7EC699" w14:textId="2095BBA4" w:rsidR="00AD409A" w:rsidRDefault="00AD409A" w:rsidP="00DF056B">
      <w:pPr>
        <w:rPr>
          <w:rFonts w:ascii="Nudista" w:eastAsia="Times New Roman" w:hAnsi="Nudista" w:cs="Arial"/>
          <w:b/>
          <w:i/>
          <w:iCs/>
          <w:color w:val="auto"/>
          <w:sz w:val="20"/>
          <w:szCs w:val="20"/>
          <w:shd w:val="clear" w:color="auto" w:fill="FFFFFF"/>
          <w:lang w:eastAsia="sk-SK"/>
        </w:rPr>
      </w:pPr>
    </w:p>
    <w:p w14:paraId="2B4C572C" w14:textId="2AB90F99" w:rsidR="00AD409A" w:rsidRDefault="00AD409A" w:rsidP="00DF056B">
      <w:pPr>
        <w:rPr>
          <w:rFonts w:ascii="Nudista" w:eastAsia="Times New Roman" w:hAnsi="Nudista" w:cs="Arial"/>
          <w:b/>
          <w:i/>
          <w:iCs/>
          <w:color w:val="auto"/>
          <w:sz w:val="20"/>
          <w:szCs w:val="20"/>
          <w:shd w:val="clear" w:color="auto" w:fill="FFFFFF"/>
          <w:lang w:eastAsia="sk-SK"/>
        </w:rPr>
      </w:pPr>
    </w:p>
    <w:p w14:paraId="7FD2BE53" w14:textId="77777777" w:rsidR="00AD409A" w:rsidRDefault="00AD409A">
      <w:pPr>
        <w:rPr>
          <w:rFonts w:ascii="Nudista" w:eastAsia="Calibri" w:hAnsi="Nudista" w:cs="Arial"/>
          <w:b/>
          <w:color w:val="auto"/>
          <w:sz w:val="20"/>
          <w:szCs w:val="20"/>
        </w:rPr>
      </w:pPr>
      <w:r>
        <w:rPr>
          <w:rFonts w:ascii="Nudista" w:eastAsia="Calibri" w:hAnsi="Nudista" w:cs="Arial"/>
          <w:b/>
          <w:color w:val="auto"/>
          <w:sz w:val="20"/>
          <w:szCs w:val="20"/>
        </w:rPr>
        <w:br w:type="page"/>
      </w:r>
    </w:p>
    <w:p w14:paraId="1898278B" w14:textId="0E3E1C5C" w:rsidR="00AD409A" w:rsidRDefault="00AD409A" w:rsidP="00DF056B">
      <w:pPr>
        <w:rPr>
          <w:rFonts w:ascii="Nudista" w:hAnsi="Nudista" w:cs="Arial"/>
          <w:b/>
          <w:sz w:val="20"/>
          <w:szCs w:val="20"/>
        </w:rPr>
      </w:pPr>
      <w:r w:rsidRPr="0082123D">
        <w:rPr>
          <w:rFonts w:ascii="Nudista" w:eastAsia="Calibri" w:hAnsi="Nudista" w:cs="Arial"/>
          <w:b/>
          <w:color w:val="auto"/>
          <w:sz w:val="20"/>
          <w:szCs w:val="20"/>
        </w:rPr>
        <w:lastRenderedPageBreak/>
        <w:t xml:space="preserve">Príloha č. </w:t>
      </w:r>
      <w:r>
        <w:rPr>
          <w:rFonts w:ascii="Nudista" w:eastAsia="Calibri" w:hAnsi="Nudista" w:cs="Arial"/>
          <w:b/>
          <w:color w:val="auto"/>
          <w:sz w:val="20"/>
          <w:szCs w:val="20"/>
        </w:rPr>
        <w:t>7</w:t>
      </w:r>
      <w:r w:rsidRPr="0082123D">
        <w:rPr>
          <w:rFonts w:ascii="Nudista" w:hAnsi="Nudista" w:cs="Arial"/>
          <w:b/>
          <w:sz w:val="20"/>
          <w:szCs w:val="20"/>
        </w:rPr>
        <w:t>:</w:t>
      </w:r>
      <w:r>
        <w:rPr>
          <w:rFonts w:ascii="Nudista" w:hAnsi="Nudista" w:cs="Arial"/>
          <w:b/>
          <w:sz w:val="20"/>
          <w:szCs w:val="20"/>
        </w:rPr>
        <w:t xml:space="preserve"> Návrh zmluvy o preprave veci</w:t>
      </w:r>
    </w:p>
    <w:p w14:paraId="738026DE" w14:textId="1660195F" w:rsidR="00AD409A" w:rsidRDefault="00AD409A" w:rsidP="00DF056B">
      <w:pPr>
        <w:rPr>
          <w:rFonts w:ascii="Nudista" w:hAnsi="Nudista" w:cs="Arial"/>
          <w:b/>
          <w:sz w:val="20"/>
          <w:szCs w:val="20"/>
        </w:rPr>
      </w:pPr>
    </w:p>
    <w:p w14:paraId="7FBA1BC3" w14:textId="484B5D10" w:rsidR="00AD409A" w:rsidRPr="00AD409A" w:rsidRDefault="00AD409A" w:rsidP="00DF056B">
      <w:pPr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</w:pPr>
      <w:r w:rsidRPr="00AD409A">
        <w:rPr>
          <w:rFonts w:ascii="Nudista" w:hAnsi="Nudista" w:cs="Arial"/>
          <w:bCs/>
          <w:sz w:val="20"/>
          <w:szCs w:val="20"/>
        </w:rPr>
        <w:t>Návrh zmluvy o preprave veci</w:t>
      </w:r>
      <w:r w:rsidRPr="00AD409A"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  <w:t xml:space="preserve"> tvorí samostatnú prílohu č. 7 vo formáte </w:t>
      </w:r>
      <w:proofErr w:type="spellStart"/>
      <w:r w:rsidRPr="00AD409A"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  <w:t>word</w:t>
      </w:r>
      <w:proofErr w:type="spellEnd"/>
      <w:r w:rsidRPr="00AD409A">
        <w:rPr>
          <w:rFonts w:ascii="Nudista" w:eastAsia="Times New Roman" w:hAnsi="Nudista" w:cs="Arial"/>
          <w:bCs/>
          <w:color w:val="auto"/>
          <w:sz w:val="20"/>
          <w:szCs w:val="20"/>
          <w:shd w:val="clear" w:color="auto" w:fill="FFFFFF"/>
          <w:lang w:eastAsia="sk-SK"/>
        </w:rPr>
        <w:t>.</w:t>
      </w:r>
    </w:p>
    <w:sectPr w:rsidR="00AD409A" w:rsidRPr="00AD409A" w:rsidSect="00C12CA2">
      <w:headerReference w:type="default" r:id="rId14"/>
      <w:footerReference w:type="default" r:id="rId15"/>
      <w:pgSz w:w="11900" w:h="16840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5A24" w14:textId="77777777" w:rsidR="000C646E" w:rsidRDefault="000C646E" w:rsidP="005A4804">
      <w:r>
        <w:separator/>
      </w:r>
    </w:p>
  </w:endnote>
  <w:endnote w:type="continuationSeparator" w:id="0">
    <w:p w14:paraId="2E5883A6" w14:textId="77777777" w:rsidR="000C646E" w:rsidRDefault="000C646E" w:rsidP="005A4804">
      <w:r>
        <w:continuationSeparator/>
      </w:r>
    </w:p>
  </w:endnote>
  <w:endnote w:type="continuationNotice" w:id="1">
    <w:p w14:paraId="096DD791" w14:textId="77777777" w:rsidR="000C646E" w:rsidRDefault="000C6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udista">
    <w:altName w:val="Calibri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mbria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roman"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(Body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Courier New"/>
    <w:panose1 w:val="00000000000000000000"/>
    <w:charset w:val="02"/>
    <w:family w:val="swiss"/>
    <w:notTrueType/>
    <w:pitch w:val="variable"/>
    <w:sig w:usb0="00000007" w:usb1="00000000" w:usb2="00000000" w:usb3="00000000" w:csb0="00000003" w:csb1="00000000"/>
  </w:font>
  <w:font w:name="Proba Pro CE">
    <w:altName w:val="Calibri"/>
    <w:charset w:val="00"/>
    <w:family w:val="swiss"/>
    <w:pitch w:val="variable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35FE2" w14:textId="77777777" w:rsidR="00231A58" w:rsidRDefault="00231A58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231A58" w:rsidRDefault="00231A58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3917" w14:textId="77777777" w:rsidR="00231A58" w:rsidRDefault="00231A58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EC1926" wp14:editId="6E3B3BF0">
              <wp:simplePos x="0" y="0"/>
              <wp:positionH relativeFrom="column">
                <wp:posOffset>558165</wp:posOffset>
              </wp:positionH>
              <wp:positionV relativeFrom="paragraph">
                <wp:posOffset>-246380</wp:posOffset>
              </wp:positionV>
              <wp:extent cx="4743450" cy="69088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6941F9" w14:textId="6C301115" w:rsidR="00231A58" w:rsidRPr="007B699C" w:rsidRDefault="00231A58" w:rsidP="00FA4F94">
                          <w:pPr>
                            <w:jc w:val="center"/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</w:pPr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Obec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Družstevná</w:t>
                          </w:r>
                          <w:proofErr w:type="spellEnd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pri</w:t>
                          </w:r>
                          <w:proofErr w:type="spellEnd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Hornáde</w:t>
                          </w:r>
                          <w:proofErr w:type="spellEnd"/>
                        </w:p>
                        <w:p w14:paraId="7D9EC6BE" w14:textId="423CFD86" w:rsidR="00231A58" w:rsidRPr="007B699C" w:rsidRDefault="00231A58" w:rsidP="00FA4F94">
                          <w:pPr>
                            <w:jc w:val="center"/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</w:pP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Hlavná</w:t>
                          </w:r>
                          <w:proofErr w:type="spellEnd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 38,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Družstevná</w:t>
                          </w:r>
                          <w:proofErr w:type="spellEnd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pri</w:t>
                          </w:r>
                          <w:proofErr w:type="spellEnd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 xml:space="preserve"> </w:t>
                          </w:r>
                          <w:proofErr w:type="spellStart"/>
                          <w:r w:rsidRPr="007B699C">
                            <w:rPr>
                              <w:rFonts w:ascii="Proba Pro" w:hAnsi="Proba Pro"/>
                              <w:bCs/>
                              <w:sz w:val="14"/>
                              <w:szCs w:val="14"/>
                              <w:lang w:val="cs-CZ"/>
                            </w:rPr>
                            <w:t>Hornáde</w:t>
                          </w:r>
                          <w:proofErr w:type="spellEnd"/>
                        </w:p>
                        <w:p w14:paraId="793F8ECB" w14:textId="77777777" w:rsidR="00231A58" w:rsidRPr="007B699C" w:rsidRDefault="00231A58" w:rsidP="00FA4F94">
                          <w:pPr>
                            <w:jc w:val="center"/>
                            <w:rPr>
                              <w:rFonts w:ascii="Proba Pro" w:hAnsi="Proba Pro"/>
                              <w:sz w:val="14"/>
                              <w:szCs w:val="14"/>
                            </w:rPr>
                          </w:pPr>
                          <w:r w:rsidRPr="007B699C">
                            <w:rPr>
                              <w:rFonts w:ascii="Proba Pro" w:hAnsi="Proba Pro"/>
                              <w:sz w:val="14"/>
                              <w:szCs w:val="14"/>
                            </w:rPr>
                            <w:t xml:space="preserve">Súťaž na obstaranie podlimitnej zákazky: </w:t>
                          </w:r>
                        </w:p>
                        <w:p w14:paraId="4E215505" w14:textId="52DAEE0A" w:rsidR="00231A58" w:rsidRPr="007B699C" w:rsidRDefault="00231A58" w:rsidP="00786D37">
                          <w:pPr>
                            <w:jc w:val="center"/>
                            <w:rPr>
                              <w:rFonts w:ascii="Proba Pro" w:hAnsi="Proba Pro"/>
                              <w:sz w:val="14"/>
                              <w:szCs w:val="14"/>
                            </w:rPr>
                          </w:pPr>
                          <w:r w:rsidRPr="007B699C">
                            <w:rPr>
                              <w:rFonts w:ascii="Proba Pro" w:hAnsi="Proba Pro"/>
                              <w:sz w:val="14"/>
                              <w:szCs w:val="14"/>
                            </w:rPr>
                            <w:t>Zvyšovanie energetickej účinnosti administratívnej budovy – Obecného úradu a</w:t>
                          </w:r>
                          <w:r w:rsidRPr="007B699C"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  <w:t> </w:t>
                          </w:r>
                          <w:r w:rsidRPr="007B699C">
                            <w:rPr>
                              <w:rFonts w:ascii="Proba Pro" w:hAnsi="Proba Pro"/>
                              <w:sz w:val="14"/>
                              <w:szCs w:val="14"/>
                            </w:rPr>
                            <w:t>Kultúrneho domu – Družstevná pri Hornáde</w:t>
                          </w:r>
                        </w:p>
                        <w:p w14:paraId="6FC7855E" w14:textId="77777777" w:rsidR="00231A58" w:rsidRDefault="00231A58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54545E35" w14:textId="77777777" w:rsidR="00231A58" w:rsidRDefault="00231A58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43AF0938" w14:textId="77777777" w:rsidR="00231A58" w:rsidRPr="00932BD9" w:rsidRDefault="00231A58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3.95pt;margin-top:-19.4pt;width:373.5pt;height: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" filled="f" stroked="f">
              <v:textbox>
                <w:txbxContent>
                  <w:p w14:paraId="416941F9" w14:textId="6C301115" w:rsidR="00231A58" w:rsidRPr="007B699C" w:rsidRDefault="00231A58" w:rsidP="00FA4F94">
                    <w:pPr>
                      <w:jc w:val="center"/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</w:pPr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Obec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Družstevná</w:t>
                    </w:r>
                    <w:proofErr w:type="spellEnd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pri</w:t>
                    </w:r>
                    <w:proofErr w:type="spellEnd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Hornáde</w:t>
                    </w:r>
                    <w:proofErr w:type="spellEnd"/>
                  </w:p>
                  <w:p w14:paraId="7D9EC6BE" w14:textId="423CFD86" w:rsidR="00231A58" w:rsidRPr="007B699C" w:rsidRDefault="00231A58" w:rsidP="00FA4F94">
                    <w:pPr>
                      <w:jc w:val="center"/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</w:pP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Hlavná</w:t>
                    </w:r>
                    <w:proofErr w:type="spellEnd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 38,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Družstevná</w:t>
                    </w:r>
                    <w:proofErr w:type="spellEnd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pri</w:t>
                    </w:r>
                    <w:proofErr w:type="spellEnd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 xml:space="preserve"> </w:t>
                    </w:r>
                    <w:proofErr w:type="spellStart"/>
                    <w:r w:rsidRPr="007B699C">
                      <w:rPr>
                        <w:rFonts w:ascii="Proba Pro" w:hAnsi="Proba Pro"/>
                        <w:bCs/>
                        <w:sz w:val="14"/>
                        <w:szCs w:val="14"/>
                        <w:lang w:val="cs-CZ"/>
                      </w:rPr>
                      <w:t>Hornáde</w:t>
                    </w:r>
                    <w:proofErr w:type="spellEnd"/>
                  </w:p>
                  <w:p w14:paraId="793F8ECB" w14:textId="77777777" w:rsidR="00231A58" w:rsidRPr="007B699C" w:rsidRDefault="00231A58" w:rsidP="00FA4F94">
                    <w:pPr>
                      <w:jc w:val="center"/>
                      <w:rPr>
                        <w:rFonts w:ascii="Proba Pro" w:hAnsi="Proba Pro"/>
                        <w:sz w:val="14"/>
                        <w:szCs w:val="14"/>
                      </w:rPr>
                    </w:pPr>
                    <w:r w:rsidRPr="007B699C">
                      <w:rPr>
                        <w:rFonts w:ascii="Proba Pro" w:hAnsi="Proba Pro"/>
                        <w:sz w:val="14"/>
                        <w:szCs w:val="14"/>
                      </w:rPr>
                      <w:t xml:space="preserve">Súťaž na obstaranie podlimitnej zákazky: </w:t>
                    </w:r>
                  </w:p>
                  <w:p w14:paraId="4E215505" w14:textId="52DAEE0A" w:rsidR="00231A58" w:rsidRPr="007B699C" w:rsidRDefault="00231A58" w:rsidP="00786D37">
                    <w:pPr>
                      <w:jc w:val="center"/>
                      <w:rPr>
                        <w:rFonts w:ascii="Proba Pro" w:hAnsi="Proba Pro"/>
                        <w:sz w:val="14"/>
                        <w:szCs w:val="14"/>
                      </w:rPr>
                    </w:pPr>
                    <w:r w:rsidRPr="007B699C">
                      <w:rPr>
                        <w:rFonts w:ascii="Proba Pro" w:hAnsi="Proba Pro"/>
                        <w:sz w:val="14"/>
                        <w:szCs w:val="14"/>
                      </w:rPr>
                      <w:t>Zvyšovanie energetickej účinnosti administratívnej budovy – Obecného úradu a</w:t>
                    </w:r>
                    <w:r w:rsidRPr="007B699C">
                      <w:rPr>
                        <w:rFonts w:ascii="Calibri" w:hAnsi="Calibri" w:cs="Calibri"/>
                        <w:sz w:val="14"/>
                        <w:szCs w:val="14"/>
                      </w:rPr>
                      <w:t> </w:t>
                    </w:r>
                    <w:r w:rsidRPr="007B699C">
                      <w:rPr>
                        <w:rFonts w:ascii="Proba Pro" w:hAnsi="Proba Pro"/>
                        <w:sz w:val="14"/>
                        <w:szCs w:val="14"/>
                      </w:rPr>
                      <w:t>Kultúrneho domu – Družstevná pri Hornáde</w:t>
                    </w:r>
                  </w:p>
                  <w:p w14:paraId="6FC7855E" w14:textId="77777777" w:rsidR="00231A58" w:rsidRDefault="00231A58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54545E35" w14:textId="77777777" w:rsidR="00231A58" w:rsidRDefault="00231A58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43AF0938" w14:textId="77777777" w:rsidR="00231A58" w:rsidRPr="00932BD9" w:rsidRDefault="00231A58" w:rsidP="00932BD9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35B8B7C" wp14:editId="7A02E950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18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623C" w14:textId="76B94E66" w:rsidR="00231A58" w:rsidRDefault="00231A58" w:rsidP="00785BCA">
    <w:pPr>
      <w:pStyle w:val="Pta"/>
      <w:framePr w:wrap="none" w:vAnchor="text" w:hAnchor="page" w:x="10306" w:y="373"/>
      <w:rPr>
        <w:rStyle w:val="slostrany"/>
      </w:rPr>
    </w:pPr>
  </w:p>
  <w:p w14:paraId="05F5522B" w14:textId="72834380" w:rsidR="00231A58" w:rsidRDefault="001C0886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BD9706" wp14:editId="4491077A">
              <wp:simplePos x="0" y="0"/>
              <wp:positionH relativeFrom="margin">
                <wp:align>center</wp:align>
              </wp:positionH>
              <wp:positionV relativeFrom="paragraph">
                <wp:posOffset>-27940</wp:posOffset>
              </wp:positionV>
              <wp:extent cx="4743450" cy="74295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742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8E934E" w14:textId="77777777" w:rsidR="00A84E31" w:rsidRDefault="00A84E31" w:rsidP="00A84E31">
                          <w:pPr>
                            <w:jc w:val="center"/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-2.2pt;width:373.5pt;height:58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" filled="f" stroked="f">
              <v:textbox>
                <w:txbxContent>
                  <w:p w14:paraId="288E934E" w14:textId="77777777" w:rsidR="00A84E31" w:rsidRDefault="00A84E31" w:rsidP="00A84E31">
                    <w:pPr>
                      <w:jc w:val="center"/>
                      <w:rPr>
                        <w:rFonts w:ascii="Nudista" w:hAnsi="Nudista"/>
                        <w:b/>
                        <w:bCs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31A58">
      <w:rPr>
        <w:noProof/>
      </w:rPr>
      <w:drawing>
        <wp:anchor distT="0" distB="0" distL="114300" distR="114300" simplePos="0" relativeHeight="251668480" behindDoc="0" locked="0" layoutInCell="1" allowOverlap="1" wp14:anchorId="68617963" wp14:editId="7F98B47D">
          <wp:simplePos x="0" y="0"/>
          <wp:positionH relativeFrom="margin">
            <wp:posOffset>-475488</wp:posOffset>
          </wp:positionH>
          <wp:positionV relativeFrom="paragraph">
            <wp:posOffset>21031</wp:posOffset>
          </wp:positionV>
          <wp:extent cx="850336" cy="255320"/>
          <wp:effectExtent l="0" t="0" r="0" b="0"/>
          <wp:wrapNone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336" cy="2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5E0234" w14:textId="77777777" w:rsidR="00231A58" w:rsidRPr="00B86737" w:rsidRDefault="00231A58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9802" w14:textId="6204FBA7" w:rsidR="00231A58" w:rsidRPr="000B4C5B" w:rsidRDefault="00231A58" w:rsidP="00A62892">
    <w:pPr>
      <w:pStyle w:val="Pta"/>
      <w:framePr w:wrap="none" w:vAnchor="text" w:hAnchor="page" w:x="10630" w:y="-39"/>
      <w:rPr>
        <w:rStyle w:val="slostrany"/>
        <w:rFonts w:ascii="Nudista" w:hAnsi="Nudista"/>
        <w:sz w:val="20"/>
        <w:szCs w:val="20"/>
      </w:rPr>
    </w:pPr>
    <w:r w:rsidRPr="000B4C5B">
      <w:rPr>
        <w:rStyle w:val="slostrany"/>
        <w:rFonts w:ascii="Nudista" w:hAnsi="Nudista"/>
        <w:sz w:val="20"/>
        <w:szCs w:val="20"/>
      </w:rPr>
      <w:fldChar w:fldCharType="begin"/>
    </w:r>
    <w:r w:rsidRPr="000B4C5B">
      <w:rPr>
        <w:rStyle w:val="slostrany"/>
        <w:rFonts w:ascii="Nudista" w:hAnsi="Nudista"/>
        <w:sz w:val="20"/>
        <w:szCs w:val="20"/>
      </w:rPr>
      <w:instrText xml:space="preserve">PAGE  </w:instrText>
    </w:r>
    <w:r w:rsidRPr="000B4C5B">
      <w:rPr>
        <w:rStyle w:val="slostrany"/>
        <w:rFonts w:ascii="Nudista" w:hAnsi="Nudista"/>
        <w:sz w:val="20"/>
        <w:szCs w:val="20"/>
      </w:rPr>
      <w:fldChar w:fldCharType="separate"/>
    </w:r>
    <w:r w:rsidRPr="000B4C5B">
      <w:rPr>
        <w:rStyle w:val="slostrany"/>
        <w:rFonts w:ascii="Nudista" w:hAnsi="Nudista"/>
        <w:sz w:val="20"/>
        <w:szCs w:val="20"/>
      </w:rPr>
      <w:t>9</w:t>
    </w:r>
    <w:r w:rsidRPr="000B4C5B">
      <w:rPr>
        <w:rStyle w:val="slostrany"/>
        <w:rFonts w:ascii="Nudista" w:hAnsi="Nudista"/>
        <w:sz w:val="20"/>
        <w:szCs w:val="20"/>
      </w:rPr>
      <w:fldChar w:fldCharType="end"/>
    </w:r>
  </w:p>
  <w:p w14:paraId="378C73FF" w14:textId="6CE19A33" w:rsidR="00231A58" w:rsidRDefault="00231A58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24ACD5D" wp14:editId="4B995510">
              <wp:simplePos x="0" y="0"/>
              <wp:positionH relativeFrom="margin">
                <wp:posOffset>464820</wp:posOffset>
              </wp:positionH>
              <wp:positionV relativeFrom="paragraph">
                <wp:posOffset>5080</wp:posOffset>
              </wp:positionV>
              <wp:extent cx="5494020" cy="665480"/>
              <wp:effectExtent l="0" t="0" r="0" b="127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94020" cy="66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442389" w14:textId="77777777" w:rsidR="005A62AD" w:rsidRDefault="005A62AD" w:rsidP="005A62AD">
                          <w:pPr>
                            <w:jc w:val="center"/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6.6pt;margin-top:.4pt;width:432.6pt;height:52.4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" filled="f" stroked="f">
              <v:textbox>
                <w:txbxContent>
                  <w:p w14:paraId="7E442389" w14:textId="77777777" w:rsidR="005A62AD" w:rsidRDefault="005A62AD" w:rsidP="005A62AD">
                    <w:pPr>
                      <w:jc w:val="center"/>
                      <w:rPr>
                        <w:rFonts w:ascii="Nudista" w:hAnsi="Nudista"/>
                        <w:b/>
                        <w:bCs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0528" behindDoc="0" locked="0" layoutInCell="1" allowOverlap="1" wp14:anchorId="4BFB32F0" wp14:editId="557F4172">
          <wp:simplePos x="0" y="0"/>
          <wp:positionH relativeFrom="margin">
            <wp:posOffset>-614477</wp:posOffset>
          </wp:positionH>
          <wp:positionV relativeFrom="paragraph">
            <wp:posOffset>11760</wp:posOffset>
          </wp:positionV>
          <wp:extent cx="1049477" cy="314696"/>
          <wp:effectExtent l="0" t="0" r="0" b="0"/>
          <wp:wrapNone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477" cy="314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47B4DD" w14:textId="77777777" w:rsidR="00231A58" w:rsidRDefault="00231A58"/>
  <w:p w14:paraId="729361BB" w14:textId="77777777" w:rsidR="00231A58" w:rsidRDefault="00231A58" w:rsidP="00B24B95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B0AB" w14:textId="77777777" w:rsidR="000C646E" w:rsidRDefault="000C646E" w:rsidP="005A4804">
      <w:r>
        <w:separator/>
      </w:r>
    </w:p>
  </w:footnote>
  <w:footnote w:type="continuationSeparator" w:id="0">
    <w:p w14:paraId="04331C77" w14:textId="77777777" w:rsidR="000C646E" w:rsidRDefault="000C646E" w:rsidP="005A4804">
      <w:r>
        <w:continuationSeparator/>
      </w:r>
    </w:p>
  </w:footnote>
  <w:footnote w:type="continuationNotice" w:id="1">
    <w:p w14:paraId="6A110BDA" w14:textId="77777777" w:rsidR="000C646E" w:rsidRDefault="000C64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9C46" w14:textId="3924F358" w:rsidR="00231A58" w:rsidRDefault="00231A58" w:rsidP="0060595B">
    <w:pPr>
      <w:pStyle w:val="Hlavika"/>
      <w:tabs>
        <w:tab w:val="center" w:pos="0"/>
      </w:tabs>
      <w:jc w:val="left"/>
      <w:rPr>
        <w:rFonts w:ascii="Proba Pro" w:hAnsi="Proba Pro"/>
        <w:sz w:val="28"/>
        <w:szCs w:val="28"/>
      </w:rPr>
    </w:pPr>
    <w:r w:rsidRPr="0060595B">
      <w:rPr>
        <w:rFonts w:ascii="Proba Pro" w:hAnsi="Proba Pro"/>
        <w:noProof/>
        <w:sz w:val="28"/>
        <w:szCs w:val="28"/>
        <w:lang w:eastAsia="sk-SK"/>
      </w:rPr>
      <w:drawing>
        <wp:anchor distT="0" distB="0" distL="114300" distR="114300" simplePos="0" relativeHeight="251667456" behindDoc="0" locked="0" layoutInCell="1" allowOverlap="1" wp14:anchorId="60144738" wp14:editId="5DEB050B">
          <wp:simplePos x="0" y="0"/>
          <wp:positionH relativeFrom="column">
            <wp:posOffset>-137795</wp:posOffset>
          </wp:positionH>
          <wp:positionV relativeFrom="paragraph">
            <wp:posOffset>48779</wp:posOffset>
          </wp:positionV>
          <wp:extent cx="990600" cy="1151255"/>
          <wp:effectExtent l="0" t="0" r="0" b="0"/>
          <wp:wrapSquare wrapText="bothSides"/>
          <wp:docPr id="17" name="Obrázok 17" descr="C:\Users\Lucia Štrbová\AppData\Local\Microsoft\Windows\INetCache\Content.MSO\9AA7769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a Štrbová\AppData\Local\Microsoft\Windows\INetCache\Content.MSO\9AA77699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151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25A18B" w14:textId="200D4BE2" w:rsidR="00231A58" w:rsidRPr="0060595B" w:rsidRDefault="00231A58" w:rsidP="0060595B">
    <w:pPr>
      <w:pStyle w:val="Hlavika"/>
      <w:tabs>
        <w:tab w:val="center" w:pos="0"/>
      </w:tabs>
      <w:jc w:val="left"/>
      <w:rPr>
        <w:rFonts w:ascii="Proba Pro" w:hAnsi="Proba Pro"/>
        <w:sz w:val="28"/>
        <w:szCs w:val="28"/>
      </w:rPr>
    </w:pPr>
    <w:r w:rsidRPr="0060595B">
      <w:rPr>
        <w:rFonts w:ascii="Proba Pro" w:hAnsi="Proba Pro"/>
        <w:sz w:val="28"/>
        <w:szCs w:val="28"/>
      </w:rPr>
      <w:t>Obec Družstevná pri Hornáde</w:t>
    </w:r>
  </w:p>
  <w:p w14:paraId="1624E9C9" w14:textId="77777777" w:rsidR="00231A58" w:rsidRDefault="00231A58" w:rsidP="0060595B">
    <w:pPr>
      <w:pStyle w:val="Hlavika"/>
      <w:tabs>
        <w:tab w:val="clear" w:pos="4536"/>
        <w:tab w:val="center" w:pos="0"/>
      </w:tabs>
      <w:jc w:val="left"/>
      <w:rPr>
        <w:rFonts w:ascii="Proba Pro" w:hAnsi="Proba Pro"/>
        <w:sz w:val="28"/>
        <w:szCs w:val="28"/>
      </w:rPr>
    </w:pPr>
    <w:r w:rsidRPr="0060595B">
      <w:rPr>
        <w:rFonts w:ascii="Proba Pro" w:hAnsi="Proba Pro"/>
        <w:sz w:val="28"/>
        <w:szCs w:val="28"/>
      </w:rPr>
      <w:t>Hlavná 38</w:t>
    </w:r>
  </w:p>
  <w:p w14:paraId="51723898" w14:textId="620287E9" w:rsidR="00231A58" w:rsidRPr="0060595B" w:rsidRDefault="00231A58" w:rsidP="0060595B">
    <w:pPr>
      <w:pStyle w:val="Hlavika"/>
      <w:tabs>
        <w:tab w:val="clear" w:pos="4536"/>
        <w:tab w:val="center" w:pos="0"/>
      </w:tabs>
      <w:jc w:val="left"/>
      <w:rPr>
        <w:rFonts w:ascii="Proba Pro" w:hAnsi="Proba Pro"/>
        <w:sz w:val="28"/>
        <w:szCs w:val="28"/>
      </w:rPr>
    </w:pPr>
    <w:r w:rsidRPr="0060595B">
      <w:rPr>
        <w:rFonts w:ascii="Proba Pro" w:hAnsi="Proba Pro"/>
        <w:sz w:val="28"/>
        <w:szCs w:val="28"/>
      </w:rPr>
      <w:t>044 31 Družstevná pri Hornáde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934FE" w14:textId="078A7AC5" w:rsidR="00231A58" w:rsidRPr="00123E10" w:rsidRDefault="00231A58" w:rsidP="00123E10">
    <w:pPr>
      <w:pStyle w:val="Hlavika"/>
      <w:tabs>
        <w:tab w:val="clear" w:pos="4536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141D6" w14:textId="3D473766" w:rsidR="00231A58" w:rsidRPr="00EA4A4F" w:rsidRDefault="00231A58" w:rsidP="00EA4A4F">
    <w:pPr>
      <w:pStyle w:val="Hlavika"/>
    </w:pPr>
  </w:p>
  <w:p w14:paraId="4BEA6CCC" w14:textId="77777777" w:rsidR="00231A58" w:rsidRDefault="00231A58"/>
  <w:p w14:paraId="49912C8A" w14:textId="77777777" w:rsidR="00231A58" w:rsidRDefault="00231A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3A4"/>
    <w:multiLevelType w:val="hybridMultilevel"/>
    <w:tmpl w:val="D3829B58"/>
    <w:styleLink w:val="Importovantl29"/>
    <w:lvl w:ilvl="0" w:tplc="1C266210">
      <w:start w:val="1"/>
      <w:numFmt w:val="decimal"/>
      <w:lvlText w:val="%1)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1C6D714">
      <w:start w:val="1"/>
      <w:numFmt w:val="decimal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C3005D8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2D8B188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AB2F550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10879B2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84A3B9A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D5EB354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FA09DE2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" w15:restartNumberingAfterBreak="0">
    <w:nsid w:val="01E9086D"/>
    <w:multiLevelType w:val="hybridMultilevel"/>
    <w:tmpl w:val="C442CE62"/>
    <w:styleLink w:val="Importovantl27"/>
    <w:lvl w:ilvl="0" w:tplc="FB0C8292">
      <w:start w:val="1"/>
      <w:numFmt w:val="decimal"/>
      <w:lvlText w:val="%1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DFCA2BA">
      <w:start w:val="1"/>
      <w:numFmt w:val="decimal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F76E010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A527684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D4EBB36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4B8FC98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21E59FA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B127C7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7A403E4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36D2BD7"/>
    <w:multiLevelType w:val="hybridMultilevel"/>
    <w:tmpl w:val="004CDDBA"/>
    <w:styleLink w:val="Importovantl84"/>
    <w:lvl w:ilvl="0" w:tplc="CD54C0FE">
      <w:start w:val="1"/>
      <w:numFmt w:val="decimal"/>
      <w:lvlText w:val="%1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B0E3D18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7B2278A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95C1A54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8BEAF8A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2C8BE3A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06CB3D8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B8E360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8C6DB40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4E31E17"/>
    <w:multiLevelType w:val="hybridMultilevel"/>
    <w:tmpl w:val="08B08DE0"/>
    <w:styleLink w:val="Importovantl37"/>
    <w:lvl w:ilvl="0" w:tplc="542A2CB2">
      <w:start w:val="1"/>
      <w:numFmt w:val="bullet"/>
      <w:lvlText w:val="▪"/>
      <w:lvlJc w:val="left"/>
      <w:pPr>
        <w:ind w:left="851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AD8EA7E">
      <w:start w:val="1"/>
      <w:numFmt w:val="bullet"/>
      <w:lvlText w:val="o"/>
      <w:lvlJc w:val="left"/>
      <w:pPr>
        <w:ind w:left="70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9D4FF8A">
      <w:start w:val="1"/>
      <w:numFmt w:val="bullet"/>
      <w:lvlText w:val="▪"/>
      <w:lvlJc w:val="left"/>
      <w:pPr>
        <w:ind w:left="142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E461EC">
      <w:start w:val="1"/>
      <w:numFmt w:val="bullet"/>
      <w:lvlText w:val="•"/>
      <w:lvlJc w:val="left"/>
      <w:pPr>
        <w:ind w:left="214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318BB9C">
      <w:start w:val="1"/>
      <w:numFmt w:val="bullet"/>
      <w:lvlText w:val="o"/>
      <w:lvlJc w:val="left"/>
      <w:pPr>
        <w:ind w:left="286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DFAAE2A">
      <w:start w:val="1"/>
      <w:numFmt w:val="bullet"/>
      <w:lvlText w:val="▪"/>
      <w:lvlJc w:val="left"/>
      <w:pPr>
        <w:ind w:left="358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91EDF94">
      <w:start w:val="1"/>
      <w:numFmt w:val="bullet"/>
      <w:lvlText w:val="•"/>
      <w:lvlJc w:val="left"/>
      <w:pPr>
        <w:ind w:left="430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68CFCC8">
      <w:start w:val="1"/>
      <w:numFmt w:val="bullet"/>
      <w:lvlText w:val="o"/>
      <w:lvlJc w:val="left"/>
      <w:pPr>
        <w:ind w:left="502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9B20424">
      <w:start w:val="1"/>
      <w:numFmt w:val="bullet"/>
      <w:lvlText w:val="▪"/>
      <w:lvlJc w:val="left"/>
      <w:pPr>
        <w:ind w:left="5749" w:hanging="360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4FD7ACF"/>
    <w:multiLevelType w:val="hybridMultilevel"/>
    <w:tmpl w:val="5D54CF12"/>
    <w:styleLink w:val="Importovantl301"/>
    <w:lvl w:ilvl="0" w:tplc="0409000F">
      <w:start w:val="1"/>
      <w:numFmt w:val="decimal"/>
      <w:lvlText w:val="%1."/>
      <w:lvlJc w:val="left"/>
      <w:pPr>
        <w:ind w:left="1967" w:hanging="360"/>
      </w:pPr>
    </w:lvl>
    <w:lvl w:ilvl="1" w:tplc="041B0019">
      <w:start w:val="1"/>
      <w:numFmt w:val="lowerLetter"/>
      <w:lvlText w:val="%2."/>
      <w:lvlJc w:val="left"/>
      <w:pPr>
        <w:ind w:left="2687" w:hanging="360"/>
      </w:pPr>
    </w:lvl>
    <w:lvl w:ilvl="2" w:tplc="041B001B" w:tentative="1">
      <w:start w:val="1"/>
      <w:numFmt w:val="lowerRoman"/>
      <w:lvlText w:val="%3."/>
      <w:lvlJc w:val="right"/>
      <w:pPr>
        <w:ind w:left="3407" w:hanging="180"/>
      </w:pPr>
    </w:lvl>
    <w:lvl w:ilvl="3" w:tplc="041B000F" w:tentative="1">
      <w:start w:val="1"/>
      <w:numFmt w:val="decimal"/>
      <w:lvlText w:val="%4."/>
      <w:lvlJc w:val="left"/>
      <w:pPr>
        <w:ind w:left="4127" w:hanging="360"/>
      </w:pPr>
    </w:lvl>
    <w:lvl w:ilvl="4" w:tplc="041B0019" w:tentative="1">
      <w:start w:val="1"/>
      <w:numFmt w:val="lowerLetter"/>
      <w:lvlText w:val="%5."/>
      <w:lvlJc w:val="left"/>
      <w:pPr>
        <w:ind w:left="4847" w:hanging="360"/>
      </w:pPr>
    </w:lvl>
    <w:lvl w:ilvl="5" w:tplc="041B001B" w:tentative="1">
      <w:start w:val="1"/>
      <w:numFmt w:val="lowerRoman"/>
      <w:lvlText w:val="%6."/>
      <w:lvlJc w:val="right"/>
      <w:pPr>
        <w:ind w:left="5567" w:hanging="180"/>
      </w:pPr>
    </w:lvl>
    <w:lvl w:ilvl="6" w:tplc="041B000F" w:tentative="1">
      <w:start w:val="1"/>
      <w:numFmt w:val="decimal"/>
      <w:lvlText w:val="%7."/>
      <w:lvlJc w:val="left"/>
      <w:pPr>
        <w:ind w:left="6287" w:hanging="360"/>
      </w:pPr>
    </w:lvl>
    <w:lvl w:ilvl="7" w:tplc="041B0019" w:tentative="1">
      <w:start w:val="1"/>
      <w:numFmt w:val="lowerLetter"/>
      <w:lvlText w:val="%8."/>
      <w:lvlJc w:val="left"/>
      <w:pPr>
        <w:ind w:left="7007" w:hanging="360"/>
      </w:pPr>
    </w:lvl>
    <w:lvl w:ilvl="8" w:tplc="041B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 w15:restartNumberingAfterBreak="0">
    <w:nsid w:val="066D3B30"/>
    <w:multiLevelType w:val="hybridMultilevel"/>
    <w:tmpl w:val="B9E6549E"/>
    <w:styleLink w:val="Importovantl70"/>
    <w:lvl w:ilvl="0" w:tplc="CB180318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7E83588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CB02032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E4AAF1E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778AF7E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F2F238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99A33CA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5D4376C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7DAADC0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" w15:restartNumberingAfterBreak="0">
    <w:nsid w:val="06790787"/>
    <w:multiLevelType w:val="hybridMultilevel"/>
    <w:tmpl w:val="CA580FFE"/>
    <w:styleLink w:val="Importovantl99"/>
    <w:lvl w:ilvl="0" w:tplc="ED9896D4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F94ADDE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3C6D592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BA6ED54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B3CC360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F1E6CC0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14AB7D8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4A21184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9A0CC3A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06CC7DD8"/>
    <w:multiLevelType w:val="hybridMultilevel"/>
    <w:tmpl w:val="0F42CF78"/>
    <w:lvl w:ilvl="0" w:tplc="5C102A3E">
      <w:start w:val="8"/>
      <w:numFmt w:val="bullet"/>
      <w:lvlText w:val="-"/>
      <w:lvlJc w:val="left"/>
      <w:pPr>
        <w:ind w:left="720" w:hanging="360"/>
      </w:pPr>
      <w:rPr>
        <w:rFonts w:ascii="Nudista" w:eastAsiaTheme="majorEastAsia" w:hAnsi="Nudista" w:cs="Aria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B115D9"/>
    <w:multiLevelType w:val="multilevel"/>
    <w:tmpl w:val="830C0D0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8998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ascii="Nudista" w:hAnsi="Nudista" w:cstheme="minorHAnsi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9466E1F"/>
    <w:multiLevelType w:val="hybridMultilevel"/>
    <w:tmpl w:val="B5785AF4"/>
    <w:styleLink w:val="Importovantl90"/>
    <w:lvl w:ilvl="0" w:tplc="DF569AB8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4624990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B860434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774CFB2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F6CB2AC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6FC61FC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9564FFC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C7EAD60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302C11E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09D30643"/>
    <w:multiLevelType w:val="multilevel"/>
    <w:tmpl w:val="04B616E6"/>
    <w:lvl w:ilvl="0">
      <w:start w:val="2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523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ind w:left="4209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3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9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41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5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104" w:hanging="1800"/>
      </w:pPr>
      <w:rPr>
        <w:rFonts w:cs="Times New Roman"/>
      </w:rPr>
    </w:lvl>
  </w:abstractNum>
  <w:abstractNum w:abstractNumId="11" w15:restartNumberingAfterBreak="0">
    <w:nsid w:val="09FD5F34"/>
    <w:multiLevelType w:val="multilevel"/>
    <w:tmpl w:val="94F2B2F6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pStyle w:val="bla"/>
      <w:lvlText w:val="%1.%2"/>
      <w:lvlJc w:val="left"/>
      <w:pPr>
        <w:ind w:left="709" w:hanging="709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  <w:b w:val="0"/>
        <w:bCs/>
      </w:rPr>
    </w:lvl>
    <w:lvl w:ilvl="7">
      <w:start w:val="1"/>
      <w:numFmt w:val="decimal"/>
      <w:lvlText w:val="%8)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2" w15:restartNumberingAfterBreak="0">
    <w:nsid w:val="0A0D4919"/>
    <w:multiLevelType w:val="hybridMultilevel"/>
    <w:tmpl w:val="017E7C62"/>
    <w:styleLink w:val="Importovantl25"/>
    <w:lvl w:ilvl="0" w:tplc="3EBE611A">
      <w:start w:val="1"/>
      <w:numFmt w:val="bullet"/>
      <w:lvlText w:val="▪"/>
      <w:lvlJc w:val="left"/>
      <w:pPr>
        <w:ind w:left="72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F1E979C">
      <w:start w:val="1"/>
      <w:numFmt w:val="bullet"/>
      <w:lvlText w:val="o"/>
      <w:lvlJc w:val="left"/>
      <w:pPr>
        <w:ind w:left="144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6EC43A4">
      <w:start w:val="1"/>
      <w:numFmt w:val="bullet"/>
      <w:lvlText w:val="▪"/>
      <w:lvlJc w:val="left"/>
      <w:pPr>
        <w:ind w:left="216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13CB7E0">
      <w:start w:val="1"/>
      <w:numFmt w:val="bullet"/>
      <w:lvlText w:val="•"/>
      <w:lvlJc w:val="left"/>
      <w:pPr>
        <w:ind w:left="288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1BE7CDA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1305162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79CDEFC">
      <w:start w:val="1"/>
      <w:numFmt w:val="bullet"/>
      <w:lvlText w:val="•"/>
      <w:lvlJc w:val="left"/>
      <w:pPr>
        <w:ind w:left="504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970070E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5421B9A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" w15:restartNumberingAfterBreak="0">
    <w:nsid w:val="0A355660"/>
    <w:multiLevelType w:val="hybridMultilevel"/>
    <w:tmpl w:val="D750B438"/>
    <w:styleLink w:val="Importovantl32"/>
    <w:lvl w:ilvl="0" w:tplc="7B82ACD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2E09F50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ECED696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2880090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F4E0264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1C00BFE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BE7E02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C00A15A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0B8638E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" w15:restartNumberingAfterBreak="0">
    <w:nsid w:val="0A911F0E"/>
    <w:multiLevelType w:val="hybridMultilevel"/>
    <w:tmpl w:val="13A60CD8"/>
    <w:styleLink w:val="Importovantl73"/>
    <w:lvl w:ilvl="0" w:tplc="15500B5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5FE6002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D424F04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186D4A4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666C8E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3B8CA4E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B0ABB2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6D8D234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D2072CA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0C5709BC"/>
    <w:multiLevelType w:val="hybridMultilevel"/>
    <w:tmpl w:val="5B3EAE84"/>
    <w:styleLink w:val="Importovantl56"/>
    <w:lvl w:ilvl="0" w:tplc="81E8FFBC">
      <w:start w:val="1"/>
      <w:numFmt w:val="bullet"/>
      <w:lvlText w:val="▪"/>
      <w:lvlJc w:val="left"/>
      <w:pPr>
        <w:ind w:left="4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4EEB5B8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5D0491A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63A5024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AC8E774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64DA18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7AE094C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4FE4A40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8F6D924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" w15:restartNumberingAfterBreak="0">
    <w:nsid w:val="0C5A0161"/>
    <w:multiLevelType w:val="hybridMultilevel"/>
    <w:tmpl w:val="45648768"/>
    <w:styleLink w:val="Importovantl24"/>
    <w:lvl w:ilvl="0" w:tplc="49B4D636">
      <w:start w:val="1"/>
      <w:numFmt w:val="decimal"/>
      <w:lvlText w:val="%1)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F38675E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18165264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ABC45F4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85AB05A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B228694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E1C0D48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4426D0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8A6F07C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8" w15:restartNumberingAfterBreak="0">
    <w:nsid w:val="0DDA19E4"/>
    <w:multiLevelType w:val="hybridMultilevel"/>
    <w:tmpl w:val="07606814"/>
    <w:styleLink w:val="Importovantl69"/>
    <w:lvl w:ilvl="0" w:tplc="3F2CD7E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FC4C81E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3A8524C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60CEF7E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CFE6D4E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C92A79A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DDAFE24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AA05420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23860D8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9" w15:restartNumberingAfterBreak="0">
    <w:nsid w:val="10264032"/>
    <w:multiLevelType w:val="hybridMultilevel"/>
    <w:tmpl w:val="E7A6717C"/>
    <w:styleLink w:val="Importovantl58"/>
    <w:lvl w:ilvl="0" w:tplc="1A3CE8D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C6EBA62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790FD44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1EE99EA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FF05FFE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7029D82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DD01980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1F82A14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D845B04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0" w15:restartNumberingAfterBreak="0">
    <w:nsid w:val="106B0080"/>
    <w:multiLevelType w:val="hybridMultilevel"/>
    <w:tmpl w:val="965CE3E6"/>
    <w:styleLink w:val="Importovantl30"/>
    <w:lvl w:ilvl="0" w:tplc="A6AA7406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CFA6194">
      <w:start w:val="1"/>
      <w:numFmt w:val="bullet"/>
      <w:lvlText w:val="o"/>
      <w:lvlJc w:val="left"/>
      <w:pPr>
        <w:ind w:left="18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A824D6">
      <w:start w:val="1"/>
      <w:numFmt w:val="bullet"/>
      <w:lvlText w:val="▪"/>
      <w:lvlJc w:val="left"/>
      <w:pPr>
        <w:ind w:left="25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12A7968">
      <w:start w:val="1"/>
      <w:numFmt w:val="bullet"/>
      <w:lvlText w:val="•"/>
      <w:lvlJc w:val="left"/>
      <w:pPr>
        <w:ind w:left="32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ADEFB78">
      <w:start w:val="1"/>
      <w:numFmt w:val="bullet"/>
      <w:lvlText w:val="o"/>
      <w:lvlJc w:val="left"/>
      <w:pPr>
        <w:ind w:left="39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1CE50CC">
      <w:start w:val="1"/>
      <w:numFmt w:val="bullet"/>
      <w:lvlText w:val="▪"/>
      <w:lvlJc w:val="left"/>
      <w:pPr>
        <w:ind w:left="46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208FBDA">
      <w:start w:val="1"/>
      <w:numFmt w:val="bullet"/>
      <w:lvlText w:val="•"/>
      <w:lvlJc w:val="left"/>
      <w:pPr>
        <w:ind w:left="54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5B22DEE">
      <w:start w:val="1"/>
      <w:numFmt w:val="bullet"/>
      <w:lvlText w:val="o"/>
      <w:lvlJc w:val="left"/>
      <w:pPr>
        <w:ind w:left="61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32E3690">
      <w:start w:val="1"/>
      <w:numFmt w:val="bullet"/>
      <w:lvlText w:val="▪"/>
      <w:lvlJc w:val="left"/>
      <w:pPr>
        <w:ind w:left="68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1" w15:restartNumberingAfterBreak="0">
    <w:nsid w:val="10816005"/>
    <w:multiLevelType w:val="hybridMultilevel"/>
    <w:tmpl w:val="AFACF772"/>
    <w:styleLink w:val="Importovantl59"/>
    <w:lvl w:ilvl="0" w:tplc="99D27696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A381786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BD43AC4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A2AF7E0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FB23EE0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2F4EB56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3F88DB8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48CFD8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D440168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 w15:restartNumberingAfterBreak="0">
    <w:nsid w:val="10F25104"/>
    <w:multiLevelType w:val="hybridMultilevel"/>
    <w:tmpl w:val="B30C5D2C"/>
    <w:styleLink w:val="Importovantl103"/>
    <w:lvl w:ilvl="0" w:tplc="FF18E39A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77E3E64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730FE2E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DDA0A48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A60A1EE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09CC0B4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4388444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C9EC914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334A3BE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3" w15:restartNumberingAfterBreak="0">
    <w:nsid w:val="11E06778"/>
    <w:multiLevelType w:val="hybridMultilevel"/>
    <w:tmpl w:val="769CA9BE"/>
    <w:styleLink w:val="Importovantl41"/>
    <w:lvl w:ilvl="0" w:tplc="4E00ADAC">
      <w:start w:val="1"/>
      <w:numFmt w:val="bullet"/>
      <w:lvlText w:val="▪"/>
      <w:lvlJc w:val="left"/>
      <w:pPr>
        <w:ind w:left="4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070C292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AE4A8B2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F1E185A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6B2A4EC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1A09CB6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69E9290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1F4C44C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E7C5CFE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4" w15:restartNumberingAfterBreak="0">
    <w:nsid w:val="12934921"/>
    <w:multiLevelType w:val="hybridMultilevel"/>
    <w:tmpl w:val="6D560386"/>
    <w:styleLink w:val="Importovantl94"/>
    <w:lvl w:ilvl="0" w:tplc="A52E3E02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7E47024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25A2300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CDADC58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C6C8422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4508F32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15658FA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C9CF548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8E47410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5" w15:restartNumberingAfterBreak="0">
    <w:nsid w:val="130B34FD"/>
    <w:multiLevelType w:val="multilevel"/>
    <w:tmpl w:val="58EA5D22"/>
    <w:styleLink w:val="Importovantl3"/>
    <w:lvl w:ilvl="0">
      <w:start w:val="1"/>
      <w:numFmt w:val="upperRoman"/>
      <w:lvlText w:val="%1."/>
      <w:lvlJc w:val="left"/>
      <w:pPr>
        <w:ind w:left="540" w:hanging="5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P3"/>
      <w:lvlText w:val="%2."/>
      <w:lvlJc w:val="left"/>
      <w:pPr>
        <w:ind w:left="576" w:hanging="576"/>
      </w:pPr>
      <w:rPr>
        <w:rFonts w:hAnsi="Arial Unicode MS"/>
        <w:b/>
        <w:bCs/>
        <w:caps w:val="0"/>
        <w:smallCaps w:val="0"/>
        <w:strike w:val="0"/>
        <w:dstrike w:val="0"/>
        <w:color w:val="008998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262" w:hanging="69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2682" w:hanging="83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982" w:hanging="98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1126" w:hanging="112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1270" w:hanging="1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414" w:hanging="141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13EC7EB5"/>
    <w:multiLevelType w:val="hybridMultilevel"/>
    <w:tmpl w:val="873A48B6"/>
    <w:styleLink w:val="Importovantl49"/>
    <w:lvl w:ilvl="0" w:tplc="F81E5CD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0026492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0267E7A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0069BF4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5B438D0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EA60C80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FE2A654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80488B4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4CEB826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16143F56"/>
    <w:multiLevelType w:val="hybridMultilevel"/>
    <w:tmpl w:val="0786DD0E"/>
    <w:styleLink w:val="Importovantl9"/>
    <w:lvl w:ilvl="0" w:tplc="DC9496A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39C98E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6140BE6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EDAAC5A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5AEB806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C762D94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3C47F94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9C0E9F6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F088BE6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9" w15:restartNumberingAfterBreak="0">
    <w:nsid w:val="18232A49"/>
    <w:multiLevelType w:val="hybridMultilevel"/>
    <w:tmpl w:val="F9F28158"/>
    <w:styleLink w:val="Importovantl66"/>
    <w:lvl w:ilvl="0" w:tplc="B598294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8C2BBBE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160C1F40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4CA29BC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C983800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8726E82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FE410A4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202792E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AD0443E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0" w15:restartNumberingAfterBreak="0">
    <w:nsid w:val="1B6E011D"/>
    <w:multiLevelType w:val="hybridMultilevel"/>
    <w:tmpl w:val="DB6C786E"/>
    <w:styleLink w:val="Importovantl10"/>
    <w:lvl w:ilvl="0" w:tplc="A0008D6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520816E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038866A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5F8DEAE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0AEB688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D6E71D8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682255E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E04F892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6D6F3A2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1" w15:restartNumberingAfterBreak="0">
    <w:nsid w:val="1BA82E55"/>
    <w:multiLevelType w:val="hybridMultilevel"/>
    <w:tmpl w:val="4192D216"/>
    <w:styleLink w:val="Importovantl411"/>
    <w:lvl w:ilvl="0" w:tplc="13CE363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34CBC0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276DD34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26C619C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42C4730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BD28E60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F6E8314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E56363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100D8B6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1BF1212F"/>
    <w:multiLevelType w:val="hybridMultilevel"/>
    <w:tmpl w:val="9CF86B9A"/>
    <w:styleLink w:val="Importovantl17"/>
    <w:lvl w:ilvl="0" w:tplc="82B24C0C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8386FA4">
      <w:start w:val="1"/>
      <w:numFmt w:val="bullet"/>
      <w:lvlText w:val="o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8168EA0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7381BC0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FBEB04E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9F6D33C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DD204AA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0824C42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05A8616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1C022E54"/>
    <w:multiLevelType w:val="hybridMultilevel"/>
    <w:tmpl w:val="829E7070"/>
    <w:styleLink w:val="Tatratender1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B5D1B"/>
    <w:multiLevelType w:val="hybridMultilevel"/>
    <w:tmpl w:val="2064007C"/>
    <w:styleLink w:val="Importovantl86"/>
    <w:lvl w:ilvl="0" w:tplc="F462EEC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DA432D8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B76BE14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B9E192C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63C1FAA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3B4010A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67EDC44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EE402B8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1D878D4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5" w15:restartNumberingAfterBreak="0">
    <w:nsid w:val="1CD26909"/>
    <w:multiLevelType w:val="hybridMultilevel"/>
    <w:tmpl w:val="8BEAFC3A"/>
    <w:styleLink w:val="Importovantl44"/>
    <w:lvl w:ilvl="0" w:tplc="08889ED4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A54549A">
      <w:start w:val="1"/>
      <w:numFmt w:val="bullet"/>
      <w:lvlText w:val="o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CE24402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41C140E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B06494A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48E0F96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8F8770C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A380C42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8F8BAA6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6" w15:restartNumberingAfterBreak="0">
    <w:nsid w:val="1F4A07AA"/>
    <w:multiLevelType w:val="hybridMultilevel"/>
    <w:tmpl w:val="6106B664"/>
    <w:styleLink w:val="Importovantl5"/>
    <w:lvl w:ilvl="0" w:tplc="B32E801C">
      <w:start w:val="1"/>
      <w:numFmt w:val="lowerLetter"/>
      <w:lvlText w:val="%1)"/>
      <w:lvlJc w:val="left"/>
      <w:pPr>
        <w:ind w:left="1985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8EB786">
      <w:start w:val="1"/>
      <w:numFmt w:val="decimal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0CCD12">
      <w:start w:val="1"/>
      <w:numFmt w:val="decimal"/>
      <w:lvlText w:val="%3."/>
      <w:lvlJc w:val="left"/>
      <w:pPr>
        <w:ind w:left="20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48863A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64B1E0">
      <w:start w:val="1"/>
      <w:numFmt w:val="decimal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186EE0">
      <w:start w:val="1"/>
      <w:numFmt w:val="decimal"/>
      <w:lvlText w:val="%6."/>
      <w:lvlJc w:val="left"/>
      <w:pPr>
        <w:ind w:left="41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C8DCFC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14F99E">
      <w:start w:val="1"/>
      <w:numFmt w:val="decimal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C82596">
      <w:start w:val="1"/>
      <w:numFmt w:val="decimal"/>
      <w:lvlText w:val="%9."/>
      <w:lvlJc w:val="left"/>
      <w:pPr>
        <w:ind w:left="63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23CD26E2"/>
    <w:multiLevelType w:val="hybridMultilevel"/>
    <w:tmpl w:val="DC844A22"/>
    <w:styleLink w:val="Importovantl34"/>
    <w:lvl w:ilvl="0" w:tplc="6AF0F2EE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D8CA452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04964E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A70E274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0628B1C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9B69804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8BA9DA8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860B0FE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478AEB6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8" w15:restartNumberingAfterBreak="0">
    <w:nsid w:val="24A1645B"/>
    <w:multiLevelType w:val="hybridMultilevel"/>
    <w:tmpl w:val="67FA3F02"/>
    <w:styleLink w:val="Importovantl76"/>
    <w:lvl w:ilvl="0" w:tplc="B676811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0DEB928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844EAAE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9A2FFB8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BC270B6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7204F04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DE81216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4B208D2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03E987C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9" w15:restartNumberingAfterBreak="0">
    <w:nsid w:val="25492DBC"/>
    <w:multiLevelType w:val="hybridMultilevel"/>
    <w:tmpl w:val="943E997E"/>
    <w:styleLink w:val="Importovantl112"/>
    <w:lvl w:ilvl="0" w:tplc="0F709120">
      <w:start w:val="1"/>
      <w:numFmt w:val="decimal"/>
      <w:lvlText w:val="%1)"/>
      <w:lvlJc w:val="left"/>
      <w:pPr>
        <w:ind w:left="85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1EC8B02">
      <w:start w:val="1"/>
      <w:numFmt w:val="lowerLetter"/>
      <w:lvlText w:val="%2."/>
      <w:lvlJc w:val="left"/>
      <w:pPr>
        <w:ind w:left="15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04054E4">
      <w:start w:val="1"/>
      <w:numFmt w:val="lowerRoman"/>
      <w:lvlText w:val="%3."/>
      <w:lvlJc w:val="left"/>
      <w:pPr>
        <w:ind w:left="229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26012EE">
      <w:start w:val="1"/>
      <w:numFmt w:val="decimal"/>
      <w:lvlText w:val="%4."/>
      <w:lvlJc w:val="left"/>
      <w:pPr>
        <w:ind w:left="301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9343640">
      <w:start w:val="1"/>
      <w:numFmt w:val="lowerLetter"/>
      <w:lvlText w:val="%5."/>
      <w:lvlJc w:val="left"/>
      <w:pPr>
        <w:ind w:left="373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9D60DF6C">
      <w:start w:val="1"/>
      <w:numFmt w:val="lowerRoman"/>
      <w:lvlText w:val="%6."/>
      <w:lvlJc w:val="left"/>
      <w:pPr>
        <w:ind w:left="445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63A1D0C">
      <w:start w:val="1"/>
      <w:numFmt w:val="decimal"/>
      <w:lvlText w:val="%7."/>
      <w:lvlJc w:val="left"/>
      <w:pPr>
        <w:ind w:left="51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6E8624E">
      <w:start w:val="1"/>
      <w:numFmt w:val="lowerLetter"/>
      <w:lvlText w:val="%8."/>
      <w:lvlJc w:val="left"/>
      <w:pPr>
        <w:ind w:left="589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BB8BCF4">
      <w:start w:val="1"/>
      <w:numFmt w:val="lowerRoman"/>
      <w:lvlText w:val="%9."/>
      <w:lvlJc w:val="left"/>
      <w:pPr>
        <w:ind w:left="661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0" w15:restartNumberingAfterBreak="0">
    <w:nsid w:val="25A309E6"/>
    <w:multiLevelType w:val="hybridMultilevel"/>
    <w:tmpl w:val="DD3499C8"/>
    <w:styleLink w:val="Importovantl36"/>
    <w:lvl w:ilvl="0" w:tplc="244E1560">
      <w:start w:val="1"/>
      <w:numFmt w:val="decimal"/>
      <w:lvlText w:val="%1)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600DC84">
      <w:start w:val="1"/>
      <w:numFmt w:val="lowerLetter"/>
      <w:lvlText w:val="%2.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32487E8">
      <w:start w:val="1"/>
      <w:numFmt w:val="lowerRoman"/>
      <w:lvlText w:val="%3."/>
      <w:lvlJc w:val="left"/>
      <w:pPr>
        <w:ind w:left="180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354F6DE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4CAE5A2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5DCC438">
      <w:start w:val="1"/>
      <w:numFmt w:val="lowerRoman"/>
      <w:lvlText w:val="%6."/>
      <w:lvlJc w:val="left"/>
      <w:pPr>
        <w:ind w:left="39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3CEE8AE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6D25948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72A4288">
      <w:start w:val="1"/>
      <w:numFmt w:val="lowerRoman"/>
      <w:lvlText w:val="%9."/>
      <w:lvlJc w:val="left"/>
      <w:pPr>
        <w:ind w:left="61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1" w15:restartNumberingAfterBreak="0">
    <w:nsid w:val="25B12089"/>
    <w:multiLevelType w:val="hybridMultilevel"/>
    <w:tmpl w:val="DA50BB02"/>
    <w:styleLink w:val="Importovantl18"/>
    <w:lvl w:ilvl="0" w:tplc="E28EEB5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274C3E2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ACEA4D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ACA03A2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C021DCC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9396445E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0C06B92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6FCA312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38A6374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2" w15:restartNumberingAfterBreak="0">
    <w:nsid w:val="25EC0D59"/>
    <w:multiLevelType w:val="hybridMultilevel"/>
    <w:tmpl w:val="81620794"/>
    <w:styleLink w:val="Importovantl101"/>
    <w:lvl w:ilvl="0" w:tplc="044AD4A2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CF847DA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E161674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BACFA52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E0ECACE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222416E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D50B31E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B6C0E68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43E2F72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3" w15:restartNumberingAfterBreak="0">
    <w:nsid w:val="26442581"/>
    <w:multiLevelType w:val="multilevel"/>
    <w:tmpl w:val="030C2A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Roman"/>
      <w:pStyle w:val="Style3i"/>
      <w:lvlText w:val="(%2)"/>
      <w:lvlJc w:val="left"/>
      <w:pPr>
        <w:ind w:left="930" w:hanging="57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44" w15:restartNumberingAfterBreak="0">
    <w:nsid w:val="26966FE1"/>
    <w:multiLevelType w:val="hybridMultilevel"/>
    <w:tmpl w:val="B96046C6"/>
    <w:styleLink w:val="Importovantl50"/>
    <w:lvl w:ilvl="0" w:tplc="9D52EB6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418ECB8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4226BFE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67A8260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F2AA9BE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B5ADCB2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06EF80E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3C79CE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BAEE048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5" w15:restartNumberingAfterBreak="0">
    <w:nsid w:val="26DE3C12"/>
    <w:multiLevelType w:val="hybridMultilevel"/>
    <w:tmpl w:val="5A1C7E06"/>
    <w:styleLink w:val="Importovantl60"/>
    <w:lvl w:ilvl="0" w:tplc="24320B2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144B4A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2827604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06C01E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886FC30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F7421CC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E8C861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EFA8B6C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F2A3A64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6" w15:restartNumberingAfterBreak="0">
    <w:nsid w:val="2738471B"/>
    <w:multiLevelType w:val="hybridMultilevel"/>
    <w:tmpl w:val="5A4A2F50"/>
    <w:styleLink w:val="Importovantl311"/>
    <w:lvl w:ilvl="0" w:tplc="6A3299A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23A6C4E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3CE082E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9321762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DE84810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9067412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27E3056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4169016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B34D508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7" w15:restartNumberingAfterBreak="0">
    <w:nsid w:val="283371B4"/>
    <w:multiLevelType w:val="hybridMultilevel"/>
    <w:tmpl w:val="90F227DC"/>
    <w:styleLink w:val="Importovantl13"/>
    <w:lvl w:ilvl="0" w:tplc="7E029F2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F80C646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E324E2E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FB09EA4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542E8F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05A37E2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18445CC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534FA56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1A41434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8" w15:restartNumberingAfterBreak="0">
    <w:nsid w:val="283377AC"/>
    <w:multiLevelType w:val="hybridMultilevel"/>
    <w:tmpl w:val="A782BFFC"/>
    <w:styleLink w:val="Importovantl33"/>
    <w:lvl w:ilvl="0" w:tplc="CBFE7D30">
      <w:start w:val="1"/>
      <w:numFmt w:val="bullet"/>
      <w:lvlText w:val="▪"/>
      <w:lvlJc w:val="left"/>
      <w:pPr>
        <w:ind w:left="72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626F3EC">
      <w:start w:val="1"/>
      <w:numFmt w:val="bullet"/>
      <w:lvlText w:val="o"/>
      <w:lvlJc w:val="left"/>
      <w:pPr>
        <w:ind w:left="144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EE41AD2">
      <w:start w:val="1"/>
      <w:numFmt w:val="bullet"/>
      <w:lvlText w:val="▪"/>
      <w:lvlJc w:val="left"/>
      <w:pPr>
        <w:ind w:left="216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CFC9B98">
      <w:start w:val="1"/>
      <w:numFmt w:val="bullet"/>
      <w:lvlText w:val="•"/>
      <w:lvlJc w:val="left"/>
      <w:pPr>
        <w:ind w:left="288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8A6CA90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A224C78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78A2216">
      <w:start w:val="1"/>
      <w:numFmt w:val="bullet"/>
      <w:lvlText w:val="•"/>
      <w:lvlJc w:val="left"/>
      <w:pPr>
        <w:ind w:left="504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B7A8E50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4F0505C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9" w15:restartNumberingAfterBreak="0">
    <w:nsid w:val="28767084"/>
    <w:multiLevelType w:val="hybridMultilevel"/>
    <w:tmpl w:val="950EAB22"/>
    <w:styleLink w:val="Importovantl8"/>
    <w:lvl w:ilvl="0" w:tplc="DFBA84A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E36310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78E5B4E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D8EC394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B6C5330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228D0A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BA84D16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C6CBA02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C622E1C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0" w15:restartNumberingAfterBreak="0">
    <w:nsid w:val="291E26F8"/>
    <w:multiLevelType w:val="hybridMultilevel"/>
    <w:tmpl w:val="67CA41F4"/>
    <w:styleLink w:val="Importovantl82"/>
    <w:lvl w:ilvl="0" w:tplc="A1EA081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EEA2D2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91CE27A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B5A70F6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2A49F1A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2B03786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F58EF9A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7182058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B9EA59A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1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2" w15:restartNumberingAfterBreak="0">
    <w:nsid w:val="29E02259"/>
    <w:multiLevelType w:val="hybridMultilevel"/>
    <w:tmpl w:val="D95C4F80"/>
    <w:styleLink w:val="Importovantl55"/>
    <w:lvl w:ilvl="0" w:tplc="44A86092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BDCF054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6CADAE6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65079A8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844553E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9EC7862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E32E79E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1749B3C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E54BBAE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3" w15:restartNumberingAfterBreak="0">
    <w:nsid w:val="2AE424AD"/>
    <w:multiLevelType w:val="hybridMultilevel"/>
    <w:tmpl w:val="7C204A32"/>
    <w:styleLink w:val="Importovantl46"/>
    <w:lvl w:ilvl="0" w:tplc="E88A7D6A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1389D34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1CEA52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FE0473C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0149A9E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8D632A4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626D81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6B8A416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D62ADB2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4" w15:restartNumberingAfterBreak="0">
    <w:nsid w:val="2C8F2FDD"/>
    <w:multiLevelType w:val="multilevel"/>
    <w:tmpl w:val="478C2520"/>
    <w:lvl w:ilvl="0">
      <w:start w:val="3"/>
      <w:numFmt w:val="decimal"/>
      <w:lvlText w:val="%1"/>
      <w:lvlJc w:val="left"/>
      <w:pPr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Nudista" w:hAnsi="Nudista" w:cs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Arial"/>
      </w:rPr>
    </w:lvl>
  </w:abstractNum>
  <w:abstractNum w:abstractNumId="55" w15:restartNumberingAfterBreak="0">
    <w:nsid w:val="2FCE3CE8"/>
    <w:multiLevelType w:val="hybridMultilevel"/>
    <w:tmpl w:val="8F60C978"/>
    <w:styleLink w:val="Importovantl35"/>
    <w:lvl w:ilvl="0" w:tplc="A830EC3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E546886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4386CEE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8D2EC12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69A10E8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AA6B6B8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2629EFC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40E46DE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04442A4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6" w15:restartNumberingAfterBreak="0">
    <w:nsid w:val="2FF7559A"/>
    <w:multiLevelType w:val="hybridMultilevel"/>
    <w:tmpl w:val="6558547E"/>
    <w:styleLink w:val="Importovantl51"/>
    <w:lvl w:ilvl="0" w:tplc="DAD49092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B46C444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642DD26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45EAC54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202924E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C24C2A4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336BF7E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FFE904C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00C9376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7" w15:restartNumberingAfterBreak="0">
    <w:nsid w:val="305906F8"/>
    <w:multiLevelType w:val="hybridMultilevel"/>
    <w:tmpl w:val="0FEC38A6"/>
    <w:styleLink w:val="Importovantl57"/>
    <w:lvl w:ilvl="0" w:tplc="AADEB428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E325786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1E69DE0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C50CF92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19A8A4A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ECA6DA2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A2E5F8E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610FD62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F8CEA7C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8" w15:restartNumberingAfterBreak="0">
    <w:nsid w:val="32772971"/>
    <w:multiLevelType w:val="multilevel"/>
    <w:tmpl w:val="AF90B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32953D24"/>
    <w:multiLevelType w:val="hybridMultilevel"/>
    <w:tmpl w:val="A038FB5A"/>
    <w:styleLink w:val="Importovantl115"/>
    <w:lvl w:ilvl="0" w:tplc="5A46924C">
      <w:start w:val="1"/>
      <w:numFmt w:val="decimal"/>
      <w:lvlText w:val="%1)"/>
      <w:lvlJc w:val="left"/>
      <w:pPr>
        <w:ind w:left="85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94A45F2">
      <w:start w:val="1"/>
      <w:numFmt w:val="lowerLetter"/>
      <w:lvlText w:val="%2."/>
      <w:lvlJc w:val="left"/>
      <w:pPr>
        <w:ind w:left="15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BB6B7A0">
      <w:start w:val="1"/>
      <w:numFmt w:val="lowerRoman"/>
      <w:lvlText w:val="%3."/>
      <w:lvlJc w:val="left"/>
      <w:pPr>
        <w:ind w:left="229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91A03C2">
      <w:start w:val="1"/>
      <w:numFmt w:val="decimal"/>
      <w:lvlText w:val="%4."/>
      <w:lvlJc w:val="left"/>
      <w:pPr>
        <w:ind w:left="301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69465C6">
      <w:start w:val="1"/>
      <w:numFmt w:val="lowerLetter"/>
      <w:lvlText w:val="%5."/>
      <w:lvlJc w:val="left"/>
      <w:pPr>
        <w:ind w:left="373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DD01B82">
      <w:start w:val="1"/>
      <w:numFmt w:val="lowerRoman"/>
      <w:lvlText w:val="%6."/>
      <w:lvlJc w:val="left"/>
      <w:pPr>
        <w:ind w:left="445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7BAE454">
      <w:start w:val="1"/>
      <w:numFmt w:val="decimal"/>
      <w:lvlText w:val="%7."/>
      <w:lvlJc w:val="left"/>
      <w:pPr>
        <w:ind w:left="51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C865A26">
      <w:start w:val="1"/>
      <w:numFmt w:val="lowerLetter"/>
      <w:lvlText w:val="%8."/>
      <w:lvlJc w:val="left"/>
      <w:pPr>
        <w:ind w:left="589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D8EDA8A">
      <w:start w:val="1"/>
      <w:numFmt w:val="lowerRoman"/>
      <w:lvlText w:val="%9."/>
      <w:lvlJc w:val="left"/>
      <w:pPr>
        <w:ind w:left="661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0" w15:restartNumberingAfterBreak="0">
    <w:nsid w:val="346E0CAF"/>
    <w:multiLevelType w:val="hybridMultilevel"/>
    <w:tmpl w:val="94167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2" w15:restartNumberingAfterBreak="0">
    <w:nsid w:val="35CA4B47"/>
    <w:multiLevelType w:val="hybridMultilevel"/>
    <w:tmpl w:val="5148AC96"/>
    <w:styleLink w:val="Importovantl45"/>
    <w:lvl w:ilvl="0" w:tplc="6A9EB602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3E69F96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7DA4468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9763968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C58FD36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6409560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E667ADC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104076C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C9EFF36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3" w15:restartNumberingAfterBreak="0">
    <w:nsid w:val="36B75826"/>
    <w:multiLevelType w:val="hybridMultilevel"/>
    <w:tmpl w:val="DF0C5B72"/>
    <w:styleLink w:val="Importovantl116"/>
    <w:lvl w:ilvl="0" w:tplc="8AFA0FA8">
      <w:start w:val="1"/>
      <w:numFmt w:val="decimal"/>
      <w:lvlText w:val="%1)"/>
      <w:lvlJc w:val="left"/>
      <w:pPr>
        <w:ind w:left="85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DBAAA2A">
      <w:start w:val="1"/>
      <w:numFmt w:val="lowerLetter"/>
      <w:lvlText w:val="%2."/>
      <w:lvlJc w:val="left"/>
      <w:pPr>
        <w:ind w:left="15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C7C606A">
      <w:start w:val="1"/>
      <w:numFmt w:val="lowerRoman"/>
      <w:lvlText w:val="%3."/>
      <w:lvlJc w:val="left"/>
      <w:pPr>
        <w:ind w:left="229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8C28DA">
      <w:start w:val="1"/>
      <w:numFmt w:val="decimal"/>
      <w:lvlText w:val="%4."/>
      <w:lvlJc w:val="left"/>
      <w:pPr>
        <w:ind w:left="301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1302AFA">
      <w:start w:val="1"/>
      <w:numFmt w:val="lowerLetter"/>
      <w:lvlText w:val="%5."/>
      <w:lvlJc w:val="left"/>
      <w:pPr>
        <w:ind w:left="373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F563BAC">
      <w:start w:val="1"/>
      <w:numFmt w:val="lowerRoman"/>
      <w:lvlText w:val="%6."/>
      <w:lvlJc w:val="left"/>
      <w:pPr>
        <w:ind w:left="445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0427F20">
      <w:start w:val="1"/>
      <w:numFmt w:val="decimal"/>
      <w:lvlText w:val="%7."/>
      <w:lvlJc w:val="left"/>
      <w:pPr>
        <w:ind w:left="51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00E107C">
      <w:start w:val="1"/>
      <w:numFmt w:val="lowerLetter"/>
      <w:lvlText w:val="%8."/>
      <w:lvlJc w:val="left"/>
      <w:pPr>
        <w:ind w:left="589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216CB26">
      <w:start w:val="1"/>
      <w:numFmt w:val="lowerRoman"/>
      <w:lvlText w:val="%9."/>
      <w:lvlJc w:val="left"/>
      <w:pPr>
        <w:ind w:left="661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4" w15:restartNumberingAfterBreak="0">
    <w:nsid w:val="37CB28E6"/>
    <w:multiLevelType w:val="multilevel"/>
    <w:tmpl w:val="FCD4FC36"/>
    <w:lvl w:ilvl="0">
      <w:start w:val="1"/>
      <w:numFmt w:val="decimal"/>
      <w:pStyle w:val="Stylenadpis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65" w15:restartNumberingAfterBreak="0">
    <w:nsid w:val="38096916"/>
    <w:multiLevelType w:val="hybridMultilevel"/>
    <w:tmpl w:val="7ADCD66A"/>
    <w:styleLink w:val="Importovantl52"/>
    <w:lvl w:ilvl="0" w:tplc="4C6AE6F8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6C28748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E58D042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FD8EA0C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1384BDE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D1C467A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1C8045A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C608DC4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43CE57A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6" w15:restartNumberingAfterBreak="0">
    <w:nsid w:val="3870716C"/>
    <w:multiLevelType w:val="hybridMultilevel"/>
    <w:tmpl w:val="0AB05990"/>
    <w:styleLink w:val="Importovantl79"/>
    <w:lvl w:ilvl="0" w:tplc="47888622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BB80D4E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5C27F30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B1A6408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80EC4B2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8366992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09CA1B6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EFAAC6E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2A29B2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8" w15:restartNumberingAfterBreak="0">
    <w:nsid w:val="3B946001"/>
    <w:multiLevelType w:val="hybridMultilevel"/>
    <w:tmpl w:val="9230D454"/>
    <w:styleLink w:val="Importovantl20"/>
    <w:lvl w:ilvl="0" w:tplc="123831F8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9FAFD08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6E05A3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F1493B0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E8C07D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250705A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3E0641A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250FB56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144C4D8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9" w15:restartNumberingAfterBreak="0">
    <w:nsid w:val="3C3175CA"/>
    <w:multiLevelType w:val="hybridMultilevel"/>
    <w:tmpl w:val="48E4DB60"/>
    <w:styleLink w:val="Importovantl104"/>
    <w:lvl w:ilvl="0" w:tplc="8C60E25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414630C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9A83AEE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B9EE97C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8287284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D7E0D9E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D29F18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8DAE674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B0C7664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0" w15:restartNumberingAfterBreak="0">
    <w:nsid w:val="3C7F09F0"/>
    <w:multiLevelType w:val="hybridMultilevel"/>
    <w:tmpl w:val="C7BE5488"/>
    <w:styleLink w:val="Importovantl62"/>
    <w:lvl w:ilvl="0" w:tplc="6EC28D0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9FCAB26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F086C1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4983512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FD2743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E7C9A3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CD20F2C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024F010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32D652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1" w15:restartNumberingAfterBreak="0">
    <w:nsid w:val="3CCF029A"/>
    <w:multiLevelType w:val="hybridMultilevel"/>
    <w:tmpl w:val="15A4834A"/>
    <w:styleLink w:val="Importovantl105"/>
    <w:lvl w:ilvl="0" w:tplc="3D6A8900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BF45DE0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170A566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30C084E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7A884BC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2B8B91A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944551A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920DCFA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CC8A01A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2" w15:restartNumberingAfterBreak="0">
    <w:nsid w:val="3F142EF6"/>
    <w:multiLevelType w:val="multilevel"/>
    <w:tmpl w:val="3F528724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1.%3"/>
      <w:lvlJc w:val="left"/>
      <w:pPr>
        <w:ind w:left="737" w:hanging="737"/>
      </w:pPr>
      <w:rPr>
        <w:rFonts w:ascii="Nudista" w:hAnsi="Nudist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ind w:left="157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bullet"/>
      <w:pStyle w:val="Nadpis7"/>
      <w:lvlText w:val=""/>
      <w:lvlJc w:val="left"/>
      <w:pPr>
        <w:ind w:left="1296" w:hanging="1296"/>
      </w:pPr>
      <w:rPr>
        <w:rFonts w:ascii="Symbol" w:hAnsi="Symbol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3" w15:restartNumberingAfterBreak="0">
    <w:nsid w:val="3F822F6C"/>
    <w:multiLevelType w:val="hybridMultilevel"/>
    <w:tmpl w:val="FEFEF04C"/>
    <w:styleLink w:val="Importovantl63"/>
    <w:lvl w:ilvl="0" w:tplc="145C6656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976A81E">
      <w:start w:val="1"/>
      <w:numFmt w:val="decimal"/>
      <w:lvlText w:val="%2)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9CCDCF8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ED0910C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DC0692C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E4A2000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BC267B8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DC82334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278AD3C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4" w15:restartNumberingAfterBreak="0">
    <w:nsid w:val="417202E3"/>
    <w:multiLevelType w:val="hybridMultilevel"/>
    <w:tmpl w:val="7CDC98A2"/>
    <w:lvl w:ilvl="0" w:tplc="A5AAE3F6">
      <w:start w:val="1"/>
      <w:numFmt w:val="bullet"/>
      <w:pStyle w:val="mostatodstavec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B0003">
      <w:numFmt w:val="bullet"/>
      <w:lvlText w:val=""/>
      <w:lvlJc w:val="left"/>
      <w:pPr>
        <w:tabs>
          <w:tab w:val="num" w:pos="1506"/>
        </w:tabs>
        <w:ind w:left="1506" w:hanging="360"/>
      </w:pPr>
      <w:rPr>
        <w:rFonts w:ascii="Symbol" w:eastAsia="Times New Roman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417C76B0"/>
    <w:multiLevelType w:val="hybridMultilevel"/>
    <w:tmpl w:val="1940EB5C"/>
    <w:styleLink w:val="Importovantl96"/>
    <w:lvl w:ilvl="0" w:tplc="D98A413E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FFE4FE0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4A08026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2EAF94A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CF239A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E08BAF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35A64E2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BD4705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2B63A1C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6" w15:restartNumberingAfterBreak="0">
    <w:nsid w:val="418714E7"/>
    <w:multiLevelType w:val="hybridMultilevel"/>
    <w:tmpl w:val="2DB02572"/>
    <w:styleLink w:val="Importovantl40"/>
    <w:lvl w:ilvl="0" w:tplc="F7A66716">
      <w:start w:val="1"/>
      <w:numFmt w:val="decimal"/>
      <w:lvlText w:val="%1)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1C0C916">
      <w:start w:val="1"/>
      <w:numFmt w:val="lowerLetter"/>
      <w:lvlText w:val="%2.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830FCD6">
      <w:start w:val="1"/>
      <w:numFmt w:val="lowerRoman"/>
      <w:lvlText w:val="%3."/>
      <w:lvlJc w:val="left"/>
      <w:pPr>
        <w:ind w:left="180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CDAA504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2885D44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1C8C03C">
      <w:start w:val="1"/>
      <w:numFmt w:val="lowerRoman"/>
      <w:lvlText w:val="%6."/>
      <w:lvlJc w:val="left"/>
      <w:pPr>
        <w:ind w:left="39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C1E66B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370F526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96A1B94">
      <w:start w:val="1"/>
      <w:numFmt w:val="lowerRoman"/>
      <w:lvlText w:val="%9."/>
      <w:lvlJc w:val="left"/>
      <w:pPr>
        <w:ind w:left="61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7" w15:restartNumberingAfterBreak="0">
    <w:nsid w:val="42C65EC5"/>
    <w:multiLevelType w:val="hybridMultilevel"/>
    <w:tmpl w:val="0DD4DCC0"/>
    <w:styleLink w:val="Importovantl43"/>
    <w:lvl w:ilvl="0" w:tplc="69902C44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C8015AE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23C0C60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2B2626E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836E526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CFC9A6C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F085CD4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E80FB6E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EE84A44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8" w15:restartNumberingAfterBreak="0">
    <w:nsid w:val="430E3952"/>
    <w:multiLevelType w:val="hybridMultilevel"/>
    <w:tmpl w:val="919A5B56"/>
    <w:styleLink w:val="Importovantl65"/>
    <w:lvl w:ilvl="0" w:tplc="8D4E5830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6662486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19267FE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CE04C88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9C08398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21C2536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5CEA68A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1DCE338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A7887F0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9" w15:restartNumberingAfterBreak="0">
    <w:nsid w:val="446B7458"/>
    <w:multiLevelType w:val="hybridMultilevel"/>
    <w:tmpl w:val="50CC3374"/>
    <w:styleLink w:val="Importovantl113"/>
    <w:lvl w:ilvl="0" w:tplc="48B82CD2">
      <w:start w:val="1"/>
      <w:numFmt w:val="decimal"/>
      <w:lvlText w:val="%1)"/>
      <w:lvlJc w:val="left"/>
      <w:pPr>
        <w:ind w:left="85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70450A6">
      <w:start w:val="1"/>
      <w:numFmt w:val="lowerLetter"/>
      <w:lvlText w:val="%2."/>
      <w:lvlJc w:val="left"/>
      <w:pPr>
        <w:ind w:left="15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43CA7C4">
      <w:start w:val="1"/>
      <w:numFmt w:val="lowerRoman"/>
      <w:lvlText w:val="%3."/>
      <w:lvlJc w:val="left"/>
      <w:pPr>
        <w:ind w:left="229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9525B12">
      <w:start w:val="1"/>
      <w:numFmt w:val="decimal"/>
      <w:lvlText w:val="%4."/>
      <w:lvlJc w:val="left"/>
      <w:pPr>
        <w:ind w:left="301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ACAA808">
      <w:start w:val="1"/>
      <w:numFmt w:val="lowerLetter"/>
      <w:lvlText w:val="%5."/>
      <w:lvlJc w:val="left"/>
      <w:pPr>
        <w:ind w:left="373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AAA03DE">
      <w:start w:val="1"/>
      <w:numFmt w:val="lowerRoman"/>
      <w:lvlText w:val="%6."/>
      <w:lvlJc w:val="left"/>
      <w:pPr>
        <w:ind w:left="445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0920B02">
      <w:start w:val="1"/>
      <w:numFmt w:val="decimal"/>
      <w:lvlText w:val="%7."/>
      <w:lvlJc w:val="left"/>
      <w:pPr>
        <w:ind w:left="51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2C47EE0">
      <w:start w:val="1"/>
      <w:numFmt w:val="lowerLetter"/>
      <w:lvlText w:val="%8."/>
      <w:lvlJc w:val="left"/>
      <w:pPr>
        <w:ind w:left="589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44AA50E">
      <w:start w:val="1"/>
      <w:numFmt w:val="lowerRoman"/>
      <w:lvlText w:val="%9."/>
      <w:lvlJc w:val="left"/>
      <w:pPr>
        <w:ind w:left="661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0" w15:restartNumberingAfterBreak="0">
    <w:nsid w:val="45FA4630"/>
    <w:multiLevelType w:val="multilevel"/>
    <w:tmpl w:val="C9BEFF7A"/>
    <w:styleLink w:val="Importovantl22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81" w15:restartNumberingAfterBreak="0">
    <w:nsid w:val="46933710"/>
    <w:multiLevelType w:val="hybridMultilevel"/>
    <w:tmpl w:val="3BD4AACC"/>
    <w:styleLink w:val="Importovantl74"/>
    <w:lvl w:ilvl="0" w:tplc="C62C08B4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10C9470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F64CC12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9B20F16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0D6CAA6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8709BAE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FA0F102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334DCD4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582AFC8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2" w15:restartNumberingAfterBreak="0">
    <w:nsid w:val="482B5263"/>
    <w:multiLevelType w:val="hybridMultilevel"/>
    <w:tmpl w:val="E9A03E06"/>
    <w:styleLink w:val="Importovantl97"/>
    <w:lvl w:ilvl="0" w:tplc="F31CFF54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27A7E3E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2A8C6BA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75001B0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88076D8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A64D6C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9EA32F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99097AE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294EA80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3" w15:restartNumberingAfterBreak="0">
    <w:nsid w:val="4A0D1281"/>
    <w:multiLevelType w:val="hybridMultilevel"/>
    <w:tmpl w:val="3E00D87A"/>
    <w:styleLink w:val="Importovantl114"/>
    <w:lvl w:ilvl="0" w:tplc="5650A250">
      <w:start w:val="1"/>
      <w:numFmt w:val="decimal"/>
      <w:lvlText w:val="%1)"/>
      <w:lvlJc w:val="left"/>
      <w:pPr>
        <w:ind w:left="85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E4E1174">
      <w:start w:val="1"/>
      <w:numFmt w:val="lowerLetter"/>
      <w:lvlText w:val="%2."/>
      <w:lvlJc w:val="left"/>
      <w:pPr>
        <w:ind w:left="15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D16039A">
      <w:start w:val="1"/>
      <w:numFmt w:val="lowerRoman"/>
      <w:lvlText w:val="%3."/>
      <w:lvlJc w:val="left"/>
      <w:pPr>
        <w:ind w:left="229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C10C518">
      <w:start w:val="1"/>
      <w:numFmt w:val="decimal"/>
      <w:lvlText w:val="%4."/>
      <w:lvlJc w:val="left"/>
      <w:pPr>
        <w:ind w:left="301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01804F4">
      <w:start w:val="1"/>
      <w:numFmt w:val="lowerLetter"/>
      <w:lvlText w:val="%5."/>
      <w:lvlJc w:val="left"/>
      <w:pPr>
        <w:ind w:left="373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2643B68">
      <w:start w:val="1"/>
      <w:numFmt w:val="lowerRoman"/>
      <w:lvlText w:val="%6."/>
      <w:lvlJc w:val="left"/>
      <w:pPr>
        <w:ind w:left="445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C80844">
      <w:start w:val="1"/>
      <w:numFmt w:val="decimal"/>
      <w:lvlText w:val="%7."/>
      <w:lvlJc w:val="left"/>
      <w:pPr>
        <w:ind w:left="517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984D01E">
      <w:start w:val="1"/>
      <w:numFmt w:val="lowerLetter"/>
      <w:lvlText w:val="%8."/>
      <w:lvlJc w:val="left"/>
      <w:pPr>
        <w:ind w:left="589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86A89DC">
      <w:start w:val="1"/>
      <w:numFmt w:val="lowerRoman"/>
      <w:lvlText w:val="%9."/>
      <w:lvlJc w:val="left"/>
      <w:pPr>
        <w:ind w:left="6611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4" w15:restartNumberingAfterBreak="0">
    <w:nsid w:val="4A7A7EE9"/>
    <w:multiLevelType w:val="hybridMultilevel"/>
    <w:tmpl w:val="01D825E6"/>
    <w:styleLink w:val="Importovantl91"/>
    <w:lvl w:ilvl="0" w:tplc="46D601F8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8C072C4">
      <w:start w:val="1"/>
      <w:numFmt w:val="bullet"/>
      <w:lvlText w:val="•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1643728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C9854A6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E8E8FB2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5221044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FDE53A0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EF2B0B4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B965ADE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5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86" w15:restartNumberingAfterBreak="0">
    <w:nsid w:val="4BB94C82"/>
    <w:multiLevelType w:val="hybridMultilevel"/>
    <w:tmpl w:val="A00ED5C0"/>
    <w:styleLink w:val="Importovantl39"/>
    <w:lvl w:ilvl="0" w:tplc="A99663DA">
      <w:start w:val="1"/>
      <w:numFmt w:val="decimal"/>
      <w:lvlText w:val="%1)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1FC4E8A">
      <w:start w:val="1"/>
      <w:numFmt w:val="lowerLetter"/>
      <w:lvlText w:val="%2.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DEE69F4">
      <w:start w:val="1"/>
      <w:numFmt w:val="lowerRoman"/>
      <w:lvlText w:val="%3."/>
      <w:lvlJc w:val="left"/>
      <w:pPr>
        <w:ind w:left="180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F7AC058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9F09E76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21AE09C">
      <w:start w:val="1"/>
      <w:numFmt w:val="lowerRoman"/>
      <w:lvlText w:val="%6."/>
      <w:lvlJc w:val="left"/>
      <w:pPr>
        <w:ind w:left="39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E14B592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49E8B9C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D640BFC">
      <w:start w:val="1"/>
      <w:numFmt w:val="lowerRoman"/>
      <w:lvlText w:val="%9."/>
      <w:lvlJc w:val="left"/>
      <w:pPr>
        <w:ind w:left="61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7" w15:restartNumberingAfterBreak="0">
    <w:nsid w:val="4BC349B6"/>
    <w:multiLevelType w:val="hybridMultilevel"/>
    <w:tmpl w:val="4238AEBC"/>
    <w:styleLink w:val="Importovantl72"/>
    <w:lvl w:ilvl="0" w:tplc="ED045A7A">
      <w:start w:val="1"/>
      <w:numFmt w:val="bullet"/>
      <w:lvlText w:val="−"/>
      <w:lvlJc w:val="left"/>
      <w:pPr>
        <w:ind w:left="7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A2AD3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75E3D3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9407C70">
      <w:start w:val="1"/>
      <w:numFmt w:val="bullet"/>
      <w:lvlText w:val="•"/>
      <w:lvlJc w:val="left"/>
      <w:pPr>
        <w:ind w:left="28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E0E89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23CB0E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2E4D20A">
      <w:start w:val="1"/>
      <w:numFmt w:val="bullet"/>
      <w:lvlText w:val="•"/>
      <w:lvlJc w:val="left"/>
      <w:pPr>
        <w:ind w:left="50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01C53A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89E602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8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9" w15:restartNumberingAfterBreak="0">
    <w:nsid w:val="4CE24260"/>
    <w:multiLevelType w:val="hybridMultilevel"/>
    <w:tmpl w:val="51F814C2"/>
    <w:styleLink w:val="Importovantl108"/>
    <w:lvl w:ilvl="0" w:tplc="C4686896">
      <w:start w:val="1"/>
      <w:numFmt w:val="decimal"/>
      <w:lvlText w:val="%1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2669350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D84D0A8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3985D84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722C8DC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8C4DD82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C4A031C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10E0E1C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BBA6A72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0" w15:restartNumberingAfterBreak="0">
    <w:nsid w:val="4E9B4369"/>
    <w:multiLevelType w:val="hybridMultilevel"/>
    <w:tmpl w:val="860C04AA"/>
    <w:styleLink w:val="Importovantl106"/>
    <w:lvl w:ilvl="0" w:tplc="3418E07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F1A6088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B3C86E6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BD60E20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1A01EDA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1E4CEDA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B29DA6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CD069BA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0581A62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1" w15:restartNumberingAfterBreak="0">
    <w:nsid w:val="4EA54AA0"/>
    <w:multiLevelType w:val="multilevel"/>
    <w:tmpl w:val="7A0A4446"/>
    <w:styleLink w:val="Styl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2" w15:restartNumberingAfterBreak="0">
    <w:nsid w:val="4EC76EB1"/>
    <w:multiLevelType w:val="multilevel"/>
    <w:tmpl w:val="C8C6CA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Roman"/>
      <w:pStyle w:val="Styleii"/>
      <w:lvlText w:val="(%2)"/>
      <w:lvlJc w:val="left"/>
      <w:pPr>
        <w:ind w:left="660" w:hanging="57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93" w15:restartNumberingAfterBreak="0">
    <w:nsid w:val="4ED9184C"/>
    <w:multiLevelType w:val="hybridMultilevel"/>
    <w:tmpl w:val="B34265CC"/>
    <w:styleLink w:val="Importovantl54"/>
    <w:lvl w:ilvl="0" w:tplc="C29C95A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FAA5D14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FFACC9C">
      <w:start w:val="1"/>
      <w:numFmt w:val="lowerRoman"/>
      <w:lvlText w:val="%3."/>
      <w:lvlJc w:val="left"/>
      <w:pPr>
        <w:tabs>
          <w:tab w:val="left" w:pos="426"/>
        </w:tabs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CAC0902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1223C9C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336D612">
      <w:start w:val="1"/>
      <w:numFmt w:val="lowerRoman"/>
      <w:lvlText w:val="%6."/>
      <w:lvlJc w:val="left"/>
      <w:pPr>
        <w:tabs>
          <w:tab w:val="left" w:pos="426"/>
        </w:tabs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854EE3A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140CF8E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744729E">
      <w:start w:val="1"/>
      <w:numFmt w:val="lowerRoman"/>
      <w:lvlText w:val="%9."/>
      <w:lvlJc w:val="left"/>
      <w:pPr>
        <w:tabs>
          <w:tab w:val="left" w:pos="426"/>
        </w:tabs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4" w15:restartNumberingAfterBreak="0">
    <w:nsid w:val="4F38599A"/>
    <w:multiLevelType w:val="hybridMultilevel"/>
    <w:tmpl w:val="582E4BE2"/>
    <w:styleLink w:val="Importovantl80"/>
    <w:lvl w:ilvl="0" w:tplc="A6AC8AFA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8DEA83E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E6004CF4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44EABBC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3D05D3E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ADAE928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EF815F2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69E33BE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5FC78D6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5" w15:restartNumberingAfterBreak="0">
    <w:nsid w:val="51EB7353"/>
    <w:multiLevelType w:val="hybridMultilevel"/>
    <w:tmpl w:val="02967982"/>
    <w:styleLink w:val="Importovantl68"/>
    <w:lvl w:ilvl="0" w:tplc="F54ABA42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F70223C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9549D10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FCC1CD6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CA27DD6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32E0876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56C112E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D06AD2C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A4A2D0A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6" w15:restartNumberingAfterBreak="0">
    <w:nsid w:val="524D0CAC"/>
    <w:multiLevelType w:val="hybridMultilevel"/>
    <w:tmpl w:val="C79E8B6E"/>
    <w:styleLink w:val="Importovantl2"/>
    <w:lvl w:ilvl="0" w:tplc="7B7EF4D6">
      <w:start w:val="1"/>
      <w:numFmt w:val="bullet"/>
      <w:lvlText w:val="•"/>
      <w:lvlJc w:val="left"/>
      <w:pPr>
        <w:ind w:left="7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090FD6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834734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854E1CC">
      <w:start w:val="1"/>
      <w:numFmt w:val="bullet"/>
      <w:lvlText w:val="•"/>
      <w:lvlJc w:val="left"/>
      <w:pPr>
        <w:ind w:left="28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A96801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06A664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7E61AB6">
      <w:start w:val="1"/>
      <w:numFmt w:val="bullet"/>
      <w:lvlText w:val="•"/>
      <w:lvlJc w:val="left"/>
      <w:pPr>
        <w:ind w:left="50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8A3E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73AF3C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7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8" w15:restartNumberingAfterBreak="0">
    <w:nsid w:val="52733D5C"/>
    <w:multiLevelType w:val="hybridMultilevel"/>
    <w:tmpl w:val="8B4205BE"/>
    <w:styleLink w:val="tl11"/>
    <w:lvl w:ilvl="0" w:tplc="C3FE6794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CAE5550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3D07F44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77A4B40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418B54C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41CD2C0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1309F2A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8AC3FF6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FCC0BD6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9" w15:restartNumberingAfterBreak="0">
    <w:nsid w:val="53151BEC"/>
    <w:multiLevelType w:val="multilevel"/>
    <w:tmpl w:val="424023C8"/>
    <w:lvl w:ilvl="0">
      <w:start w:val="1"/>
      <w:numFmt w:val="decimal"/>
      <w:pStyle w:val="lnok"/>
      <w:suff w:val="nothing"/>
      <w:lvlText w:val="Článok 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odsek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bod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1361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0" w15:restartNumberingAfterBreak="0">
    <w:nsid w:val="53800CA6"/>
    <w:multiLevelType w:val="hybridMultilevel"/>
    <w:tmpl w:val="AB7AD99C"/>
    <w:name w:val="AOHead"/>
    <w:lvl w:ilvl="0" w:tplc="FFFFFFFF">
      <w:start w:val="1"/>
      <w:numFmt w:val="bullet"/>
      <w:pStyle w:val="TableFigure2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FFFFFFFF">
      <w:start w:val="1"/>
      <w:numFmt w:val="decimal"/>
      <w:pStyle w:val="CMSHeadL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CMSHeadL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pStyle w:val="CMSHeadL4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pStyle w:val="CMSHeadL5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pStyle w:val="CMSHeadL6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pStyle w:val="CMSHeadL7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pStyle w:val="CMSHeadL8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CMSHeadL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38E39EE"/>
    <w:multiLevelType w:val="hybridMultilevel"/>
    <w:tmpl w:val="3206809E"/>
    <w:styleLink w:val="Importovantl15"/>
    <w:lvl w:ilvl="0" w:tplc="CB60A626">
      <w:start w:val="1"/>
      <w:numFmt w:val="bullet"/>
      <w:lvlText w:val="-"/>
      <w:lvlJc w:val="left"/>
      <w:pPr>
        <w:ind w:left="42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0F69E84">
      <w:start w:val="1"/>
      <w:numFmt w:val="bullet"/>
      <w:lvlText w:val="o"/>
      <w:lvlJc w:val="left"/>
      <w:pPr>
        <w:ind w:left="114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1FCBB66">
      <w:start w:val="1"/>
      <w:numFmt w:val="bullet"/>
      <w:lvlText w:val="▪"/>
      <w:lvlJc w:val="left"/>
      <w:pPr>
        <w:ind w:left="186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F54A3AA">
      <w:start w:val="1"/>
      <w:numFmt w:val="bullet"/>
      <w:lvlText w:val="•"/>
      <w:lvlJc w:val="left"/>
      <w:pPr>
        <w:ind w:left="258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B03DB4">
      <w:start w:val="1"/>
      <w:numFmt w:val="bullet"/>
      <w:lvlText w:val="o"/>
      <w:lvlJc w:val="left"/>
      <w:pPr>
        <w:ind w:left="330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3569E62">
      <w:start w:val="1"/>
      <w:numFmt w:val="bullet"/>
      <w:lvlText w:val="▪"/>
      <w:lvlJc w:val="left"/>
      <w:pPr>
        <w:ind w:left="402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AA4EA10">
      <w:start w:val="1"/>
      <w:numFmt w:val="bullet"/>
      <w:lvlText w:val="•"/>
      <w:lvlJc w:val="left"/>
      <w:pPr>
        <w:ind w:left="474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9AE6EC0">
      <w:start w:val="1"/>
      <w:numFmt w:val="bullet"/>
      <w:lvlText w:val="o"/>
      <w:lvlJc w:val="left"/>
      <w:pPr>
        <w:ind w:left="546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3747FE6">
      <w:start w:val="1"/>
      <w:numFmt w:val="bullet"/>
      <w:lvlText w:val="▪"/>
      <w:lvlJc w:val="left"/>
      <w:pPr>
        <w:ind w:left="6186" w:hanging="426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2" w15:restartNumberingAfterBreak="0">
    <w:nsid w:val="547262BE"/>
    <w:multiLevelType w:val="hybridMultilevel"/>
    <w:tmpl w:val="B6009C34"/>
    <w:styleLink w:val="Importovantl98"/>
    <w:lvl w:ilvl="0" w:tplc="0892196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6AC31E2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ED2CF02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8968666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7726D7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C26D7E8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39AEA56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31A4F1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D327658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3" w15:restartNumberingAfterBreak="0">
    <w:nsid w:val="548656CC"/>
    <w:multiLevelType w:val="hybridMultilevel"/>
    <w:tmpl w:val="3F5AE1C0"/>
    <w:styleLink w:val="Importovantl117"/>
    <w:lvl w:ilvl="0" w:tplc="189A5514">
      <w:start w:val="1"/>
      <w:numFmt w:val="decimal"/>
      <w:lvlText w:val="%1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BBC5A9A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FEA19E8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5FCA71C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BF6EC3A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CB81624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8D4BA28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163EAB3E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E9CA9FD8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4" w15:restartNumberingAfterBreak="0">
    <w:nsid w:val="55045366"/>
    <w:multiLevelType w:val="multilevel"/>
    <w:tmpl w:val="44608478"/>
    <w:styleLink w:val="Importovantl21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621" w:hanging="62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86" w:hanging="7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786" w:hanging="78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1146" w:hanging="11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1146" w:hanging="114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1506" w:hanging="150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1506" w:hanging="150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66" w:hanging="186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5" w15:restartNumberingAfterBreak="0">
    <w:nsid w:val="56665D40"/>
    <w:multiLevelType w:val="hybridMultilevel"/>
    <w:tmpl w:val="11DED68E"/>
    <w:lvl w:ilvl="0" w:tplc="EFF29EEA">
      <w:start w:val="1"/>
      <w:numFmt w:val="decimal"/>
      <w:pStyle w:val="AqpOdrka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B0E54A">
      <w:start w:val="1"/>
      <w:numFmt w:val="lowerLetter"/>
      <w:lvlText w:val="%2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76A36E4">
      <w:start w:val="1"/>
      <w:numFmt w:val="lowerRoman"/>
      <w:lvlText w:val="(%4)"/>
      <w:lvlJc w:val="left"/>
      <w:pPr>
        <w:ind w:left="360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6" w15:restartNumberingAfterBreak="0">
    <w:nsid w:val="56D03E88"/>
    <w:multiLevelType w:val="hybridMultilevel"/>
    <w:tmpl w:val="4F9691A8"/>
    <w:styleLink w:val="Importovantl22"/>
    <w:lvl w:ilvl="0" w:tplc="6776974E">
      <w:start w:val="1"/>
      <w:numFmt w:val="bullet"/>
      <w:lvlText w:val="▪"/>
      <w:lvlJc w:val="left"/>
      <w:pPr>
        <w:ind w:left="85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10CC02">
      <w:start w:val="1"/>
      <w:numFmt w:val="bullet"/>
      <w:lvlText w:val="o"/>
      <w:lvlJc w:val="left"/>
      <w:pPr>
        <w:ind w:left="157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EFC10C6">
      <w:start w:val="1"/>
      <w:numFmt w:val="bullet"/>
      <w:lvlText w:val="▪"/>
      <w:lvlJc w:val="left"/>
      <w:pPr>
        <w:ind w:left="229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DF61F1E">
      <w:start w:val="1"/>
      <w:numFmt w:val="bullet"/>
      <w:lvlText w:val="•"/>
      <w:lvlJc w:val="left"/>
      <w:pPr>
        <w:ind w:left="301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84DB86">
      <w:start w:val="1"/>
      <w:numFmt w:val="bullet"/>
      <w:lvlText w:val="o"/>
      <w:lvlJc w:val="left"/>
      <w:pPr>
        <w:ind w:left="373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0E00274">
      <w:start w:val="1"/>
      <w:numFmt w:val="bullet"/>
      <w:lvlText w:val="▪"/>
      <w:lvlJc w:val="left"/>
      <w:pPr>
        <w:ind w:left="445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DEBBEE">
      <w:start w:val="1"/>
      <w:numFmt w:val="bullet"/>
      <w:lvlText w:val="•"/>
      <w:lvlJc w:val="left"/>
      <w:pPr>
        <w:ind w:left="517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F4DA92">
      <w:start w:val="1"/>
      <w:numFmt w:val="bullet"/>
      <w:lvlText w:val="o"/>
      <w:lvlJc w:val="left"/>
      <w:pPr>
        <w:ind w:left="589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681586">
      <w:start w:val="1"/>
      <w:numFmt w:val="bullet"/>
      <w:lvlText w:val="▪"/>
      <w:lvlJc w:val="left"/>
      <w:pPr>
        <w:ind w:left="6611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7" w15:restartNumberingAfterBreak="0">
    <w:nsid w:val="57FE7E98"/>
    <w:multiLevelType w:val="hybridMultilevel"/>
    <w:tmpl w:val="B6E27CD8"/>
    <w:styleLink w:val="Importovantl109"/>
    <w:lvl w:ilvl="0" w:tplc="F86E4E8E">
      <w:start w:val="1"/>
      <w:numFmt w:val="bullet"/>
      <w:lvlText w:val="▪"/>
      <w:lvlJc w:val="left"/>
      <w:pPr>
        <w:ind w:left="72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DA48FA8">
      <w:start w:val="1"/>
      <w:numFmt w:val="bullet"/>
      <w:lvlText w:val="o"/>
      <w:lvlJc w:val="left"/>
      <w:pPr>
        <w:ind w:left="144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6DC5A0C">
      <w:start w:val="1"/>
      <w:numFmt w:val="bullet"/>
      <w:lvlText w:val="▪"/>
      <w:lvlJc w:val="left"/>
      <w:pPr>
        <w:ind w:left="216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76652AC">
      <w:start w:val="1"/>
      <w:numFmt w:val="bullet"/>
      <w:lvlText w:val="•"/>
      <w:lvlJc w:val="left"/>
      <w:pPr>
        <w:ind w:left="288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5222A5E">
      <w:start w:val="1"/>
      <w:numFmt w:val="bullet"/>
      <w:lvlText w:val="o"/>
      <w:lvlJc w:val="left"/>
      <w:pPr>
        <w:ind w:left="360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B8674B8">
      <w:start w:val="1"/>
      <w:numFmt w:val="bullet"/>
      <w:lvlText w:val="▪"/>
      <w:lvlJc w:val="left"/>
      <w:pPr>
        <w:ind w:left="432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B885F3E">
      <w:start w:val="1"/>
      <w:numFmt w:val="bullet"/>
      <w:lvlText w:val="•"/>
      <w:lvlJc w:val="left"/>
      <w:pPr>
        <w:ind w:left="504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9C6771C">
      <w:start w:val="1"/>
      <w:numFmt w:val="bullet"/>
      <w:lvlText w:val="o"/>
      <w:lvlJc w:val="left"/>
      <w:pPr>
        <w:ind w:left="576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C809A64">
      <w:start w:val="1"/>
      <w:numFmt w:val="bullet"/>
      <w:lvlText w:val="▪"/>
      <w:lvlJc w:val="left"/>
      <w:pPr>
        <w:ind w:left="6480" w:hanging="43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8" w15:restartNumberingAfterBreak="0">
    <w:nsid w:val="58FC0A34"/>
    <w:multiLevelType w:val="hybridMultilevel"/>
    <w:tmpl w:val="3EB05A3C"/>
    <w:styleLink w:val="Importovantl53"/>
    <w:lvl w:ilvl="0" w:tplc="47C4A464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2E08786">
      <w:start w:val="1"/>
      <w:numFmt w:val="decimal"/>
      <w:lvlText w:val="%2."/>
      <w:lvlJc w:val="left"/>
      <w:pPr>
        <w:ind w:left="42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5189E38">
      <w:start w:val="1"/>
      <w:numFmt w:val="lowerRoman"/>
      <w:lvlText w:val="%3."/>
      <w:lvlJc w:val="left"/>
      <w:pPr>
        <w:ind w:left="1146" w:hanging="3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EE62FA4">
      <w:start w:val="1"/>
      <w:numFmt w:val="decimal"/>
      <w:lvlText w:val="%4."/>
      <w:lvlJc w:val="left"/>
      <w:pPr>
        <w:ind w:left="186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D7E92BA">
      <w:start w:val="1"/>
      <w:numFmt w:val="lowerLetter"/>
      <w:lvlText w:val="%5."/>
      <w:lvlJc w:val="left"/>
      <w:pPr>
        <w:ind w:left="258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B903B72">
      <w:start w:val="1"/>
      <w:numFmt w:val="lowerRoman"/>
      <w:lvlText w:val="%6."/>
      <w:lvlJc w:val="left"/>
      <w:pPr>
        <w:ind w:left="3306" w:hanging="3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1B6F370">
      <w:start w:val="1"/>
      <w:numFmt w:val="decimal"/>
      <w:lvlText w:val="%7."/>
      <w:lvlJc w:val="left"/>
      <w:pPr>
        <w:ind w:left="402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DE295CA">
      <w:start w:val="1"/>
      <w:numFmt w:val="lowerLetter"/>
      <w:lvlText w:val="%8."/>
      <w:lvlJc w:val="left"/>
      <w:pPr>
        <w:ind w:left="4746" w:hanging="42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BE0E2CE">
      <w:start w:val="1"/>
      <w:numFmt w:val="lowerRoman"/>
      <w:lvlText w:val="%9."/>
      <w:lvlJc w:val="left"/>
      <w:pPr>
        <w:ind w:left="5466" w:hanging="34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9" w15:restartNumberingAfterBreak="0">
    <w:nsid w:val="59CF21E2"/>
    <w:multiLevelType w:val="hybridMultilevel"/>
    <w:tmpl w:val="4B3A6018"/>
    <w:styleLink w:val="Importovantl81"/>
    <w:lvl w:ilvl="0" w:tplc="DC369E66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0765768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60B57E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F7EE3D4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32006D2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8C0904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FE49AC0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2C4DAA0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17C1B0C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0" w15:restartNumberingAfterBreak="0">
    <w:nsid w:val="5A3030F5"/>
    <w:multiLevelType w:val="hybridMultilevel"/>
    <w:tmpl w:val="C4324CE4"/>
    <w:styleLink w:val="Importovantl95"/>
    <w:lvl w:ilvl="0" w:tplc="2D9E5EDC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252C608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A9A21E4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52407E6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5F0B8C8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D2A7B9E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88854A6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5DEC712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F0677C0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1" w15:restartNumberingAfterBreak="0">
    <w:nsid w:val="5AC341C4"/>
    <w:multiLevelType w:val="hybridMultilevel"/>
    <w:tmpl w:val="78664898"/>
    <w:styleLink w:val="Importovantl23"/>
    <w:lvl w:ilvl="0" w:tplc="44EEABD6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712C7A6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73E7F52">
      <w:start w:val="1"/>
      <w:numFmt w:val="lowerRoman"/>
      <w:lvlText w:val="%3."/>
      <w:lvlJc w:val="left"/>
      <w:pPr>
        <w:ind w:left="2160" w:hanging="28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7464904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5D625A8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058874E">
      <w:start w:val="1"/>
      <w:numFmt w:val="lowerRoman"/>
      <w:lvlText w:val="%6."/>
      <w:lvlJc w:val="left"/>
      <w:pPr>
        <w:ind w:left="4320" w:hanging="28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45CC5BE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23EF28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53E2FDC">
      <w:start w:val="1"/>
      <w:numFmt w:val="lowerRoman"/>
      <w:lvlText w:val="%9."/>
      <w:lvlJc w:val="left"/>
      <w:pPr>
        <w:ind w:left="6480" w:hanging="28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2" w15:restartNumberingAfterBreak="0">
    <w:nsid w:val="5AF95389"/>
    <w:multiLevelType w:val="hybridMultilevel"/>
    <w:tmpl w:val="F18C4E80"/>
    <w:styleLink w:val="Importovantl47"/>
    <w:lvl w:ilvl="0" w:tplc="EC481AB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586062E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B5680D2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7B60782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00C2F98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6D63226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DDCCEF4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3A4C110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E2A4E34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3" w15:restartNumberingAfterBreak="0">
    <w:nsid w:val="5CD81C13"/>
    <w:multiLevelType w:val="multilevel"/>
    <w:tmpl w:val="6F603DF2"/>
    <w:styleLink w:val="Importovantl78"/>
    <w:lvl w:ilvl="0">
      <w:start w:val="1"/>
      <w:numFmt w:val="decimal"/>
      <w:lvlText w:val="%1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1575" w:hanging="4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2520" w:hanging="144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2880" w:hanging="180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4" w15:restartNumberingAfterBreak="0">
    <w:nsid w:val="5D432BD7"/>
    <w:multiLevelType w:val="hybridMultilevel"/>
    <w:tmpl w:val="35705EE6"/>
    <w:styleLink w:val="Importovantl118"/>
    <w:lvl w:ilvl="0" w:tplc="2468239E">
      <w:start w:val="1"/>
      <w:numFmt w:val="bullet"/>
      <w:lvlText w:val="▪"/>
      <w:lvlJc w:val="left"/>
      <w:pPr>
        <w:ind w:left="56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9E6FA1C">
      <w:start w:val="1"/>
      <w:numFmt w:val="bullet"/>
      <w:lvlText w:val="o"/>
      <w:lvlJc w:val="left"/>
      <w:pPr>
        <w:ind w:left="128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1699AE">
      <w:start w:val="1"/>
      <w:numFmt w:val="bullet"/>
      <w:lvlText w:val="▪"/>
      <w:lvlJc w:val="left"/>
      <w:pPr>
        <w:ind w:left="200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E7246EC">
      <w:start w:val="1"/>
      <w:numFmt w:val="bullet"/>
      <w:lvlText w:val="•"/>
      <w:lvlJc w:val="left"/>
      <w:pPr>
        <w:ind w:left="272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CDA108A">
      <w:start w:val="1"/>
      <w:numFmt w:val="bullet"/>
      <w:lvlText w:val="o"/>
      <w:lvlJc w:val="left"/>
      <w:pPr>
        <w:ind w:left="344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1542F64">
      <w:start w:val="1"/>
      <w:numFmt w:val="bullet"/>
      <w:lvlText w:val="▪"/>
      <w:lvlJc w:val="left"/>
      <w:pPr>
        <w:ind w:left="416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1143AA2">
      <w:start w:val="1"/>
      <w:numFmt w:val="bullet"/>
      <w:lvlText w:val="•"/>
      <w:lvlJc w:val="left"/>
      <w:pPr>
        <w:ind w:left="488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0F2D1AE">
      <w:start w:val="1"/>
      <w:numFmt w:val="bullet"/>
      <w:lvlText w:val="o"/>
      <w:lvlJc w:val="left"/>
      <w:pPr>
        <w:ind w:left="560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47036F8">
      <w:start w:val="1"/>
      <w:numFmt w:val="bullet"/>
      <w:lvlText w:val="▪"/>
      <w:lvlJc w:val="left"/>
      <w:pPr>
        <w:ind w:left="6327" w:hanging="283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5" w15:restartNumberingAfterBreak="0">
    <w:nsid w:val="5DAA7A70"/>
    <w:multiLevelType w:val="multilevel"/>
    <w:tmpl w:val="55507702"/>
    <w:lvl w:ilvl="0">
      <w:start w:val="1"/>
      <w:numFmt w:val="decimal"/>
      <w:pStyle w:val="SAP0"/>
      <w:lvlText w:val="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ascii="Nudista" w:hAnsi="Nudista" w:cs="Times New Roman"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16" w15:restartNumberingAfterBreak="0">
    <w:nsid w:val="5DDB670C"/>
    <w:multiLevelType w:val="hybridMultilevel"/>
    <w:tmpl w:val="E6A01932"/>
    <w:styleLink w:val="Importovantl3101"/>
    <w:lvl w:ilvl="0" w:tplc="E6A27B30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2648110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E661AFC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1520A14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F286440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78CAF08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7E4225E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81E2CD6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72EDD9E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7" w15:restartNumberingAfterBreak="0">
    <w:nsid w:val="5E0A6FC6"/>
    <w:multiLevelType w:val="multilevel"/>
    <w:tmpl w:val="C1BE0A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Nudista" w:hAnsi="Nudist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Nudista" w:hAnsi="Nudista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8" w15:restartNumberingAfterBreak="0">
    <w:nsid w:val="62051D3C"/>
    <w:multiLevelType w:val="hybridMultilevel"/>
    <w:tmpl w:val="62A6FBA6"/>
    <w:styleLink w:val="Importovantl48"/>
    <w:lvl w:ilvl="0" w:tplc="C41E31F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A8C328E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80287A4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E083C6A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D465EF0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89678E8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BBA2C46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5FA250E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71C162A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9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2D85114"/>
    <w:multiLevelType w:val="hybridMultilevel"/>
    <w:tmpl w:val="6EBCB794"/>
    <w:styleLink w:val="Importovantl19"/>
    <w:lvl w:ilvl="0" w:tplc="489AB9A4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242E356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AC6575A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74A53E8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2B4B54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2CA090C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AAC32B4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67CADA0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69009AA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1" w15:restartNumberingAfterBreak="0">
    <w:nsid w:val="634215EA"/>
    <w:multiLevelType w:val="hybridMultilevel"/>
    <w:tmpl w:val="53740D04"/>
    <w:lvl w:ilvl="0" w:tplc="E1D65F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3DC32E8"/>
    <w:multiLevelType w:val="hybridMultilevel"/>
    <w:tmpl w:val="5ADE8F38"/>
    <w:styleLink w:val="Importovantl28"/>
    <w:lvl w:ilvl="0" w:tplc="F6D8693C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F227C1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BD49B6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FEC96A2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AAC365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114A3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9451C2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292B18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5321D4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3" w15:restartNumberingAfterBreak="0">
    <w:nsid w:val="63E51561"/>
    <w:multiLevelType w:val="hybridMultilevel"/>
    <w:tmpl w:val="DF7065D2"/>
    <w:styleLink w:val="Importovantl85"/>
    <w:lvl w:ilvl="0" w:tplc="AA4C97DA">
      <w:start w:val="1"/>
      <w:numFmt w:val="decimal"/>
      <w:lvlText w:val="%1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8FCD490">
      <w:start w:val="1"/>
      <w:numFmt w:val="lowerLetter"/>
      <w:lvlText w:val="%2."/>
      <w:lvlJc w:val="left"/>
      <w:pPr>
        <w:ind w:left="12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DB6CB40">
      <w:start w:val="1"/>
      <w:numFmt w:val="lowerRoman"/>
      <w:lvlText w:val="%3."/>
      <w:lvlJc w:val="left"/>
      <w:pPr>
        <w:ind w:left="20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0EA45F2">
      <w:start w:val="1"/>
      <w:numFmt w:val="decimal"/>
      <w:lvlText w:val="%4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0FCB69E">
      <w:start w:val="1"/>
      <w:numFmt w:val="lowerLetter"/>
      <w:lvlText w:val="%5."/>
      <w:lvlJc w:val="left"/>
      <w:pPr>
        <w:ind w:left="344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188C24A">
      <w:start w:val="1"/>
      <w:numFmt w:val="lowerRoman"/>
      <w:lvlText w:val="%6."/>
      <w:lvlJc w:val="left"/>
      <w:pPr>
        <w:ind w:left="416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D60C814">
      <w:start w:val="1"/>
      <w:numFmt w:val="decimal"/>
      <w:lvlText w:val="%7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FC89764">
      <w:start w:val="1"/>
      <w:numFmt w:val="lowerLetter"/>
      <w:lvlText w:val="%8."/>
      <w:lvlJc w:val="left"/>
      <w:pPr>
        <w:ind w:left="56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690064C">
      <w:start w:val="1"/>
      <w:numFmt w:val="lowerRoman"/>
      <w:lvlText w:val="%9."/>
      <w:lvlJc w:val="left"/>
      <w:pPr>
        <w:ind w:left="632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4" w15:restartNumberingAfterBreak="0">
    <w:nsid w:val="6586090D"/>
    <w:multiLevelType w:val="hybridMultilevel"/>
    <w:tmpl w:val="F4060CE8"/>
    <w:styleLink w:val="Importovantl83"/>
    <w:lvl w:ilvl="0" w:tplc="6ACCA794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A90AF6C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EFE7960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D2A59DE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BB046DC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1667CD6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F56B8F0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124640A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8728EA6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5" w15:restartNumberingAfterBreak="0">
    <w:nsid w:val="65B75F82"/>
    <w:multiLevelType w:val="multilevel"/>
    <w:tmpl w:val="BEB6FCB8"/>
    <w:styleLink w:val="Importovantl64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897" w:hanging="89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897" w:hanging="89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1257" w:hanging="125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1257" w:hanging="125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1617" w:hanging="161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1617" w:hanging="161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977" w:hanging="197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6" w15:restartNumberingAfterBreak="0">
    <w:nsid w:val="66EC2D0F"/>
    <w:multiLevelType w:val="hybridMultilevel"/>
    <w:tmpl w:val="BC628928"/>
    <w:styleLink w:val="Importovantl111"/>
    <w:lvl w:ilvl="0" w:tplc="290614D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176D034">
      <w:start w:val="1"/>
      <w:numFmt w:val="bullet"/>
      <w:lvlText w:val="-"/>
      <w:lvlJc w:val="left"/>
      <w:pPr>
        <w:ind w:left="28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1214E05E">
      <w:start w:val="1"/>
      <w:numFmt w:val="bullet"/>
      <w:lvlText w:val="•"/>
      <w:lvlJc w:val="left"/>
      <w:pPr>
        <w:ind w:left="100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C142980">
      <w:start w:val="1"/>
      <w:numFmt w:val="bullet"/>
      <w:lvlText w:val="•"/>
      <w:lvlJc w:val="left"/>
      <w:pPr>
        <w:ind w:left="172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0D29B32">
      <w:start w:val="1"/>
      <w:numFmt w:val="bullet"/>
      <w:lvlText w:val="o"/>
      <w:lvlJc w:val="left"/>
      <w:pPr>
        <w:ind w:left="244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646692C">
      <w:start w:val="1"/>
      <w:numFmt w:val="bullet"/>
      <w:lvlText w:val="▪"/>
      <w:lvlJc w:val="left"/>
      <w:pPr>
        <w:ind w:left="316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0E85F9A">
      <w:start w:val="1"/>
      <w:numFmt w:val="bullet"/>
      <w:lvlText w:val="•"/>
      <w:lvlJc w:val="left"/>
      <w:pPr>
        <w:ind w:left="388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772F5C4">
      <w:start w:val="1"/>
      <w:numFmt w:val="bullet"/>
      <w:lvlText w:val="o"/>
      <w:lvlJc w:val="left"/>
      <w:pPr>
        <w:ind w:left="460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7105490">
      <w:start w:val="1"/>
      <w:numFmt w:val="bullet"/>
      <w:lvlText w:val="▪"/>
      <w:lvlJc w:val="left"/>
      <w:pPr>
        <w:ind w:left="5324" w:hanging="284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7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8" w15:restartNumberingAfterBreak="0">
    <w:nsid w:val="6950623E"/>
    <w:multiLevelType w:val="hybridMultilevel"/>
    <w:tmpl w:val="4F585A26"/>
    <w:styleLink w:val="Importovantl6"/>
    <w:lvl w:ilvl="0" w:tplc="C4A0D634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992EE96">
      <w:start w:val="1"/>
      <w:numFmt w:val="bullet"/>
      <w:lvlText w:val="o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A9853D8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5E246A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F06D8A4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F7E13F4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390ECF8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278DBCE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EDAA5C44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9" w15:restartNumberingAfterBreak="0">
    <w:nsid w:val="696B6E99"/>
    <w:multiLevelType w:val="hybridMultilevel"/>
    <w:tmpl w:val="5F50FDB0"/>
    <w:styleLink w:val="Importovantl92"/>
    <w:lvl w:ilvl="0" w:tplc="D64E23FC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71E2816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370E198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D48A5A8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0AAB702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C766B58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E3ADB52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72C222C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B84481A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0" w15:restartNumberingAfterBreak="0">
    <w:nsid w:val="69DC7AC9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1" w15:restartNumberingAfterBreak="0">
    <w:nsid w:val="6A823D07"/>
    <w:multiLevelType w:val="multilevel"/>
    <w:tmpl w:val="CE0C612A"/>
    <w:styleLink w:val="Importovantl61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92" w:hanging="79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1152" w:hanging="115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1512" w:hanging="151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1512" w:hanging="151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72" w:hanging="1872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2" w15:restartNumberingAfterBreak="0">
    <w:nsid w:val="6ADF34E6"/>
    <w:multiLevelType w:val="hybridMultilevel"/>
    <w:tmpl w:val="464418BE"/>
    <w:styleLink w:val="Importovantl67"/>
    <w:lvl w:ilvl="0" w:tplc="77883B1A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448282E">
      <w:start w:val="1"/>
      <w:numFmt w:val="bullet"/>
      <w:lvlText w:val="o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198BE6E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4D212DA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5DC5194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D50E936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E4EA204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153293D2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D9C253A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3" w15:restartNumberingAfterBreak="0">
    <w:nsid w:val="6B241F2B"/>
    <w:multiLevelType w:val="multilevel"/>
    <w:tmpl w:val="0BD4191E"/>
    <w:styleLink w:val="Importovantl77"/>
    <w:lvl w:ilvl="0">
      <w:start w:val="1"/>
      <w:numFmt w:val="decimal"/>
      <w:lvlText w:val="%1."/>
      <w:lvlJc w:val="left"/>
      <w:pPr>
        <w:ind w:left="495" w:hanging="4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3.%4."/>
      <w:lvlJc w:val="left"/>
      <w:pPr>
        <w:ind w:left="720" w:hanging="72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3.%4.%5."/>
      <w:lvlJc w:val="left"/>
      <w:pPr>
        <w:ind w:left="10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3.%4.%5.%6."/>
      <w:lvlJc w:val="left"/>
      <w:pPr>
        <w:ind w:left="10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3.%4.%5.%6.%7."/>
      <w:lvlJc w:val="left"/>
      <w:pPr>
        <w:ind w:left="144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3.%4.%5.%6.%7.%8."/>
      <w:lvlJc w:val="left"/>
      <w:pPr>
        <w:ind w:left="144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3.%4.%5.%6.%7.%8.%9."/>
      <w:lvlJc w:val="left"/>
      <w:pPr>
        <w:ind w:left="1800" w:hanging="180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4" w15:restartNumberingAfterBreak="0">
    <w:nsid w:val="6C01400C"/>
    <w:multiLevelType w:val="hybridMultilevel"/>
    <w:tmpl w:val="BA2EE9D0"/>
    <w:styleLink w:val="Importovantl75"/>
    <w:lvl w:ilvl="0" w:tplc="5C0A814E">
      <w:start w:val="1"/>
      <w:numFmt w:val="decimal"/>
      <w:lvlText w:val="%1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2F22858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5048D28">
      <w:start w:val="1"/>
      <w:numFmt w:val="lowerRoman"/>
      <w:lvlText w:val="%3."/>
      <w:lvlJc w:val="left"/>
      <w:pPr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136E55A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2E86840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7C84412">
      <w:start w:val="1"/>
      <w:numFmt w:val="lowerRoman"/>
      <w:lvlText w:val="%6."/>
      <w:lvlJc w:val="left"/>
      <w:pPr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1007EAE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9EA1BAE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8CC0DBC">
      <w:start w:val="1"/>
      <w:numFmt w:val="lowerRoman"/>
      <w:lvlText w:val="%9."/>
      <w:lvlJc w:val="left"/>
      <w:pPr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5" w15:restartNumberingAfterBreak="0">
    <w:nsid w:val="6DC15874"/>
    <w:multiLevelType w:val="hybridMultilevel"/>
    <w:tmpl w:val="5532E166"/>
    <w:styleLink w:val="Importovantl71"/>
    <w:lvl w:ilvl="0" w:tplc="B64C1126">
      <w:start w:val="1"/>
      <w:numFmt w:val="bullet"/>
      <w:lvlText w:val="−"/>
      <w:lvlJc w:val="left"/>
      <w:pPr>
        <w:ind w:left="795" w:hanging="43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6082894">
      <w:start w:val="1"/>
      <w:numFmt w:val="bullet"/>
      <w:lvlText w:val="−"/>
      <w:lvlJc w:val="left"/>
      <w:pPr>
        <w:ind w:left="1568" w:hanging="39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FD0999C">
      <w:start w:val="1"/>
      <w:numFmt w:val="bullet"/>
      <w:lvlText w:val="•"/>
      <w:lvlJc w:val="left"/>
      <w:pPr>
        <w:ind w:left="23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90A146A">
      <w:start w:val="1"/>
      <w:numFmt w:val="bullet"/>
      <w:lvlText w:val="•"/>
      <w:lvlJc w:val="left"/>
      <w:pPr>
        <w:ind w:left="333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A9CBDFE">
      <w:start w:val="1"/>
      <w:numFmt w:val="bullet"/>
      <w:lvlText w:val="•"/>
      <w:lvlJc w:val="left"/>
      <w:pPr>
        <w:ind w:left="43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BEEEAF2">
      <w:start w:val="1"/>
      <w:numFmt w:val="bullet"/>
      <w:lvlText w:val="•"/>
      <w:lvlJc w:val="left"/>
      <w:pPr>
        <w:ind w:left="531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CAC0F02">
      <w:start w:val="1"/>
      <w:numFmt w:val="bullet"/>
      <w:lvlText w:val="•"/>
      <w:lvlJc w:val="left"/>
      <w:pPr>
        <w:ind w:left="630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E140A34">
      <w:start w:val="1"/>
      <w:numFmt w:val="bullet"/>
      <w:lvlText w:val="•"/>
      <w:lvlJc w:val="left"/>
      <w:pPr>
        <w:ind w:left="729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CAA536E">
      <w:start w:val="1"/>
      <w:numFmt w:val="bullet"/>
      <w:lvlText w:val="•"/>
      <w:lvlJc w:val="left"/>
      <w:pPr>
        <w:ind w:left="82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6" w15:restartNumberingAfterBreak="0">
    <w:nsid w:val="6E3405D0"/>
    <w:multiLevelType w:val="hybridMultilevel"/>
    <w:tmpl w:val="480C6C82"/>
    <w:styleLink w:val="Importovantl26"/>
    <w:lvl w:ilvl="0" w:tplc="319A34C8">
      <w:start w:val="1"/>
      <w:numFmt w:val="decimal"/>
      <w:lvlText w:val="%1)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6E2C838">
      <w:start w:val="1"/>
      <w:numFmt w:val="decimal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4D2D37A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6E7CF436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E3AA10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18C2570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54A72E6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BF0CDBE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9606896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7" w15:restartNumberingAfterBreak="0">
    <w:nsid w:val="6E631C6C"/>
    <w:multiLevelType w:val="hybridMultilevel"/>
    <w:tmpl w:val="1B3C3B4E"/>
    <w:lvl w:ilvl="0" w:tplc="B3A41838">
      <w:start w:val="1"/>
      <w:numFmt w:val="lowerLetter"/>
      <w:lvlText w:val="%1)"/>
      <w:lvlJc w:val="left"/>
      <w:pPr>
        <w:ind w:left="720" w:hanging="360"/>
      </w:pPr>
      <w:rPr>
        <w:rFonts w:ascii="Nudista" w:hAnsi="Nudist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8F0A1D"/>
    <w:multiLevelType w:val="hybridMultilevel"/>
    <w:tmpl w:val="6A603CE0"/>
    <w:styleLink w:val="Importovantl107"/>
    <w:lvl w:ilvl="0" w:tplc="E3E0CB4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09C1FA8">
      <w:start w:val="1"/>
      <w:numFmt w:val="decimal"/>
      <w:lvlText w:val="%2."/>
      <w:lvlJc w:val="left"/>
      <w:pPr>
        <w:ind w:left="5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32A6FAE">
      <w:start w:val="1"/>
      <w:numFmt w:val="lowerRoman"/>
      <w:lvlText w:val="%3."/>
      <w:lvlJc w:val="left"/>
      <w:pPr>
        <w:ind w:left="128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25671EC">
      <w:start w:val="1"/>
      <w:numFmt w:val="decimal"/>
      <w:lvlText w:val="%4."/>
      <w:lvlJc w:val="left"/>
      <w:pPr>
        <w:ind w:left="200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5D4E6DC">
      <w:start w:val="1"/>
      <w:numFmt w:val="lowerLetter"/>
      <w:lvlText w:val="%5."/>
      <w:lvlJc w:val="left"/>
      <w:pPr>
        <w:ind w:left="272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DC470BA">
      <w:start w:val="1"/>
      <w:numFmt w:val="lowerRoman"/>
      <w:lvlText w:val="%6."/>
      <w:lvlJc w:val="left"/>
      <w:pPr>
        <w:ind w:left="344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58CD93E">
      <w:start w:val="1"/>
      <w:numFmt w:val="decimal"/>
      <w:lvlText w:val="%7."/>
      <w:lvlJc w:val="left"/>
      <w:pPr>
        <w:ind w:left="416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ECE5D8C">
      <w:start w:val="1"/>
      <w:numFmt w:val="lowerLetter"/>
      <w:lvlText w:val="%8."/>
      <w:lvlJc w:val="left"/>
      <w:pPr>
        <w:ind w:left="4887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0084E72">
      <w:start w:val="1"/>
      <w:numFmt w:val="lowerRoman"/>
      <w:lvlText w:val="%9."/>
      <w:lvlJc w:val="left"/>
      <w:pPr>
        <w:ind w:left="5607" w:hanging="48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9" w15:restartNumberingAfterBreak="0">
    <w:nsid w:val="6FD350A5"/>
    <w:multiLevelType w:val="multilevel"/>
    <w:tmpl w:val="9DD6B51A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0" w15:restartNumberingAfterBreak="0">
    <w:nsid w:val="7041394C"/>
    <w:multiLevelType w:val="multilevel"/>
    <w:tmpl w:val="58EA5D22"/>
    <w:numStyleLink w:val="Importovantl3"/>
  </w:abstractNum>
  <w:abstractNum w:abstractNumId="141" w15:restartNumberingAfterBreak="0">
    <w:nsid w:val="709A1B4F"/>
    <w:multiLevelType w:val="hybridMultilevel"/>
    <w:tmpl w:val="A48E5B18"/>
    <w:styleLink w:val="Importovantl42"/>
    <w:lvl w:ilvl="0" w:tplc="FE14CCB2">
      <w:start w:val="1"/>
      <w:numFmt w:val="bullet"/>
      <w:lvlText w:val="-"/>
      <w:lvlJc w:val="left"/>
      <w:pPr>
        <w:ind w:left="56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3B4C5D6">
      <w:start w:val="1"/>
      <w:numFmt w:val="bullet"/>
      <w:lvlText w:val="o"/>
      <w:lvlJc w:val="left"/>
      <w:pPr>
        <w:ind w:left="128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C500A42">
      <w:start w:val="1"/>
      <w:numFmt w:val="bullet"/>
      <w:lvlText w:val="▪"/>
      <w:lvlJc w:val="left"/>
      <w:pPr>
        <w:ind w:left="200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4D47260">
      <w:start w:val="1"/>
      <w:numFmt w:val="bullet"/>
      <w:lvlText w:val="•"/>
      <w:lvlJc w:val="left"/>
      <w:pPr>
        <w:ind w:left="272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4D26ED4">
      <w:start w:val="1"/>
      <w:numFmt w:val="bullet"/>
      <w:lvlText w:val="o"/>
      <w:lvlJc w:val="left"/>
      <w:pPr>
        <w:ind w:left="344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5A84692">
      <w:start w:val="1"/>
      <w:numFmt w:val="bullet"/>
      <w:lvlText w:val="▪"/>
      <w:lvlJc w:val="left"/>
      <w:pPr>
        <w:ind w:left="416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C74CA02">
      <w:start w:val="1"/>
      <w:numFmt w:val="bullet"/>
      <w:lvlText w:val="•"/>
      <w:lvlJc w:val="left"/>
      <w:pPr>
        <w:ind w:left="488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D40C780">
      <w:start w:val="1"/>
      <w:numFmt w:val="bullet"/>
      <w:lvlText w:val="o"/>
      <w:lvlJc w:val="left"/>
      <w:pPr>
        <w:ind w:left="560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D7E60B2">
      <w:start w:val="1"/>
      <w:numFmt w:val="bullet"/>
      <w:lvlText w:val="▪"/>
      <w:lvlJc w:val="left"/>
      <w:pPr>
        <w:ind w:left="6327" w:hanging="567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2" w15:restartNumberingAfterBreak="0">
    <w:nsid w:val="70DB6352"/>
    <w:multiLevelType w:val="multilevel"/>
    <w:tmpl w:val="E72C15AA"/>
    <w:lvl w:ilvl="0">
      <w:start w:val="1"/>
      <w:numFmt w:val="decimal"/>
      <w:lvlText w:val="%1)"/>
      <w:lvlJc w:val="left"/>
      <w:pPr>
        <w:ind w:left="720" w:hanging="360"/>
      </w:pPr>
      <w:rPr>
        <w:rFonts w:ascii="Nudista" w:hAnsi="Nudista"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10A6C64"/>
    <w:multiLevelType w:val="hybridMultilevel"/>
    <w:tmpl w:val="F726FF44"/>
    <w:styleLink w:val="Importovantl11"/>
    <w:lvl w:ilvl="0" w:tplc="59DEFD6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7FA5494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D72DD86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2FC60F2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552B782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B3C17DA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20EDD02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0CADCAA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1543DCA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4" w15:restartNumberingAfterBreak="0">
    <w:nsid w:val="71B50440"/>
    <w:multiLevelType w:val="hybridMultilevel"/>
    <w:tmpl w:val="51E41FDA"/>
    <w:styleLink w:val="Importovantl14"/>
    <w:lvl w:ilvl="0" w:tplc="5F744AD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B0A0218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028A6A0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8AAA76E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336E654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702C3AE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D4C2EB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B6C888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A6DBC8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5" w15:restartNumberingAfterBreak="0">
    <w:nsid w:val="72045A58"/>
    <w:multiLevelType w:val="hybridMultilevel"/>
    <w:tmpl w:val="5E6A7E80"/>
    <w:styleLink w:val="Importovantl93"/>
    <w:lvl w:ilvl="0" w:tplc="7E0CFBEE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70CA166">
      <w:start w:val="1"/>
      <w:numFmt w:val="decimal"/>
      <w:lvlText w:val="%2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BE8A2A8">
      <w:start w:val="1"/>
      <w:numFmt w:val="lowerRoman"/>
      <w:lvlText w:val="%3."/>
      <w:lvlJc w:val="left"/>
      <w:pPr>
        <w:ind w:left="114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2FAEAA8">
      <w:start w:val="1"/>
      <w:numFmt w:val="decimal"/>
      <w:lvlText w:val="%4."/>
      <w:lvlJc w:val="left"/>
      <w:pPr>
        <w:ind w:left="18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ED4772A">
      <w:start w:val="1"/>
      <w:numFmt w:val="lowerLetter"/>
      <w:lvlText w:val="%5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A1CEBD6">
      <w:start w:val="1"/>
      <w:numFmt w:val="lowerRoman"/>
      <w:lvlText w:val="%6."/>
      <w:lvlJc w:val="left"/>
      <w:pPr>
        <w:ind w:left="330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870F0B0">
      <w:start w:val="1"/>
      <w:numFmt w:val="decimal"/>
      <w:lvlText w:val="%7."/>
      <w:lvlJc w:val="left"/>
      <w:pPr>
        <w:ind w:left="40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322124A">
      <w:start w:val="1"/>
      <w:numFmt w:val="lowerLetter"/>
      <w:lvlText w:val="%8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2E4E892">
      <w:start w:val="1"/>
      <w:numFmt w:val="lowerRoman"/>
      <w:lvlText w:val="%9."/>
      <w:lvlJc w:val="left"/>
      <w:pPr>
        <w:ind w:left="54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6" w15:restartNumberingAfterBreak="0">
    <w:nsid w:val="73125128"/>
    <w:multiLevelType w:val="hybridMultilevel"/>
    <w:tmpl w:val="20744F30"/>
    <w:lvl w:ilvl="0" w:tplc="F3FA4290">
      <w:start w:val="8"/>
      <w:numFmt w:val="bullet"/>
      <w:lvlText w:val="-"/>
      <w:lvlJc w:val="left"/>
      <w:pPr>
        <w:ind w:left="720" w:hanging="360"/>
      </w:pPr>
      <w:rPr>
        <w:rFonts w:ascii="Nudista" w:eastAsia="Times New Roman" w:hAnsi="Nudist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34B5343"/>
    <w:multiLevelType w:val="hybridMultilevel"/>
    <w:tmpl w:val="147AE23E"/>
    <w:styleLink w:val="Importovantl16"/>
    <w:lvl w:ilvl="0" w:tplc="F7B0AA70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43219C6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10CED38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5F25000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ED22946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77AD4A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2186738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3ECC9BCE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A40CCCF0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8" w15:restartNumberingAfterBreak="0">
    <w:nsid w:val="73E61F2D"/>
    <w:multiLevelType w:val="hybridMultilevel"/>
    <w:tmpl w:val="614401DE"/>
    <w:styleLink w:val="Importovantl510"/>
    <w:lvl w:ilvl="0" w:tplc="1846A91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8A03836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4822318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C52C9FCE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FAE4146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9BCED1EE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7986F3C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21A893E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59AAB32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9" w15:restartNumberingAfterBreak="0">
    <w:nsid w:val="740419AC"/>
    <w:multiLevelType w:val="hybridMultilevel"/>
    <w:tmpl w:val="06C8837C"/>
    <w:styleLink w:val="Importovantl89"/>
    <w:lvl w:ilvl="0" w:tplc="C15A2338">
      <w:start w:val="1"/>
      <w:numFmt w:val="bullet"/>
      <w:lvlText w:val="-"/>
      <w:lvlJc w:val="left"/>
      <w:pPr>
        <w:ind w:left="4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652E216A">
      <w:start w:val="1"/>
      <w:numFmt w:val="bullet"/>
      <w:lvlText w:val="o"/>
      <w:lvlJc w:val="left"/>
      <w:pPr>
        <w:ind w:left="11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7EC444C">
      <w:start w:val="1"/>
      <w:numFmt w:val="bullet"/>
      <w:lvlText w:val="▪"/>
      <w:lvlJc w:val="left"/>
      <w:pPr>
        <w:ind w:left="18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7A29188">
      <w:start w:val="1"/>
      <w:numFmt w:val="bullet"/>
      <w:lvlText w:val="•"/>
      <w:lvlJc w:val="left"/>
      <w:pPr>
        <w:ind w:left="25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7A3261E8">
      <w:start w:val="1"/>
      <w:numFmt w:val="bullet"/>
      <w:lvlText w:val="o"/>
      <w:lvlJc w:val="left"/>
      <w:pPr>
        <w:ind w:left="330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4FAF2CA">
      <w:start w:val="1"/>
      <w:numFmt w:val="bullet"/>
      <w:lvlText w:val="▪"/>
      <w:lvlJc w:val="left"/>
      <w:pPr>
        <w:ind w:left="402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39EEEA4">
      <w:start w:val="1"/>
      <w:numFmt w:val="bullet"/>
      <w:lvlText w:val="•"/>
      <w:lvlJc w:val="left"/>
      <w:pPr>
        <w:ind w:left="474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CBC6A3C">
      <w:start w:val="1"/>
      <w:numFmt w:val="bullet"/>
      <w:lvlText w:val="o"/>
      <w:lvlJc w:val="left"/>
      <w:pPr>
        <w:ind w:left="546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6983EAA">
      <w:start w:val="1"/>
      <w:numFmt w:val="bullet"/>
      <w:lvlText w:val="▪"/>
      <w:lvlJc w:val="left"/>
      <w:pPr>
        <w:ind w:left="6186" w:hanging="426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0" w15:restartNumberingAfterBreak="0">
    <w:nsid w:val="75162CC1"/>
    <w:multiLevelType w:val="hybridMultilevel"/>
    <w:tmpl w:val="68BEA858"/>
    <w:styleLink w:val="Importovantl1"/>
    <w:lvl w:ilvl="0" w:tplc="C5B8CCAE">
      <w:start w:val="1"/>
      <w:numFmt w:val="bullet"/>
      <w:lvlText w:val="•"/>
      <w:lvlJc w:val="left"/>
      <w:pPr>
        <w:ind w:left="7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5C64B8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D8EC88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6B69160">
      <w:start w:val="1"/>
      <w:numFmt w:val="bullet"/>
      <w:lvlText w:val="•"/>
      <w:lvlJc w:val="left"/>
      <w:pPr>
        <w:ind w:left="28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8367D4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75A7E4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CE4F9DA">
      <w:start w:val="1"/>
      <w:numFmt w:val="bullet"/>
      <w:lvlText w:val="•"/>
      <w:lvlJc w:val="left"/>
      <w:pPr>
        <w:ind w:left="50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A76EE4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EEA3BD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1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9254969"/>
    <w:multiLevelType w:val="hybridMultilevel"/>
    <w:tmpl w:val="E7C27E30"/>
    <w:styleLink w:val="Importovantl12"/>
    <w:lvl w:ilvl="0" w:tplc="8B80264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98CB86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D3459E8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8EC41E6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0B28C98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FC6C172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DFCB95E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E38F92C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574704E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3" w15:restartNumberingAfterBreak="0">
    <w:nsid w:val="795F1015"/>
    <w:multiLevelType w:val="hybridMultilevel"/>
    <w:tmpl w:val="508C9EBE"/>
    <w:styleLink w:val="Importovantl38"/>
    <w:lvl w:ilvl="0" w:tplc="878A2DDA">
      <w:start w:val="1"/>
      <w:numFmt w:val="decimal"/>
      <w:lvlText w:val="%1)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40C669C">
      <w:start w:val="1"/>
      <w:numFmt w:val="lowerLetter"/>
      <w:lvlText w:val="%2.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A1A6DB8">
      <w:start w:val="1"/>
      <w:numFmt w:val="lowerRoman"/>
      <w:lvlText w:val="%3."/>
      <w:lvlJc w:val="left"/>
      <w:pPr>
        <w:ind w:left="180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47A75F8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8167E0E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61347EC8">
      <w:start w:val="1"/>
      <w:numFmt w:val="lowerRoman"/>
      <w:lvlText w:val="%6."/>
      <w:lvlJc w:val="left"/>
      <w:pPr>
        <w:ind w:left="39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C10D66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454DE94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6322830">
      <w:start w:val="1"/>
      <w:numFmt w:val="lowerRoman"/>
      <w:lvlText w:val="%9."/>
      <w:lvlJc w:val="left"/>
      <w:pPr>
        <w:ind w:left="61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4" w15:restartNumberingAfterBreak="0">
    <w:nsid w:val="7ADB660C"/>
    <w:multiLevelType w:val="hybridMultilevel"/>
    <w:tmpl w:val="6624CAF2"/>
    <w:styleLink w:val="Importovantl310"/>
    <w:lvl w:ilvl="0" w:tplc="6394B5E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F88A200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0C23D00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0622D56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980DF90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DBAA994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976D946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1257FA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8080664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5" w15:restartNumberingAfterBreak="0">
    <w:nsid w:val="7B652A09"/>
    <w:multiLevelType w:val="hybridMultilevel"/>
    <w:tmpl w:val="A47E299A"/>
    <w:styleLink w:val="Importovantl87"/>
    <w:lvl w:ilvl="0" w:tplc="6074ACB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A980828">
      <w:start w:val="1"/>
      <w:numFmt w:val="bullet"/>
      <w:lvlText w:val="o"/>
      <w:lvlJc w:val="left"/>
      <w:pPr>
        <w:ind w:left="14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69254B8">
      <w:start w:val="1"/>
      <w:numFmt w:val="bullet"/>
      <w:lvlText w:val="▪"/>
      <w:lvlJc w:val="left"/>
      <w:pPr>
        <w:ind w:left="21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7926506">
      <w:start w:val="1"/>
      <w:numFmt w:val="bullet"/>
      <w:lvlText w:val="•"/>
      <w:lvlJc w:val="left"/>
      <w:pPr>
        <w:ind w:left="28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2A202C2">
      <w:start w:val="1"/>
      <w:numFmt w:val="bullet"/>
      <w:lvlText w:val="o"/>
      <w:lvlJc w:val="left"/>
      <w:pPr>
        <w:ind w:left="36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C40C24E">
      <w:start w:val="1"/>
      <w:numFmt w:val="bullet"/>
      <w:lvlText w:val="▪"/>
      <w:lvlJc w:val="left"/>
      <w:pPr>
        <w:ind w:left="43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B4E4BB4">
      <w:start w:val="1"/>
      <w:numFmt w:val="bullet"/>
      <w:lvlText w:val="•"/>
      <w:lvlJc w:val="left"/>
      <w:pPr>
        <w:ind w:left="50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BC698D2">
      <w:start w:val="1"/>
      <w:numFmt w:val="bullet"/>
      <w:lvlText w:val="o"/>
      <w:lvlJc w:val="left"/>
      <w:pPr>
        <w:ind w:left="57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5DCEA02">
      <w:start w:val="1"/>
      <w:numFmt w:val="bullet"/>
      <w:lvlText w:val="▪"/>
      <w:lvlJc w:val="left"/>
      <w:pPr>
        <w:ind w:left="64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6" w15:restartNumberingAfterBreak="0">
    <w:nsid w:val="7C051CFA"/>
    <w:multiLevelType w:val="multilevel"/>
    <w:tmpl w:val="FA2AE6AE"/>
    <w:styleLink w:val="TOMAS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7" w15:restartNumberingAfterBreak="0">
    <w:nsid w:val="7CB45B63"/>
    <w:multiLevelType w:val="hybridMultilevel"/>
    <w:tmpl w:val="6464ECEC"/>
    <w:styleLink w:val="Importovantl88"/>
    <w:lvl w:ilvl="0" w:tplc="E33AC4F0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B54FC7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BC8CB82">
      <w:start w:val="1"/>
      <w:numFmt w:val="bullet"/>
      <w:lvlText w:val="▪"/>
      <w:lvlJc w:val="left"/>
      <w:pPr>
        <w:ind w:left="4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FA6544A">
      <w:start w:val="1"/>
      <w:numFmt w:val="bullet"/>
      <w:lvlText w:val="•"/>
      <w:lvlJc w:val="left"/>
      <w:pPr>
        <w:ind w:left="11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098E886">
      <w:start w:val="1"/>
      <w:numFmt w:val="bullet"/>
      <w:lvlText w:val="o"/>
      <w:lvlJc w:val="left"/>
      <w:pPr>
        <w:ind w:left="186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E1B43BA0">
      <w:start w:val="1"/>
      <w:numFmt w:val="bullet"/>
      <w:lvlText w:val="▪"/>
      <w:lvlJc w:val="left"/>
      <w:pPr>
        <w:ind w:left="258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B96D026">
      <w:start w:val="1"/>
      <w:numFmt w:val="bullet"/>
      <w:lvlText w:val="•"/>
      <w:lvlJc w:val="left"/>
      <w:pPr>
        <w:ind w:left="330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3CC21F8">
      <w:start w:val="1"/>
      <w:numFmt w:val="bullet"/>
      <w:lvlText w:val="o"/>
      <w:lvlJc w:val="left"/>
      <w:pPr>
        <w:ind w:left="402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E9EABE2">
      <w:start w:val="1"/>
      <w:numFmt w:val="bullet"/>
      <w:lvlText w:val="▪"/>
      <w:lvlJc w:val="left"/>
      <w:pPr>
        <w:ind w:left="4746" w:hanging="426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8" w15:restartNumberingAfterBreak="0">
    <w:nsid w:val="7E5D7C02"/>
    <w:multiLevelType w:val="hybridMultilevel"/>
    <w:tmpl w:val="4FA61B96"/>
    <w:styleLink w:val="Importovantl7"/>
    <w:lvl w:ilvl="0" w:tplc="ADD686B4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FB21C34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9009C5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6E82EB8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89464C6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948AEE0C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F843F9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52E1546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F0ADF44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9" w15:restartNumberingAfterBreak="0">
    <w:nsid w:val="7E9A3A46"/>
    <w:multiLevelType w:val="hybridMultilevel"/>
    <w:tmpl w:val="A59CC2FE"/>
    <w:styleLink w:val="Styl11"/>
    <w:lvl w:ilvl="0" w:tplc="00203BF8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69A9B64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6AC5D7C">
      <w:start w:val="1"/>
      <w:numFmt w:val="lowerRoman"/>
      <w:lvlText w:val="%3."/>
      <w:lvlJc w:val="left"/>
      <w:pPr>
        <w:ind w:left="186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D02374C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312F2DC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A080096">
      <w:start w:val="1"/>
      <w:numFmt w:val="lowerRoman"/>
      <w:lvlText w:val="%6."/>
      <w:lvlJc w:val="left"/>
      <w:pPr>
        <w:ind w:left="402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530524C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CDC4734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26023B2">
      <w:start w:val="1"/>
      <w:numFmt w:val="lowerRoman"/>
      <w:lvlText w:val="%9."/>
      <w:lvlJc w:val="left"/>
      <w:pPr>
        <w:ind w:left="6186" w:hanging="3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0" w15:restartNumberingAfterBreak="0">
    <w:nsid w:val="7ED62332"/>
    <w:multiLevelType w:val="multilevel"/>
    <w:tmpl w:val="235246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8998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ascii="Nudista" w:hAnsi="Nudista" w:cstheme="minorHAnsi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1" w15:restartNumberingAfterBreak="0">
    <w:nsid w:val="7EF007F5"/>
    <w:multiLevelType w:val="hybridMultilevel"/>
    <w:tmpl w:val="E84AF9E6"/>
    <w:styleLink w:val="Importovantl4"/>
    <w:lvl w:ilvl="0" w:tplc="F1726168">
      <w:start w:val="1"/>
      <w:numFmt w:val="lowerLetter"/>
      <w:lvlText w:val="%1)"/>
      <w:lvlJc w:val="left"/>
      <w:pPr>
        <w:ind w:left="1985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CA42BA">
      <w:start w:val="1"/>
      <w:numFmt w:val="decimal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766758">
      <w:start w:val="1"/>
      <w:numFmt w:val="decimal"/>
      <w:lvlText w:val="%3."/>
      <w:lvlJc w:val="left"/>
      <w:pPr>
        <w:ind w:left="20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A651C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388A46">
      <w:start w:val="1"/>
      <w:numFmt w:val="decimal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2EB24E">
      <w:start w:val="1"/>
      <w:numFmt w:val="decimal"/>
      <w:lvlText w:val="%6."/>
      <w:lvlJc w:val="left"/>
      <w:pPr>
        <w:ind w:left="41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F84472E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A022E4">
      <w:start w:val="1"/>
      <w:numFmt w:val="decimal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4CBD88">
      <w:start w:val="1"/>
      <w:numFmt w:val="decimal"/>
      <w:lvlText w:val="%9."/>
      <w:lvlJc w:val="left"/>
      <w:pPr>
        <w:ind w:left="63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2" w15:restartNumberingAfterBreak="0">
    <w:nsid w:val="7F59535F"/>
    <w:multiLevelType w:val="hybridMultilevel"/>
    <w:tmpl w:val="681C7E0C"/>
    <w:lvl w:ilvl="0" w:tplc="3830FD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1221134">
    <w:abstractNumId w:val="151"/>
  </w:num>
  <w:num w:numId="2" w16cid:durableId="276564574">
    <w:abstractNumId w:val="119"/>
  </w:num>
  <w:num w:numId="3" w16cid:durableId="6102046">
    <w:abstractNumId w:val="127"/>
  </w:num>
  <w:num w:numId="4" w16cid:durableId="123909226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866597">
    <w:abstractNumId w:val="27"/>
  </w:num>
  <w:num w:numId="6" w16cid:durableId="37115728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640096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9149179">
    <w:abstractNumId w:val="72"/>
  </w:num>
  <w:num w:numId="9" w16cid:durableId="715098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753132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17551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9955079">
    <w:abstractNumId w:val="33"/>
  </w:num>
  <w:num w:numId="13" w16cid:durableId="761409991">
    <w:abstractNumId w:val="156"/>
  </w:num>
  <w:num w:numId="14" w16cid:durableId="971711926">
    <w:abstractNumId w:val="17"/>
  </w:num>
  <w:num w:numId="15" w16cid:durableId="2066181348">
    <w:abstractNumId w:val="117"/>
  </w:num>
  <w:num w:numId="16" w16cid:durableId="783621255">
    <w:abstractNumId w:val="36"/>
  </w:num>
  <w:num w:numId="17" w16cid:durableId="99224548">
    <w:abstractNumId w:val="58"/>
  </w:num>
  <w:num w:numId="18" w16cid:durableId="1434859714">
    <w:abstractNumId w:val="91"/>
  </w:num>
  <w:num w:numId="19" w16cid:durableId="1288780298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378449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6224681">
    <w:abstractNumId w:val="25"/>
  </w:num>
  <w:num w:numId="22" w16cid:durableId="229312654">
    <w:abstractNumId w:val="140"/>
    <w:lvlOverride w:ilvl="0">
      <w:lvl w:ilvl="0">
        <w:start w:val="1"/>
        <w:numFmt w:val="upperRoman"/>
        <w:lvlText w:val="%1."/>
        <w:lvlJc w:val="left"/>
        <w:pPr>
          <w:ind w:left="540" w:hanging="5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pStyle w:val="SP3"/>
        <w:lvlText w:val="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899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262" w:hanging="694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682" w:hanging="8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982" w:hanging="982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126" w:hanging="1126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270" w:hanging="127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414" w:hanging="14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297636770">
    <w:abstractNumId w:val="161"/>
  </w:num>
  <w:num w:numId="24" w16cid:durableId="915240746">
    <w:abstractNumId w:val="139"/>
  </w:num>
  <w:num w:numId="25" w16cid:durableId="1711688100">
    <w:abstractNumId w:val="20"/>
  </w:num>
  <w:num w:numId="26" w16cid:durableId="1511143211">
    <w:abstractNumId w:val="106"/>
  </w:num>
  <w:num w:numId="27" w16cid:durableId="1049376741">
    <w:abstractNumId w:val="80"/>
  </w:num>
  <w:num w:numId="28" w16cid:durableId="599871121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863079">
    <w:abstractNumId w:val="4"/>
  </w:num>
  <w:num w:numId="30" w16cid:durableId="178665039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22142530">
    <w:abstractNumId w:val="5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93049282">
    <w:abstractNumId w:val="11"/>
  </w:num>
  <w:num w:numId="33" w16cid:durableId="597715708">
    <w:abstractNumId w:val="115"/>
  </w:num>
  <w:num w:numId="34" w16cid:durableId="908271978">
    <w:abstractNumId w:val="150"/>
  </w:num>
  <w:num w:numId="35" w16cid:durableId="306204890">
    <w:abstractNumId w:val="96"/>
  </w:num>
  <w:num w:numId="36" w16cid:durableId="620497830">
    <w:abstractNumId w:val="154"/>
  </w:num>
  <w:num w:numId="37" w16cid:durableId="1063792079">
    <w:abstractNumId w:val="23"/>
  </w:num>
  <w:num w:numId="38" w16cid:durableId="206529072">
    <w:abstractNumId w:val="148"/>
  </w:num>
  <w:num w:numId="39" w16cid:durableId="1513570067">
    <w:abstractNumId w:val="128"/>
  </w:num>
  <w:num w:numId="40" w16cid:durableId="1892185395">
    <w:abstractNumId w:val="158"/>
  </w:num>
  <w:num w:numId="41" w16cid:durableId="289211692">
    <w:abstractNumId w:val="49"/>
  </w:num>
  <w:num w:numId="42" w16cid:durableId="1391146500">
    <w:abstractNumId w:val="28"/>
  </w:num>
  <w:num w:numId="43" w16cid:durableId="179273557">
    <w:abstractNumId w:val="30"/>
  </w:num>
  <w:num w:numId="44" w16cid:durableId="1071082307">
    <w:abstractNumId w:val="143"/>
  </w:num>
  <w:num w:numId="45" w16cid:durableId="826630051">
    <w:abstractNumId w:val="152"/>
  </w:num>
  <w:num w:numId="46" w16cid:durableId="945775514">
    <w:abstractNumId w:val="47"/>
  </w:num>
  <w:num w:numId="47" w16cid:durableId="500779377">
    <w:abstractNumId w:val="144"/>
  </w:num>
  <w:num w:numId="48" w16cid:durableId="1940598425">
    <w:abstractNumId w:val="101"/>
  </w:num>
  <w:num w:numId="49" w16cid:durableId="1899247844">
    <w:abstractNumId w:val="147"/>
  </w:num>
  <w:num w:numId="50" w16cid:durableId="1670474396">
    <w:abstractNumId w:val="32"/>
  </w:num>
  <w:num w:numId="51" w16cid:durableId="1929657710">
    <w:abstractNumId w:val="41"/>
  </w:num>
  <w:num w:numId="52" w16cid:durableId="1173835815">
    <w:abstractNumId w:val="120"/>
  </w:num>
  <w:num w:numId="53" w16cid:durableId="417865679">
    <w:abstractNumId w:val="68"/>
  </w:num>
  <w:num w:numId="54" w16cid:durableId="1332414848">
    <w:abstractNumId w:val="104"/>
  </w:num>
  <w:num w:numId="55" w16cid:durableId="1162087429">
    <w:abstractNumId w:val="111"/>
  </w:num>
  <w:num w:numId="56" w16cid:durableId="695732716">
    <w:abstractNumId w:val="16"/>
  </w:num>
  <w:num w:numId="57" w16cid:durableId="1953126874">
    <w:abstractNumId w:val="12"/>
  </w:num>
  <w:num w:numId="58" w16cid:durableId="415370123">
    <w:abstractNumId w:val="136"/>
  </w:num>
  <w:num w:numId="59" w16cid:durableId="1592198241">
    <w:abstractNumId w:val="1"/>
  </w:num>
  <w:num w:numId="60" w16cid:durableId="1028291112">
    <w:abstractNumId w:val="122"/>
  </w:num>
  <w:num w:numId="61" w16cid:durableId="686567577">
    <w:abstractNumId w:val="0"/>
  </w:num>
  <w:num w:numId="62" w16cid:durableId="1937859429">
    <w:abstractNumId w:val="46"/>
  </w:num>
  <w:num w:numId="63" w16cid:durableId="1560091232">
    <w:abstractNumId w:val="13"/>
  </w:num>
  <w:num w:numId="64" w16cid:durableId="2073649117">
    <w:abstractNumId w:val="48"/>
  </w:num>
  <w:num w:numId="65" w16cid:durableId="1893729022">
    <w:abstractNumId w:val="37"/>
  </w:num>
  <w:num w:numId="66" w16cid:durableId="17201246">
    <w:abstractNumId w:val="55"/>
  </w:num>
  <w:num w:numId="67" w16cid:durableId="2008899555">
    <w:abstractNumId w:val="40"/>
  </w:num>
  <w:num w:numId="68" w16cid:durableId="1996451585">
    <w:abstractNumId w:val="3"/>
  </w:num>
  <w:num w:numId="69" w16cid:durableId="291329450">
    <w:abstractNumId w:val="153"/>
  </w:num>
  <w:num w:numId="70" w16cid:durableId="1617175430">
    <w:abstractNumId w:val="86"/>
  </w:num>
  <w:num w:numId="71" w16cid:durableId="836381353">
    <w:abstractNumId w:val="76"/>
  </w:num>
  <w:num w:numId="72" w16cid:durableId="205142374">
    <w:abstractNumId w:val="31"/>
  </w:num>
  <w:num w:numId="73" w16cid:durableId="1988362479">
    <w:abstractNumId w:val="141"/>
  </w:num>
  <w:num w:numId="74" w16cid:durableId="2057198846">
    <w:abstractNumId w:val="77"/>
  </w:num>
  <w:num w:numId="75" w16cid:durableId="920942761">
    <w:abstractNumId w:val="35"/>
  </w:num>
  <w:num w:numId="76" w16cid:durableId="785805665">
    <w:abstractNumId w:val="62"/>
  </w:num>
  <w:num w:numId="77" w16cid:durableId="599680845">
    <w:abstractNumId w:val="53"/>
  </w:num>
  <w:num w:numId="78" w16cid:durableId="1748959705">
    <w:abstractNumId w:val="112"/>
  </w:num>
  <w:num w:numId="79" w16cid:durableId="1270698658">
    <w:abstractNumId w:val="118"/>
  </w:num>
  <w:num w:numId="80" w16cid:durableId="1564758047">
    <w:abstractNumId w:val="26"/>
  </w:num>
  <w:num w:numId="81" w16cid:durableId="565604156">
    <w:abstractNumId w:val="44"/>
  </w:num>
  <w:num w:numId="82" w16cid:durableId="1716156263">
    <w:abstractNumId w:val="56"/>
  </w:num>
  <w:num w:numId="83" w16cid:durableId="1211846564">
    <w:abstractNumId w:val="65"/>
  </w:num>
  <w:num w:numId="84" w16cid:durableId="707030105">
    <w:abstractNumId w:val="108"/>
  </w:num>
  <w:num w:numId="85" w16cid:durableId="1210806248">
    <w:abstractNumId w:val="93"/>
  </w:num>
  <w:num w:numId="86" w16cid:durableId="763838397">
    <w:abstractNumId w:val="52"/>
  </w:num>
  <w:num w:numId="87" w16cid:durableId="1270358475">
    <w:abstractNumId w:val="15"/>
  </w:num>
  <w:num w:numId="88" w16cid:durableId="709839543">
    <w:abstractNumId w:val="57"/>
  </w:num>
  <w:num w:numId="89" w16cid:durableId="1314020500">
    <w:abstractNumId w:val="19"/>
  </w:num>
  <w:num w:numId="90" w16cid:durableId="1613634586">
    <w:abstractNumId w:val="21"/>
  </w:num>
  <w:num w:numId="91" w16cid:durableId="1607080992">
    <w:abstractNumId w:val="45"/>
  </w:num>
  <w:num w:numId="92" w16cid:durableId="944776156">
    <w:abstractNumId w:val="131"/>
  </w:num>
  <w:num w:numId="93" w16cid:durableId="178475456">
    <w:abstractNumId w:val="70"/>
  </w:num>
  <w:num w:numId="94" w16cid:durableId="134951177">
    <w:abstractNumId w:val="73"/>
  </w:num>
  <w:num w:numId="95" w16cid:durableId="802117894">
    <w:abstractNumId w:val="125"/>
  </w:num>
  <w:num w:numId="96" w16cid:durableId="1221137827">
    <w:abstractNumId w:val="78"/>
  </w:num>
  <w:num w:numId="97" w16cid:durableId="1447502673">
    <w:abstractNumId w:val="29"/>
  </w:num>
  <w:num w:numId="98" w16cid:durableId="1303970281">
    <w:abstractNumId w:val="132"/>
  </w:num>
  <w:num w:numId="99" w16cid:durableId="73549904">
    <w:abstractNumId w:val="95"/>
  </w:num>
  <w:num w:numId="100" w16cid:durableId="1983848153">
    <w:abstractNumId w:val="18"/>
  </w:num>
  <w:num w:numId="101" w16cid:durableId="13460456">
    <w:abstractNumId w:val="5"/>
  </w:num>
  <w:num w:numId="102" w16cid:durableId="2089618152">
    <w:abstractNumId w:val="135"/>
  </w:num>
  <w:num w:numId="103" w16cid:durableId="1314066657">
    <w:abstractNumId w:val="87"/>
  </w:num>
  <w:num w:numId="104" w16cid:durableId="286277692">
    <w:abstractNumId w:val="14"/>
  </w:num>
  <w:num w:numId="105" w16cid:durableId="809907106">
    <w:abstractNumId w:val="81"/>
  </w:num>
  <w:num w:numId="106" w16cid:durableId="769743093">
    <w:abstractNumId w:val="134"/>
  </w:num>
  <w:num w:numId="107" w16cid:durableId="1433209439">
    <w:abstractNumId w:val="38"/>
  </w:num>
  <w:num w:numId="108" w16cid:durableId="2067530622">
    <w:abstractNumId w:val="133"/>
  </w:num>
  <w:num w:numId="109" w16cid:durableId="1306861742">
    <w:abstractNumId w:val="113"/>
  </w:num>
  <w:num w:numId="110" w16cid:durableId="1361466441">
    <w:abstractNumId w:val="66"/>
  </w:num>
  <w:num w:numId="111" w16cid:durableId="1307976377">
    <w:abstractNumId w:val="94"/>
  </w:num>
  <w:num w:numId="112" w16cid:durableId="1551455802">
    <w:abstractNumId w:val="109"/>
  </w:num>
  <w:num w:numId="113" w16cid:durableId="638414415">
    <w:abstractNumId w:val="50"/>
  </w:num>
  <w:num w:numId="114" w16cid:durableId="974990697">
    <w:abstractNumId w:val="124"/>
  </w:num>
  <w:num w:numId="115" w16cid:durableId="1465007414">
    <w:abstractNumId w:val="2"/>
  </w:num>
  <w:num w:numId="116" w16cid:durableId="599143978">
    <w:abstractNumId w:val="123"/>
  </w:num>
  <w:num w:numId="117" w16cid:durableId="1090395893">
    <w:abstractNumId w:val="34"/>
  </w:num>
  <w:num w:numId="118" w16cid:durableId="326708096">
    <w:abstractNumId w:val="155"/>
  </w:num>
  <w:num w:numId="119" w16cid:durableId="1523008604">
    <w:abstractNumId w:val="157"/>
  </w:num>
  <w:num w:numId="120" w16cid:durableId="1747452722">
    <w:abstractNumId w:val="149"/>
  </w:num>
  <w:num w:numId="121" w16cid:durableId="178472009">
    <w:abstractNumId w:val="9"/>
  </w:num>
  <w:num w:numId="122" w16cid:durableId="1032002884">
    <w:abstractNumId w:val="84"/>
  </w:num>
  <w:num w:numId="123" w16cid:durableId="882516882">
    <w:abstractNumId w:val="129"/>
  </w:num>
  <w:num w:numId="124" w16cid:durableId="1381055759">
    <w:abstractNumId w:val="145"/>
  </w:num>
  <w:num w:numId="125" w16cid:durableId="268515163">
    <w:abstractNumId w:val="24"/>
  </w:num>
  <w:num w:numId="126" w16cid:durableId="1874531987">
    <w:abstractNumId w:val="110"/>
  </w:num>
  <w:num w:numId="127" w16cid:durableId="1749040812">
    <w:abstractNumId w:val="75"/>
  </w:num>
  <w:num w:numId="128" w16cid:durableId="374739083">
    <w:abstractNumId w:val="82"/>
  </w:num>
  <w:num w:numId="129" w16cid:durableId="1337423333">
    <w:abstractNumId w:val="102"/>
  </w:num>
  <w:num w:numId="130" w16cid:durableId="411702265">
    <w:abstractNumId w:val="6"/>
  </w:num>
  <w:num w:numId="131" w16cid:durableId="1012293161">
    <w:abstractNumId w:val="159"/>
  </w:num>
  <w:num w:numId="132" w16cid:durableId="1739282980">
    <w:abstractNumId w:val="42"/>
  </w:num>
  <w:num w:numId="133" w16cid:durableId="1828983681">
    <w:abstractNumId w:val="116"/>
  </w:num>
  <w:num w:numId="134" w16cid:durableId="1291210192">
    <w:abstractNumId w:val="22"/>
  </w:num>
  <w:num w:numId="135" w16cid:durableId="2136098493">
    <w:abstractNumId w:val="69"/>
  </w:num>
  <w:num w:numId="136" w16cid:durableId="690499447">
    <w:abstractNumId w:val="71"/>
  </w:num>
  <w:num w:numId="137" w16cid:durableId="760024469">
    <w:abstractNumId w:val="90"/>
  </w:num>
  <w:num w:numId="138" w16cid:durableId="93596749">
    <w:abstractNumId w:val="138"/>
  </w:num>
  <w:num w:numId="139" w16cid:durableId="1489981904">
    <w:abstractNumId w:val="89"/>
  </w:num>
  <w:num w:numId="140" w16cid:durableId="1281062111">
    <w:abstractNumId w:val="107"/>
  </w:num>
  <w:num w:numId="141" w16cid:durableId="386496174">
    <w:abstractNumId w:val="98"/>
  </w:num>
  <w:num w:numId="142" w16cid:durableId="215628312">
    <w:abstractNumId w:val="126"/>
  </w:num>
  <w:num w:numId="143" w16cid:durableId="1665011483">
    <w:abstractNumId w:val="39"/>
  </w:num>
  <w:num w:numId="144" w16cid:durableId="227767042">
    <w:abstractNumId w:val="79"/>
  </w:num>
  <w:num w:numId="145" w16cid:durableId="1801461162">
    <w:abstractNumId w:val="83"/>
  </w:num>
  <w:num w:numId="146" w16cid:durableId="1388184975">
    <w:abstractNumId w:val="59"/>
  </w:num>
  <w:num w:numId="147" w16cid:durableId="1728919658">
    <w:abstractNumId w:val="63"/>
  </w:num>
  <w:num w:numId="148" w16cid:durableId="1832477777">
    <w:abstractNumId w:val="103"/>
  </w:num>
  <w:num w:numId="149" w16cid:durableId="1139147731">
    <w:abstractNumId w:val="114"/>
  </w:num>
  <w:num w:numId="150" w16cid:durableId="1008368321">
    <w:abstractNumId w:val="64"/>
  </w:num>
  <w:num w:numId="151" w16cid:durableId="1554661562">
    <w:abstractNumId w:val="130"/>
  </w:num>
  <w:num w:numId="152" w16cid:durableId="2095661159">
    <w:abstractNumId w:val="92"/>
  </w:num>
  <w:num w:numId="153" w16cid:durableId="1489442068">
    <w:abstractNumId w:val="43"/>
  </w:num>
  <w:num w:numId="154" w16cid:durableId="704602965">
    <w:abstractNumId w:val="105"/>
  </w:num>
  <w:num w:numId="155" w16cid:durableId="2077699662">
    <w:abstractNumId w:val="74"/>
  </w:num>
  <w:num w:numId="156" w16cid:durableId="973484176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49158475">
    <w:abstractNumId w:val="60"/>
  </w:num>
  <w:num w:numId="158" w16cid:durableId="2036496641">
    <w:abstractNumId w:val="160"/>
  </w:num>
  <w:num w:numId="159" w16cid:durableId="660235447">
    <w:abstractNumId w:val="8"/>
  </w:num>
  <w:num w:numId="160" w16cid:durableId="1285889661">
    <w:abstractNumId w:val="7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1899315053">
    <w:abstractNumId w:val="146"/>
  </w:num>
  <w:num w:numId="162" w16cid:durableId="578909965">
    <w:abstractNumId w:val="121"/>
  </w:num>
  <w:num w:numId="163" w16cid:durableId="1146043506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972098680">
    <w:abstractNumId w:val="162"/>
  </w:num>
  <w:num w:numId="165" w16cid:durableId="1035932310">
    <w:abstractNumId w:val="7"/>
  </w:num>
  <w:numIdMacAtCleanup w:val="1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hideSpellingErrors/>
  <w:hideGrammatical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655"/>
    <w:rsid w:val="00000AAA"/>
    <w:rsid w:val="000026A9"/>
    <w:rsid w:val="000026F6"/>
    <w:rsid w:val="00002F91"/>
    <w:rsid w:val="00003098"/>
    <w:rsid w:val="000031D2"/>
    <w:rsid w:val="0000343A"/>
    <w:rsid w:val="0000348D"/>
    <w:rsid w:val="00003DB0"/>
    <w:rsid w:val="00004AAC"/>
    <w:rsid w:val="00004ACE"/>
    <w:rsid w:val="00004B52"/>
    <w:rsid w:val="00004FAC"/>
    <w:rsid w:val="00005222"/>
    <w:rsid w:val="00006007"/>
    <w:rsid w:val="0000605C"/>
    <w:rsid w:val="0000674B"/>
    <w:rsid w:val="00006D7B"/>
    <w:rsid w:val="000072ED"/>
    <w:rsid w:val="00007541"/>
    <w:rsid w:val="00007D52"/>
    <w:rsid w:val="00011BFA"/>
    <w:rsid w:val="000122AA"/>
    <w:rsid w:val="00012714"/>
    <w:rsid w:val="000132D0"/>
    <w:rsid w:val="000139FC"/>
    <w:rsid w:val="00013ED4"/>
    <w:rsid w:val="00013EDD"/>
    <w:rsid w:val="00016735"/>
    <w:rsid w:val="00016A42"/>
    <w:rsid w:val="00020154"/>
    <w:rsid w:val="00020293"/>
    <w:rsid w:val="00020854"/>
    <w:rsid w:val="000213DE"/>
    <w:rsid w:val="00021966"/>
    <w:rsid w:val="000219DA"/>
    <w:rsid w:val="00021BC1"/>
    <w:rsid w:val="000223CE"/>
    <w:rsid w:val="00022BBB"/>
    <w:rsid w:val="000237E4"/>
    <w:rsid w:val="00023E6E"/>
    <w:rsid w:val="00024095"/>
    <w:rsid w:val="000243D4"/>
    <w:rsid w:val="000243F8"/>
    <w:rsid w:val="0002586B"/>
    <w:rsid w:val="0002646C"/>
    <w:rsid w:val="00026889"/>
    <w:rsid w:val="00027722"/>
    <w:rsid w:val="000277D3"/>
    <w:rsid w:val="00027868"/>
    <w:rsid w:val="00027B76"/>
    <w:rsid w:val="00027C7A"/>
    <w:rsid w:val="000305BE"/>
    <w:rsid w:val="00032097"/>
    <w:rsid w:val="00032B5B"/>
    <w:rsid w:val="00032EAF"/>
    <w:rsid w:val="00033510"/>
    <w:rsid w:val="00033FF9"/>
    <w:rsid w:val="00034229"/>
    <w:rsid w:val="000357DB"/>
    <w:rsid w:val="000358C0"/>
    <w:rsid w:val="00035C0E"/>
    <w:rsid w:val="00035C5F"/>
    <w:rsid w:val="00035C60"/>
    <w:rsid w:val="00036478"/>
    <w:rsid w:val="00036882"/>
    <w:rsid w:val="000373ED"/>
    <w:rsid w:val="00037443"/>
    <w:rsid w:val="00037D5A"/>
    <w:rsid w:val="000401DD"/>
    <w:rsid w:val="000402EC"/>
    <w:rsid w:val="00040583"/>
    <w:rsid w:val="000405E8"/>
    <w:rsid w:val="000409D7"/>
    <w:rsid w:val="000414C7"/>
    <w:rsid w:val="000414EC"/>
    <w:rsid w:val="0004175F"/>
    <w:rsid w:val="000422D8"/>
    <w:rsid w:val="000429A9"/>
    <w:rsid w:val="00043632"/>
    <w:rsid w:val="000439BF"/>
    <w:rsid w:val="00044267"/>
    <w:rsid w:val="0004479F"/>
    <w:rsid w:val="000448D4"/>
    <w:rsid w:val="000457BB"/>
    <w:rsid w:val="00045833"/>
    <w:rsid w:val="00045B3E"/>
    <w:rsid w:val="00045EC4"/>
    <w:rsid w:val="00046738"/>
    <w:rsid w:val="00047F95"/>
    <w:rsid w:val="00050384"/>
    <w:rsid w:val="00050AB0"/>
    <w:rsid w:val="00050BC0"/>
    <w:rsid w:val="00050D94"/>
    <w:rsid w:val="00051184"/>
    <w:rsid w:val="00051B1B"/>
    <w:rsid w:val="00051CA2"/>
    <w:rsid w:val="00052D2B"/>
    <w:rsid w:val="000533A5"/>
    <w:rsid w:val="00055277"/>
    <w:rsid w:val="0005539D"/>
    <w:rsid w:val="0005551A"/>
    <w:rsid w:val="0005660B"/>
    <w:rsid w:val="00056911"/>
    <w:rsid w:val="00056961"/>
    <w:rsid w:val="00057476"/>
    <w:rsid w:val="000574AE"/>
    <w:rsid w:val="0005799C"/>
    <w:rsid w:val="00060B0B"/>
    <w:rsid w:val="00060CC1"/>
    <w:rsid w:val="00060D14"/>
    <w:rsid w:val="00061184"/>
    <w:rsid w:val="00061601"/>
    <w:rsid w:val="000617D7"/>
    <w:rsid w:val="000638F9"/>
    <w:rsid w:val="000639A8"/>
    <w:rsid w:val="000647E4"/>
    <w:rsid w:val="000648D5"/>
    <w:rsid w:val="00064A91"/>
    <w:rsid w:val="00064FFA"/>
    <w:rsid w:val="0006508B"/>
    <w:rsid w:val="00065520"/>
    <w:rsid w:val="00065788"/>
    <w:rsid w:val="000659C6"/>
    <w:rsid w:val="00065A65"/>
    <w:rsid w:val="00065F5B"/>
    <w:rsid w:val="0006612A"/>
    <w:rsid w:val="000664E8"/>
    <w:rsid w:val="00067328"/>
    <w:rsid w:val="000703C0"/>
    <w:rsid w:val="00071E38"/>
    <w:rsid w:val="000720F1"/>
    <w:rsid w:val="000727BB"/>
    <w:rsid w:val="00072EC3"/>
    <w:rsid w:val="00073CB2"/>
    <w:rsid w:val="00074222"/>
    <w:rsid w:val="000742FD"/>
    <w:rsid w:val="00074B6F"/>
    <w:rsid w:val="00074FE4"/>
    <w:rsid w:val="0007664B"/>
    <w:rsid w:val="0007693D"/>
    <w:rsid w:val="00077756"/>
    <w:rsid w:val="00077B51"/>
    <w:rsid w:val="00080233"/>
    <w:rsid w:val="000802B2"/>
    <w:rsid w:val="00080694"/>
    <w:rsid w:val="0008078F"/>
    <w:rsid w:val="000812B7"/>
    <w:rsid w:val="000815DA"/>
    <w:rsid w:val="0008188C"/>
    <w:rsid w:val="000824CE"/>
    <w:rsid w:val="00082515"/>
    <w:rsid w:val="00082D6D"/>
    <w:rsid w:val="000830A2"/>
    <w:rsid w:val="00083C94"/>
    <w:rsid w:val="00084773"/>
    <w:rsid w:val="0008478D"/>
    <w:rsid w:val="00084971"/>
    <w:rsid w:val="0008547B"/>
    <w:rsid w:val="000857D2"/>
    <w:rsid w:val="000866EA"/>
    <w:rsid w:val="00087BB0"/>
    <w:rsid w:val="00090163"/>
    <w:rsid w:val="0009035F"/>
    <w:rsid w:val="000916B0"/>
    <w:rsid w:val="00092183"/>
    <w:rsid w:val="000922DC"/>
    <w:rsid w:val="0009285B"/>
    <w:rsid w:val="000930FD"/>
    <w:rsid w:val="00093165"/>
    <w:rsid w:val="0009343B"/>
    <w:rsid w:val="00094B79"/>
    <w:rsid w:val="00095D57"/>
    <w:rsid w:val="00095FF0"/>
    <w:rsid w:val="000967EA"/>
    <w:rsid w:val="00096F26"/>
    <w:rsid w:val="00097F82"/>
    <w:rsid w:val="000A0094"/>
    <w:rsid w:val="000A10BD"/>
    <w:rsid w:val="000A1237"/>
    <w:rsid w:val="000A19A3"/>
    <w:rsid w:val="000A1AD8"/>
    <w:rsid w:val="000A21E0"/>
    <w:rsid w:val="000A2502"/>
    <w:rsid w:val="000A382D"/>
    <w:rsid w:val="000A3CE9"/>
    <w:rsid w:val="000A4010"/>
    <w:rsid w:val="000A5FB0"/>
    <w:rsid w:val="000A619F"/>
    <w:rsid w:val="000A6391"/>
    <w:rsid w:val="000A64CC"/>
    <w:rsid w:val="000A67EA"/>
    <w:rsid w:val="000A68FD"/>
    <w:rsid w:val="000A6C85"/>
    <w:rsid w:val="000A6CD0"/>
    <w:rsid w:val="000A7B57"/>
    <w:rsid w:val="000A7BA6"/>
    <w:rsid w:val="000B04EB"/>
    <w:rsid w:val="000B083C"/>
    <w:rsid w:val="000B15D0"/>
    <w:rsid w:val="000B1A6D"/>
    <w:rsid w:val="000B1D86"/>
    <w:rsid w:val="000B3048"/>
    <w:rsid w:val="000B365D"/>
    <w:rsid w:val="000B3A02"/>
    <w:rsid w:val="000B40D9"/>
    <w:rsid w:val="000B4115"/>
    <w:rsid w:val="000B471C"/>
    <w:rsid w:val="000B4C5B"/>
    <w:rsid w:val="000B556A"/>
    <w:rsid w:val="000B6376"/>
    <w:rsid w:val="000B661E"/>
    <w:rsid w:val="000B689B"/>
    <w:rsid w:val="000B716C"/>
    <w:rsid w:val="000B76D0"/>
    <w:rsid w:val="000C0754"/>
    <w:rsid w:val="000C1468"/>
    <w:rsid w:val="000C2A40"/>
    <w:rsid w:val="000C32E5"/>
    <w:rsid w:val="000C398A"/>
    <w:rsid w:val="000C3A30"/>
    <w:rsid w:val="000C3A49"/>
    <w:rsid w:val="000C3A82"/>
    <w:rsid w:val="000C5E2C"/>
    <w:rsid w:val="000C646E"/>
    <w:rsid w:val="000C6616"/>
    <w:rsid w:val="000C6EBA"/>
    <w:rsid w:val="000C7323"/>
    <w:rsid w:val="000D0D50"/>
    <w:rsid w:val="000D158F"/>
    <w:rsid w:val="000D205C"/>
    <w:rsid w:val="000D2442"/>
    <w:rsid w:val="000D27E6"/>
    <w:rsid w:val="000D2A63"/>
    <w:rsid w:val="000D2BF8"/>
    <w:rsid w:val="000D3D82"/>
    <w:rsid w:val="000D4FC2"/>
    <w:rsid w:val="000D5527"/>
    <w:rsid w:val="000D5B09"/>
    <w:rsid w:val="000D6411"/>
    <w:rsid w:val="000D6E0A"/>
    <w:rsid w:val="000D76C0"/>
    <w:rsid w:val="000E0478"/>
    <w:rsid w:val="000E0512"/>
    <w:rsid w:val="000E0712"/>
    <w:rsid w:val="000E10C1"/>
    <w:rsid w:val="000E212A"/>
    <w:rsid w:val="000E333D"/>
    <w:rsid w:val="000E36C9"/>
    <w:rsid w:val="000E3F22"/>
    <w:rsid w:val="000E470F"/>
    <w:rsid w:val="000E47F5"/>
    <w:rsid w:val="000E48A9"/>
    <w:rsid w:val="000E49BF"/>
    <w:rsid w:val="000E50AA"/>
    <w:rsid w:val="000E5272"/>
    <w:rsid w:val="000E528F"/>
    <w:rsid w:val="000E549F"/>
    <w:rsid w:val="000E574D"/>
    <w:rsid w:val="000E5881"/>
    <w:rsid w:val="000E632B"/>
    <w:rsid w:val="000E64EB"/>
    <w:rsid w:val="000E656E"/>
    <w:rsid w:val="000E6A86"/>
    <w:rsid w:val="000E6EE0"/>
    <w:rsid w:val="000E7120"/>
    <w:rsid w:val="000F0C65"/>
    <w:rsid w:val="000F1E98"/>
    <w:rsid w:val="000F2821"/>
    <w:rsid w:val="000F2822"/>
    <w:rsid w:val="000F2A12"/>
    <w:rsid w:val="000F2CC2"/>
    <w:rsid w:val="000F355A"/>
    <w:rsid w:val="000F3F27"/>
    <w:rsid w:val="000F4082"/>
    <w:rsid w:val="000F453A"/>
    <w:rsid w:val="000F4A08"/>
    <w:rsid w:val="000F4AD9"/>
    <w:rsid w:val="000F539A"/>
    <w:rsid w:val="000F5FA5"/>
    <w:rsid w:val="000F61CF"/>
    <w:rsid w:val="000F6440"/>
    <w:rsid w:val="000F6D07"/>
    <w:rsid w:val="000F7E69"/>
    <w:rsid w:val="000F7FFE"/>
    <w:rsid w:val="00100B5C"/>
    <w:rsid w:val="00100C20"/>
    <w:rsid w:val="001012C8"/>
    <w:rsid w:val="0010150D"/>
    <w:rsid w:val="00101720"/>
    <w:rsid w:val="001017F0"/>
    <w:rsid w:val="00101E4F"/>
    <w:rsid w:val="00101E8F"/>
    <w:rsid w:val="00101F60"/>
    <w:rsid w:val="001022AB"/>
    <w:rsid w:val="001022EC"/>
    <w:rsid w:val="00103088"/>
    <w:rsid w:val="001030C9"/>
    <w:rsid w:val="0010331C"/>
    <w:rsid w:val="00104254"/>
    <w:rsid w:val="001044B4"/>
    <w:rsid w:val="001045B4"/>
    <w:rsid w:val="00104936"/>
    <w:rsid w:val="00104C84"/>
    <w:rsid w:val="001050D7"/>
    <w:rsid w:val="001056DB"/>
    <w:rsid w:val="0010582A"/>
    <w:rsid w:val="0010737E"/>
    <w:rsid w:val="001074DC"/>
    <w:rsid w:val="001102C2"/>
    <w:rsid w:val="001103DC"/>
    <w:rsid w:val="0011040C"/>
    <w:rsid w:val="00110614"/>
    <w:rsid w:val="001107AE"/>
    <w:rsid w:val="00110D06"/>
    <w:rsid w:val="00110E5C"/>
    <w:rsid w:val="001115B6"/>
    <w:rsid w:val="001124D6"/>
    <w:rsid w:val="00112CA4"/>
    <w:rsid w:val="00113675"/>
    <w:rsid w:val="001138D4"/>
    <w:rsid w:val="001147A5"/>
    <w:rsid w:val="001147D5"/>
    <w:rsid w:val="00114C0F"/>
    <w:rsid w:val="00114E8E"/>
    <w:rsid w:val="00115B30"/>
    <w:rsid w:val="00115F37"/>
    <w:rsid w:val="00116A13"/>
    <w:rsid w:val="00116AAE"/>
    <w:rsid w:val="00116EFD"/>
    <w:rsid w:val="001173AE"/>
    <w:rsid w:val="00117727"/>
    <w:rsid w:val="00117998"/>
    <w:rsid w:val="00117CBB"/>
    <w:rsid w:val="00120553"/>
    <w:rsid w:val="0012077D"/>
    <w:rsid w:val="001212BC"/>
    <w:rsid w:val="00121827"/>
    <w:rsid w:val="00121D19"/>
    <w:rsid w:val="00121E05"/>
    <w:rsid w:val="00121FF8"/>
    <w:rsid w:val="00122FEF"/>
    <w:rsid w:val="0012332D"/>
    <w:rsid w:val="00123337"/>
    <w:rsid w:val="00123A3E"/>
    <w:rsid w:val="00123B9D"/>
    <w:rsid w:val="00123E10"/>
    <w:rsid w:val="0012569A"/>
    <w:rsid w:val="001259E5"/>
    <w:rsid w:val="001262AC"/>
    <w:rsid w:val="001265F9"/>
    <w:rsid w:val="0012673C"/>
    <w:rsid w:val="00127733"/>
    <w:rsid w:val="00127B30"/>
    <w:rsid w:val="001300F7"/>
    <w:rsid w:val="00130D8A"/>
    <w:rsid w:val="00131D97"/>
    <w:rsid w:val="00131E2F"/>
    <w:rsid w:val="00131E73"/>
    <w:rsid w:val="0013265B"/>
    <w:rsid w:val="0013332F"/>
    <w:rsid w:val="001340B8"/>
    <w:rsid w:val="001340CF"/>
    <w:rsid w:val="001348AC"/>
    <w:rsid w:val="00135447"/>
    <w:rsid w:val="001358C4"/>
    <w:rsid w:val="00135CFF"/>
    <w:rsid w:val="00135FB5"/>
    <w:rsid w:val="00135FBE"/>
    <w:rsid w:val="001379FF"/>
    <w:rsid w:val="00137CB1"/>
    <w:rsid w:val="00137EFA"/>
    <w:rsid w:val="0014006F"/>
    <w:rsid w:val="00140081"/>
    <w:rsid w:val="00140402"/>
    <w:rsid w:val="00140850"/>
    <w:rsid w:val="00140E6E"/>
    <w:rsid w:val="001417C3"/>
    <w:rsid w:val="001419B6"/>
    <w:rsid w:val="001428CF"/>
    <w:rsid w:val="00142E37"/>
    <w:rsid w:val="00142F97"/>
    <w:rsid w:val="0014333D"/>
    <w:rsid w:val="0014508D"/>
    <w:rsid w:val="00145F6C"/>
    <w:rsid w:val="00146BCF"/>
    <w:rsid w:val="00146FF0"/>
    <w:rsid w:val="00147155"/>
    <w:rsid w:val="001477F1"/>
    <w:rsid w:val="00147968"/>
    <w:rsid w:val="001479DF"/>
    <w:rsid w:val="00147BA5"/>
    <w:rsid w:val="00147EFD"/>
    <w:rsid w:val="0015018A"/>
    <w:rsid w:val="0015257E"/>
    <w:rsid w:val="00153A87"/>
    <w:rsid w:val="00153C68"/>
    <w:rsid w:val="00153D59"/>
    <w:rsid w:val="00153F2C"/>
    <w:rsid w:val="0015427B"/>
    <w:rsid w:val="001543E4"/>
    <w:rsid w:val="0015454B"/>
    <w:rsid w:val="00157BDB"/>
    <w:rsid w:val="001603C3"/>
    <w:rsid w:val="001607AC"/>
    <w:rsid w:val="00160AAC"/>
    <w:rsid w:val="00161655"/>
    <w:rsid w:val="00161A0B"/>
    <w:rsid w:val="00161BEA"/>
    <w:rsid w:val="00161CF7"/>
    <w:rsid w:val="001622E9"/>
    <w:rsid w:val="00162C0D"/>
    <w:rsid w:val="00163A95"/>
    <w:rsid w:val="00163B98"/>
    <w:rsid w:val="00164352"/>
    <w:rsid w:val="00164BB2"/>
    <w:rsid w:val="00166513"/>
    <w:rsid w:val="00166590"/>
    <w:rsid w:val="00166CA4"/>
    <w:rsid w:val="00166F41"/>
    <w:rsid w:val="001676EF"/>
    <w:rsid w:val="00170400"/>
    <w:rsid w:val="001708FE"/>
    <w:rsid w:val="00170C44"/>
    <w:rsid w:val="00171860"/>
    <w:rsid w:val="00171F81"/>
    <w:rsid w:val="00172C8E"/>
    <w:rsid w:val="00173645"/>
    <w:rsid w:val="00173BB5"/>
    <w:rsid w:val="00173C85"/>
    <w:rsid w:val="001741DE"/>
    <w:rsid w:val="001758ED"/>
    <w:rsid w:val="00176431"/>
    <w:rsid w:val="001776E7"/>
    <w:rsid w:val="00177F4B"/>
    <w:rsid w:val="001801B6"/>
    <w:rsid w:val="00180BB5"/>
    <w:rsid w:val="00181B1F"/>
    <w:rsid w:val="00181C02"/>
    <w:rsid w:val="001824F3"/>
    <w:rsid w:val="00182510"/>
    <w:rsid w:val="0018257C"/>
    <w:rsid w:val="001836D1"/>
    <w:rsid w:val="00184A11"/>
    <w:rsid w:val="001865D3"/>
    <w:rsid w:val="00186635"/>
    <w:rsid w:val="00186B57"/>
    <w:rsid w:val="001874ED"/>
    <w:rsid w:val="00187C8A"/>
    <w:rsid w:val="001904A2"/>
    <w:rsid w:val="001915A9"/>
    <w:rsid w:val="001919AC"/>
    <w:rsid w:val="0019216C"/>
    <w:rsid w:val="00192987"/>
    <w:rsid w:val="00194235"/>
    <w:rsid w:val="00194321"/>
    <w:rsid w:val="0019484E"/>
    <w:rsid w:val="001961FD"/>
    <w:rsid w:val="00197161"/>
    <w:rsid w:val="001979AD"/>
    <w:rsid w:val="001A0166"/>
    <w:rsid w:val="001A022A"/>
    <w:rsid w:val="001A026B"/>
    <w:rsid w:val="001A0D75"/>
    <w:rsid w:val="001A0F39"/>
    <w:rsid w:val="001A0F94"/>
    <w:rsid w:val="001A16DD"/>
    <w:rsid w:val="001A16FF"/>
    <w:rsid w:val="001A194F"/>
    <w:rsid w:val="001A19FE"/>
    <w:rsid w:val="001A3337"/>
    <w:rsid w:val="001A4B3E"/>
    <w:rsid w:val="001A4EF2"/>
    <w:rsid w:val="001A5A49"/>
    <w:rsid w:val="001A639D"/>
    <w:rsid w:val="001A699C"/>
    <w:rsid w:val="001A6ABE"/>
    <w:rsid w:val="001A75EE"/>
    <w:rsid w:val="001A7C04"/>
    <w:rsid w:val="001A7D33"/>
    <w:rsid w:val="001B0C03"/>
    <w:rsid w:val="001B0D04"/>
    <w:rsid w:val="001B1263"/>
    <w:rsid w:val="001B173C"/>
    <w:rsid w:val="001B1841"/>
    <w:rsid w:val="001B1C49"/>
    <w:rsid w:val="001B1D68"/>
    <w:rsid w:val="001B2684"/>
    <w:rsid w:val="001B29F1"/>
    <w:rsid w:val="001B344B"/>
    <w:rsid w:val="001B38DD"/>
    <w:rsid w:val="001B4EAE"/>
    <w:rsid w:val="001B540B"/>
    <w:rsid w:val="001B6879"/>
    <w:rsid w:val="001B6DCA"/>
    <w:rsid w:val="001B7536"/>
    <w:rsid w:val="001B7673"/>
    <w:rsid w:val="001B79B8"/>
    <w:rsid w:val="001C02AB"/>
    <w:rsid w:val="001C0615"/>
    <w:rsid w:val="001C0886"/>
    <w:rsid w:val="001C17F3"/>
    <w:rsid w:val="001C23C0"/>
    <w:rsid w:val="001C28C3"/>
    <w:rsid w:val="001C3CB5"/>
    <w:rsid w:val="001C3DAC"/>
    <w:rsid w:val="001C3F7F"/>
    <w:rsid w:val="001C4529"/>
    <w:rsid w:val="001C5049"/>
    <w:rsid w:val="001C6062"/>
    <w:rsid w:val="001C6B89"/>
    <w:rsid w:val="001C710B"/>
    <w:rsid w:val="001D0C81"/>
    <w:rsid w:val="001D1394"/>
    <w:rsid w:val="001D17DF"/>
    <w:rsid w:val="001D1BAD"/>
    <w:rsid w:val="001D1D7A"/>
    <w:rsid w:val="001D2399"/>
    <w:rsid w:val="001D2D08"/>
    <w:rsid w:val="001D2D41"/>
    <w:rsid w:val="001D3B6B"/>
    <w:rsid w:val="001D48DC"/>
    <w:rsid w:val="001D5CC0"/>
    <w:rsid w:val="001D63E7"/>
    <w:rsid w:val="001D7182"/>
    <w:rsid w:val="001D7393"/>
    <w:rsid w:val="001D73EE"/>
    <w:rsid w:val="001D742D"/>
    <w:rsid w:val="001E0134"/>
    <w:rsid w:val="001E0664"/>
    <w:rsid w:val="001E0ACE"/>
    <w:rsid w:val="001E2071"/>
    <w:rsid w:val="001E21A1"/>
    <w:rsid w:val="001E23B2"/>
    <w:rsid w:val="001E2B9D"/>
    <w:rsid w:val="001E2D94"/>
    <w:rsid w:val="001E2F18"/>
    <w:rsid w:val="001E4549"/>
    <w:rsid w:val="001E5231"/>
    <w:rsid w:val="001E524F"/>
    <w:rsid w:val="001E58CC"/>
    <w:rsid w:val="001E5AC0"/>
    <w:rsid w:val="001E63E2"/>
    <w:rsid w:val="001E6908"/>
    <w:rsid w:val="001E6B11"/>
    <w:rsid w:val="001E6D1A"/>
    <w:rsid w:val="001E7704"/>
    <w:rsid w:val="001F0583"/>
    <w:rsid w:val="001F073E"/>
    <w:rsid w:val="001F0E0B"/>
    <w:rsid w:val="001F1DF2"/>
    <w:rsid w:val="001F1E18"/>
    <w:rsid w:val="001F21A7"/>
    <w:rsid w:val="001F21C1"/>
    <w:rsid w:val="001F22A9"/>
    <w:rsid w:val="001F265B"/>
    <w:rsid w:val="001F2A05"/>
    <w:rsid w:val="001F2D17"/>
    <w:rsid w:val="001F2EDF"/>
    <w:rsid w:val="001F2FEA"/>
    <w:rsid w:val="001F3138"/>
    <w:rsid w:val="001F3C8A"/>
    <w:rsid w:val="001F4165"/>
    <w:rsid w:val="001F54D8"/>
    <w:rsid w:val="001F5538"/>
    <w:rsid w:val="001F5F3C"/>
    <w:rsid w:val="001F71B8"/>
    <w:rsid w:val="001F75E8"/>
    <w:rsid w:val="001F7DB2"/>
    <w:rsid w:val="00200371"/>
    <w:rsid w:val="002004E4"/>
    <w:rsid w:val="0020075F"/>
    <w:rsid w:val="00200D47"/>
    <w:rsid w:val="002015CA"/>
    <w:rsid w:val="0020227F"/>
    <w:rsid w:val="002025F2"/>
    <w:rsid w:val="00202AEF"/>
    <w:rsid w:val="00202D98"/>
    <w:rsid w:val="00202EBE"/>
    <w:rsid w:val="00203322"/>
    <w:rsid w:val="002038BE"/>
    <w:rsid w:val="00203CDA"/>
    <w:rsid w:val="00203D21"/>
    <w:rsid w:val="002041B5"/>
    <w:rsid w:val="00204539"/>
    <w:rsid w:val="002047FF"/>
    <w:rsid w:val="00204B2B"/>
    <w:rsid w:val="00204FE0"/>
    <w:rsid w:val="00205140"/>
    <w:rsid w:val="00205304"/>
    <w:rsid w:val="00205D64"/>
    <w:rsid w:val="0020605C"/>
    <w:rsid w:val="0020652A"/>
    <w:rsid w:val="00206779"/>
    <w:rsid w:val="00206E52"/>
    <w:rsid w:val="00206EF4"/>
    <w:rsid w:val="002070A6"/>
    <w:rsid w:val="00207744"/>
    <w:rsid w:val="00210333"/>
    <w:rsid w:val="0021055B"/>
    <w:rsid w:val="00210E69"/>
    <w:rsid w:val="002110F9"/>
    <w:rsid w:val="00211154"/>
    <w:rsid w:val="00211309"/>
    <w:rsid w:val="00212DF1"/>
    <w:rsid w:val="00213298"/>
    <w:rsid w:val="00213919"/>
    <w:rsid w:val="002145D0"/>
    <w:rsid w:val="00215AAC"/>
    <w:rsid w:val="00215BBD"/>
    <w:rsid w:val="00216A12"/>
    <w:rsid w:val="002218F2"/>
    <w:rsid w:val="00221F73"/>
    <w:rsid w:val="0022215A"/>
    <w:rsid w:val="00222630"/>
    <w:rsid w:val="00222A21"/>
    <w:rsid w:val="0022444F"/>
    <w:rsid w:val="00224C46"/>
    <w:rsid w:val="00224EC3"/>
    <w:rsid w:val="00225236"/>
    <w:rsid w:val="002257C9"/>
    <w:rsid w:val="002262FD"/>
    <w:rsid w:val="002268FF"/>
    <w:rsid w:val="0022690C"/>
    <w:rsid w:val="00227EAD"/>
    <w:rsid w:val="00230497"/>
    <w:rsid w:val="0023056E"/>
    <w:rsid w:val="00230CE5"/>
    <w:rsid w:val="00230D8C"/>
    <w:rsid w:val="00231A58"/>
    <w:rsid w:val="00231B5F"/>
    <w:rsid w:val="002323B8"/>
    <w:rsid w:val="00232A70"/>
    <w:rsid w:val="00232D77"/>
    <w:rsid w:val="002340AF"/>
    <w:rsid w:val="00234DD2"/>
    <w:rsid w:val="00235151"/>
    <w:rsid w:val="00235352"/>
    <w:rsid w:val="00235581"/>
    <w:rsid w:val="00235AFA"/>
    <w:rsid w:val="00236C0C"/>
    <w:rsid w:val="00237592"/>
    <w:rsid w:val="00237A2D"/>
    <w:rsid w:val="00240359"/>
    <w:rsid w:val="00240696"/>
    <w:rsid w:val="00242A5E"/>
    <w:rsid w:val="002432E0"/>
    <w:rsid w:val="00244C1B"/>
    <w:rsid w:val="00245973"/>
    <w:rsid w:val="002464F8"/>
    <w:rsid w:val="00247787"/>
    <w:rsid w:val="00247A8B"/>
    <w:rsid w:val="00250092"/>
    <w:rsid w:val="002500C1"/>
    <w:rsid w:val="0025063F"/>
    <w:rsid w:val="00250737"/>
    <w:rsid w:val="002511BE"/>
    <w:rsid w:val="00251266"/>
    <w:rsid w:val="0025140F"/>
    <w:rsid w:val="002519A2"/>
    <w:rsid w:val="00252462"/>
    <w:rsid w:val="00252ADC"/>
    <w:rsid w:val="00252BE9"/>
    <w:rsid w:val="00253181"/>
    <w:rsid w:val="00253266"/>
    <w:rsid w:val="0025355A"/>
    <w:rsid w:val="002538FE"/>
    <w:rsid w:val="00254F41"/>
    <w:rsid w:val="00255C5D"/>
    <w:rsid w:val="00255DC6"/>
    <w:rsid w:val="002571D8"/>
    <w:rsid w:val="0025795A"/>
    <w:rsid w:val="00257B3F"/>
    <w:rsid w:val="00260004"/>
    <w:rsid w:val="00260329"/>
    <w:rsid w:val="00260B6E"/>
    <w:rsid w:val="00260C12"/>
    <w:rsid w:val="002610A7"/>
    <w:rsid w:val="002613F4"/>
    <w:rsid w:val="0026174A"/>
    <w:rsid w:val="002619F5"/>
    <w:rsid w:val="0026229D"/>
    <w:rsid w:val="00262593"/>
    <w:rsid w:val="00263FC4"/>
    <w:rsid w:val="00264250"/>
    <w:rsid w:val="002642F3"/>
    <w:rsid w:val="00264D2D"/>
    <w:rsid w:val="00264F3A"/>
    <w:rsid w:val="002672E7"/>
    <w:rsid w:val="00267398"/>
    <w:rsid w:val="002675DB"/>
    <w:rsid w:val="00267954"/>
    <w:rsid w:val="002679C2"/>
    <w:rsid w:val="00267B50"/>
    <w:rsid w:val="00267C85"/>
    <w:rsid w:val="0027022D"/>
    <w:rsid w:val="00270526"/>
    <w:rsid w:val="002709CE"/>
    <w:rsid w:val="00271CEE"/>
    <w:rsid w:val="00272341"/>
    <w:rsid w:val="00272441"/>
    <w:rsid w:val="0027275B"/>
    <w:rsid w:val="002729DA"/>
    <w:rsid w:val="002734E9"/>
    <w:rsid w:val="0027388E"/>
    <w:rsid w:val="00273AA6"/>
    <w:rsid w:val="0027442C"/>
    <w:rsid w:val="0027565D"/>
    <w:rsid w:val="002763B1"/>
    <w:rsid w:val="00276609"/>
    <w:rsid w:val="00276A1B"/>
    <w:rsid w:val="00277509"/>
    <w:rsid w:val="0027757F"/>
    <w:rsid w:val="0028064D"/>
    <w:rsid w:val="002807CA"/>
    <w:rsid w:val="00280AFF"/>
    <w:rsid w:val="00280E8D"/>
    <w:rsid w:val="002815CD"/>
    <w:rsid w:val="00281CCF"/>
    <w:rsid w:val="002825C3"/>
    <w:rsid w:val="00283233"/>
    <w:rsid w:val="00283BD4"/>
    <w:rsid w:val="00283C92"/>
    <w:rsid w:val="002840A1"/>
    <w:rsid w:val="002843F0"/>
    <w:rsid w:val="00284546"/>
    <w:rsid w:val="002851D6"/>
    <w:rsid w:val="00285636"/>
    <w:rsid w:val="0028576D"/>
    <w:rsid w:val="00285CF9"/>
    <w:rsid w:val="00285FF0"/>
    <w:rsid w:val="002860C9"/>
    <w:rsid w:val="00286205"/>
    <w:rsid w:val="002865DD"/>
    <w:rsid w:val="0028663B"/>
    <w:rsid w:val="00286757"/>
    <w:rsid w:val="00286F5F"/>
    <w:rsid w:val="0028710D"/>
    <w:rsid w:val="002873A6"/>
    <w:rsid w:val="00287FD2"/>
    <w:rsid w:val="0029012B"/>
    <w:rsid w:val="00290699"/>
    <w:rsid w:val="00290907"/>
    <w:rsid w:val="0029099B"/>
    <w:rsid w:val="00290D69"/>
    <w:rsid w:val="00291B30"/>
    <w:rsid w:val="002935E7"/>
    <w:rsid w:val="00294801"/>
    <w:rsid w:val="00294C2E"/>
    <w:rsid w:val="0029511F"/>
    <w:rsid w:val="00295492"/>
    <w:rsid w:val="002955C6"/>
    <w:rsid w:val="00295659"/>
    <w:rsid w:val="00296356"/>
    <w:rsid w:val="002964F0"/>
    <w:rsid w:val="0029687A"/>
    <w:rsid w:val="00296CE7"/>
    <w:rsid w:val="00297473"/>
    <w:rsid w:val="002975F7"/>
    <w:rsid w:val="00297625"/>
    <w:rsid w:val="00297B29"/>
    <w:rsid w:val="00297FEA"/>
    <w:rsid w:val="002A0127"/>
    <w:rsid w:val="002A029C"/>
    <w:rsid w:val="002A0449"/>
    <w:rsid w:val="002A06F1"/>
    <w:rsid w:val="002A10A7"/>
    <w:rsid w:val="002A29B2"/>
    <w:rsid w:val="002A2B16"/>
    <w:rsid w:val="002A332B"/>
    <w:rsid w:val="002A351B"/>
    <w:rsid w:val="002A395B"/>
    <w:rsid w:val="002A3CB5"/>
    <w:rsid w:val="002A46AB"/>
    <w:rsid w:val="002A4897"/>
    <w:rsid w:val="002A538F"/>
    <w:rsid w:val="002A54EE"/>
    <w:rsid w:val="002A5B5E"/>
    <w:rsid w:val="002A5C04"/>
    <w:rsid w:val="002A65C1"/>
    <w:rsid w:val="002A6A37"/>
    <w:rsid w:val="002A6DB0"/>
    <w:rsid w:val="002A7953"/>
    <w:rsid w:val="002A7EC5"/>
    <w:rsid w:val="002B0155"/>
    <w:rsid w:val="002B1813"/>
    <w:rsid w:val="002B19EE"/>
    <w:rsid w:val="002B2882"/>
    <w:rsid w:val="002B2D79"/>
    <w:rsid w:val="002B2DE5"/>
    <w:rsid w:val="002B34B8"/>
    <w:rsid w:val="002B3E42"/>
    <w:rsid w:val="002B48CC"/>
    <w:rsid w:val="002B4ADF"/>
    <w:rsid w:val="002B4D70"/>
    <w:rsid w:val="002B5568"/>
    <w:rsid w:val="002B5655"/>
    <w:rsid w:val="002B5A5E"/>
    <w:rsid w:val="002B5B96"/>
    <w:rsid w:val="002B5FC8"/>
    <w:rsid w:val="002B661C"/>
    <w:rsid w:val="002B7D08"/>
    <w:rsid w:val="002B7E7C"/>
    <w:rsid w:val="002C06DE"/>
    <w:rsid w:val="002C095C"/>
    <w:rsid w:val="002C099D"/>
    <w:rsid w:val="002C1490"/>
    <w:rsid w:val="002C1624"/>
    <w:rsid w:val="002C17AF"/>
    <w:rsid w:val="002C293E"/>
    <w:rsid w:val="002C2F69"/>
    <w:rsid w:val="002C3800"/>
    <w:rsid w:val="002C3823"/>
    <w:rsid w:val="002C420A"/>
    <w:rsid w:val="002C469A"/>
    <w:rsid w:val="002C4C4D"/>
    <w:rsid w:val="002C6DAE"/>
    <w:rsid w:val="002C6E7D"/>
    <w:rsid w:val="002D082E"/>
    <w:rsid w:val="002D1ACE"/>
    <w:rsid w:val="002D1CA1"/>
    <w:rsid w:val="002D24E5"/>
    <w:rsid w:val="002D254C"/>
    <w:rsid w:val="002D2E21"/>
    <w:rsid w:val="002D2F49"/>
    <w:rsid w:val="002D2FD9"/>
    <w:rsid w:val="002D3215"/>
    <w:rsid w:val="002D334D"/>
    <w:rsid w:val="002D3E40"/>
    <w:rsid w:val="002D4200"/>
    <w:rsid w:val="002D432C"/>
    <w:rsid w:val="002D44E4"/>
    <w:rsid w:val="002D4AD9"/>
    <w:rsid w:val="002D4B87"/>
    <w:rsid w:val="002D54DC"/>
    <w:rsid w:val="002D550F"/>
    <w:rsid w:val="002D62D4"/>
    <w:rsid w:val="002D65B9"/>
    <w:rsid w:val="002D6B3A"/>
    <w:rsid w:val="002E0C62"/>
    <w:rsid w:val="002E150E"/>
    <w:rsid w:val="002E19DE"/>
    <w:rsid w:val="002E1B33"/>
    <w:rsid w:val="002E24D0"/>
    <w:rsid w:val="002E2CE9"/>
    <w:rsid w:val="002E34A0"/>
    <w:rsid w:val="002E3AC5"/>
    <w:rsid w:val="002E41B5"/>
    <w:rsid w:val="002E4647"/>
    <w:rsid w:val="002E4D23"/>
    <w:rsid w:val="002E52D5"/>
    <w:rsid w:val="002E6B56"/>
    <w:rsid w:val="002E7D00"/>
    <w:rsid w:val="002F0874"/>
    <w:rsid w:val="002F1CCE"/>
    <w:rsid w:val="002F2379"/>
    <w:rsid w:val="002F2914"/>
    <w:rsid w:val="002F2D1A"/>
    <w:rsid w:val="002F2F53"/>
    <w:rsid w:val="002F2FF2"/>
    <w:rsid w:val="002F3498"/>
    <w:rsid w:val="002F375C"/>
    <w:rsid w:val="002F40ED"/>
    <w:rsid w:val="002F4406"/>
    <w:rsid w:val="002F4AD0"/>
    <w:rsid w:val="002F556B"/>
    <w:rsid w:val="002F61CB"/>
    <w:rsid w:val="002F628B"/>
    <w:rsid w:val="002F7000"/>
    <w:rsid w:val="002F7872"/>
    <w:rsid w:val="002F7A9B"/>
    <w:rsid w:val="003011A9"/>
    <w:rsid w:val="00301680"/>
    <w:rsid w:val="003018E0"/>
    <w:rsid w:val="00301BD2"/>
    <w:rsid w:val="0030201B"/>
    <w:rsid w:val="003025B3"/>
    <w:rsid w:val="003025CF"/>
    <w:rsid w:val="0030278F"/>
    <w:rsid w:val="00302A22"/>
    <w:rsid w:val="00302C69"/>
    <w:rsid w:val="0030446E"/>
    <w:rsid w:val="003044E6"/>
    <w:rsid w:val="00304D96"/>
    <w:rsid w:val="00304E87"/>
    <w:rsid w:val="003055FA"/>
    <w:rsid w:val="00306424"/>
    <w:rsid w:val="003064EE"/>
    <w:rsid w:val="003071FA"/>
    <w:rsid w:val="003077A3"/>
    <w:rsid w:val="003078CE"/>
    <w:rsid w:val="00311410"/>
    <w:rsid w:val="0031141B"/>
    <w:rsid w:val="003116A0"/>
    <w:rsid w:val="00311D14"/>
    <w:rsid w:val="00311D41"/>
    <w:rsid w:val="00312016"/>
    <w:rsid w:val="003121C4"/>
    <w:rsid w:val="003122DF"/>
    <w:rsid w:val="00312AE1"/>
    <w:rsid w:val="00312ED3"/>
    <w:rsid w:val="00313C78"/>
    <w:rsid w:val="00313E47"/>
    <w:rsid w:val="00313FC0"/>
    <w:rsid w:val="00314ACD"/>
    <w:rsid w:val="00314D14"/>
    <w:rsid w:val="00315427"/>
    <w:rsid w:val="00315B32"/>
    <w:rsid w:val="00315C93"/>
    <w:rsid w:val="00316413"/>
    <w:rsid w:val="00316A05"/>
    <w:rsid w:val="00316A86"/>
    <w:rsid w:val="00316FC8"/>
    <w:rsid w:val="00317A27"/>
    <w:rsid w:val="00320691"/>
    <w:rsid w:val="0032114F"/>
    <w:rsid w:val="003212AA"/>
    <w:rsid w:val="00321676"/>
    <w:rsid w:val="00321A56"/>
    <w:rsid w:val="00322225"/>
    <w:rsid w:val="0032226D"/>
    <w:rsid w:val="00322C56"/>
    <w:rsid w:val="00323831"/>
    <w:rsid w:val="0032397F"/>
    <w:rsid w:val="00323C8B"/>
    <w:rsid w:val="00323E38"/>
    <w:rsid w:val="00323FF6"/>
    <w:rsid w:val="00324080"/>
    <w:rsid w:val="00324A09"/>
    <w:rsid w:val="0032521C"/>
    <w:rsid w:val="00325833"/>
    <w:rsid w:val="003262DB"/>
    <w:rsid w:val="003275A1"/>
    <w:rsid w:val="00330407"/>
    <w:rsid w:val="00330C23"/>
    <w:rsid w:val="00331142"/>
    <w:rsid w:val="003317B1"/>
    <w:rsid w:val="00331EC9"/>
    <w:rsid w:val="00333563"/>
    <w:rsid w:val="00333B7C"/>
    <w:rsid w:val="0033414E"/>
    <w:rsid w:val="003344D4"/>
    <w:rsid w:val="003348C6"/>
    <w:rsid w:val="00334F3A"/>
    <w:rsid w:val="0033552F"/>
    <w:rsid w:val="0033609E"/>
    <w:rsid w:val="00336DA5"/>
    <w:rsid w:val="0033706B"/>
    <w:rsid w:val="003372A5"/>
    <w:rsid w:val="0034018F"/>
    <w:rsid w:val="003412F3"/>
    <w:rsid w:val="00342D7E"/>
    <w:rsid w:val="00342FDE"/>
    <w:rsid w:val="003436F0"/>
    <w:rsid w:val="00343E56"/>
    <w:rsid w:val="00343EA4"/>
    <w:rsid w:val="00344020"/>
    <w:rsid w:val="00344BB7"/>
    <w:rsid w:val="00344BF3"/>
    <w:rsid w:val="00346620"/>
    <w:rsid w:val="00346DA6"/>
    <w:rsid w:val="00346E07"/>
    <w:rsid w:val="00347476"/>
    <w:rsid w:val="00347BBE"/>
    <w:rsid w:val="00347DC7"/>
    <w:rsid w:val="00347F53"/>
    <w:rsid w:val="003500EB"/>
    <w:rsid w:val="0035069C"/>
    <w:rsid w:val="0035086C"/>
    <w:rsid w:val="0035091E"/>
    <w:rsid w:val="0035179B"/>
    <w:rsid w:val="00351A5F"/>
    <w:rsid w:val="00352186"/>
    <w:rsid w:val="003524AD"/>
    <w:rsid w:val="00353216"/>
    <w:rsid w:val="00354516"/>
    <w:rsid w:val="00354D79"/>
    <w:rsid w:val="00354E18"/>
    <w:rsid w:val="003550B6"/>
    <w:rsid w:val="00355BDC"/>
    <w:rsid w:val="00355E32"/>
    <w:rsid w:val="00355F66"/>
    <w:rsid w:val="00356007"/>
    <w:rsid w:val="00356755"/>
    <w:rsid w:val="00357EC9"/>
    <w:rsid w:val="003610F8"/>
    <w:rsid w:val="00361A83"/>
    <w:rsid w:val="003620D2"/>
    <w:rsid w:val="00362C01"/>
    <w:rsid w:val="00363008"/>
    <w:rsid w:val="00363B08"/>
    <w:rsid w:val="00364979"/>
    <w:rsid w:val="00364FA5"/>
    <w:rsid w:val="00365427"/>
    <w:rsid w:val="00365544"/>
    <w:rsid w:val="003660B1"/>
    <w:rsid w:val="00367082"/>
    <w:rsid w:val="0036710D"/>
    <w:rsid w:val="00367FAE"/>
    <w:rsid w:val="003700C4"/>
    <w:rsid w:val="003702FE"/>
    <w:rsid w:val="00370A2F"/>
    <w:rsid w:val="00370A9D"/>
    <w:rsid w:val="003712A8"/>
    <w:rsid w:val="00371BBD"/>
    <w:rsid w:val="0037282B"/>
    <w:rsid w:val="00373234"/>
    <w:rsid w:val="0037324D"/>
    <w:rsid w:val="003733FB"/>
    <w:rsid w:val="003746E7"/>
    <w:rsid w:val="003752B4"/>
    <w:rsid w:val="003754FD"/>
    <w:rsid w:val="00375656"/>
    <w:rsid w:val="003758DE"/>
    <w:rsid w:val="00375934"/>
    <w:rsid w:val="00375C42"/>
    <w:rsid w:val="00376626"/>
    <w:rsid w:val="00376D1C"/>
    <w:rsid w:val="00380973"/>
    <w:rsid w:val="00381168"/>
    <w:rsid w:val="0038129A"/>
    <w:rsid w:val="00381C3A"/>
    <w:rsid w:val="00381F81"/>
    <w:rsid w:val="003823A0"/>
    <w:rsid w:val="003829D4"/>
    <w:rsid w:val="003836A5"/>
    <w:rsid w:val="0038392B"/>
    <w:rsid w:val="00383A9F"/>
    <w:rsid w:val="00383DF4"/>
    <w:rsid w:val="0038414A"/>
    <w:rsid w:val="003842E2"/>
    <w:rsid w:val="00384DB7"/>
    <w:rsid w:val="00384F46"/>
    <w:rsid w:val="00385510"/>
    <w:rsid w:val="00385E44"/>
    <w:rsid w:val="00385E4C"/>
    <w:rsid w:val="00385F5B"/>
    <w:rsid w:val="003864E4"/>
    <w:rsid w:val="0038679C"/>
    <w:rsid w:val="00386D8A"/>
    <w:rsid w:val="00386F94"/>
    <w:rsid w:val="00387115"/>
    <w:rsid w:val="00387AA7"/>
    <w:rsid w:val="00387D85"/>
    <w:rsid w:val="00390115"/>
    <w:rsid w:val="0039012F"/>
    <w:rsid w:val="00391899"/>
    <w:rsid w:val="0039260A"/>
    <w:rsid w:val="00393109"/>
    <w:rsid w:val="00393501"/>
    <w:rsid w:val="00393777"/>
    <w:rsid w:val="00393C26"/>
    <w:rsid w:val="0039468C"/>
    <w:rsid w:val="00394EA9"/>
    <w:rsid w:val="003959C5"/>
    <w:rsid w:val="00395AF2"/>
    <w:rsid w:val="00395D0A"/>
    <w:rsid w:val="0039770C"/>
    <w:rsid w:val="0039796C"/>
    <w:rsid w:val="003A0051"/>
    <w:rsid w:val="003A04D2"/>
    <w:rsid w:val="003A086C"/>
    <w:rsid w:val="003A0F81"/>
    <w:rsid w:val="003A1272"/>
    <w:rsid w:val="003A2223"/>
    <w:rsid w:val="003A324D"/>
    <w:rsid w:val="003A3ACF"/>
    <w:rsid w:val="003A4D89"/>
    <w:rsid w:val="003A4F63"/>
    <w:rsid w:val="003A50ED"/>
    <w:rsid w:val="003A5468"/>
    <w:rsid w:val="003A5E92"/>
    <w:rsid w:val="003A6007"/>
    <w:rsid w:val="003A67B0"/>
    <w:rsid w:val="003A6893"/>
    <w:rsid w:val="003A6A02"/>
    <w:rsid w:val="003A7306"/>
    <w:rsid w:val="003A7EBA"/>
    <w:rsid w:val="003B1650"/>
    <w:rsid w:val="003B2383"/>
    <w:rsid w:val="003B2962"/>
    <w:rsid w:val="003B29C9"/>
    <w:rsid w:val="003B2CEB"/>
    <w:rsid w:val="003B35E4"/>
    <w:rsid w:val="003B403E"/>
    <w:rsid w:val="003B4CCF"/>
    <w:rsid w:val="003B53B7"/>
    <w:rsid w:val="003B5B0D"/>
    <w:rsid w:val="003B6003"/>
    <w:rsid w:val="003B6043"/>
    <w:rsid w:val="003B628C"/>
    <w:rsid w:val="003B684D"/>
    <w:rsid w:val="003B6D7D"/>
    <w:rsid w:val="003B6DFB"/>
    <w:rsid w:val="003B75FB"/>
    <w:rsid w:val="003B7816"/>
    <w:rsid w:val="003B7D76"/>
    <w:rsid w:val="003C2942"/>
    <w:rsid w:val="003C45B2"/>
    <w:rsid w:val="003C48E1"/>
    <w:rsid w:val="003C492C"/>
    <w:rsid w:val="003C5071"/>
    <w:rsid w:val="003C5128"/>
    <w:rsid w:val="003C60E4"/>
    <w:rsid w:val="003C6944"/>
    <w:rsid w:val="003C6C25"/>
    <w:rsid w:val="003C75BD"/>
    <w:rsid w:val="003C75DA"/>
    <w:rsid w:val="003C7624"/>
    <w:rsid w:val="003C7BAC"/>
    <w:rsid w:val="003D01DB"/>
    <w:rsid w:val="003D0908"/>
    <w:rsid w:val="003D0CF7"/>
    <w:rsid w:val="003D1554"/>
    <w:rsid w:val="003D1763"/>
    <w:rsid w:val="003D20D7"/>
    <w:rsid w:val="003D21AC"/>
    <w:rsid w:val="003D2831"/>
    <w:rsid w:val="003D2BEF"/>
    <w:rsid w:val="003D3090"/>
    <w:rsid w:val="003D360F"/>
    <w:rsid w:val="003D390B"/>
    <w:rsid w:val="003D48EE"/>
    <w:rsid w:val="003D4DB4"/>
    <w:rsid w:val="003D4E2D"/>
    <w:rsid w:val="003D4E53"/>
    <w:rsid w:val="003D5439"/>
    <w:rsid w:val="003D5794"/>
    <w:rsid w:val="003D5CE1"/>
    <w:rsid w:val="003D601B"/>
    <w:rsid w:val="003D6051"/>
    <w:rsid w:val="003D7201"/>
    <w:rsid w:val="003D7690"/>
    <w:rsid w:val="003D7944"/>
    <w:rsid w:val="003D7D1E"/>
    <w:rsid w:val="003E025D"/>
    <w:rsid w:val="003E0939"/>
    <w:rsid w:val="003E0FF0"/>
    <w:rsid w:val="003E1045"/>
    <w:rsid w:val="003E19B3"/>
    <w:rsid w:val="003E1B17"/>
    <w:rsid w:val="003E2A54"/>
    <w:rsid w:val="003E2BAA"/>
    <w:rsid w:val="003E32FC"/>
    <w:rsid w:val="003E395A"/>
    <w:rsid w:val="003E3DDA"/>
    <w:rsid w:val="003E51F7"/>
    <w:rsid w:val="003E5445"/>
    <w:rsid w:val="003E593F"/>
    <w:rsid w:val="003E6E63"/>
    <w:rsid w:val="003E7948"/>
    <w:rsid w:val="003F0993"/>
    <w:rsid w:val="003F0B95"/>
    <w:rsid w:val="003F0DD2"/>
    <w:rsid w:val="003F15CB"/>
    <w:rsid w:val="003F21C1"/>
    <w:rsid w:val="003F42E7"/>
    <w:rsid w:val="003F5012"/>
    <w:rsid w:val="003F54B7"/>
    <w:rsid w:val="003F54BD"/>
    <w:rsid w:val="003F5CD9"/>
    <w:rsid w:val="003F6159"/>
    <w:rsid w:val="003F68E6"/>
    <w:rsid w:val="003F6DF0"/>
    <w:rsid w:val="00401D28"/>
    <w:rsid w:val="00403DDA"/>
    <w:rsid w:val="00404E66"/>
    <w:rsid w:val="004057C6"/>
    <w:rsid w:val="004057CD"/>
    <w:rsid w:val="004072BD"/>
    <w:rsid w:val="004074DD"/>
    <w:rsid w:val="004113C6"/>
    <w:rsid w:val="00411694"/>
    <w:rsid w:val="00412598"/>
    <w:rsid w:val="00412E96"/>
    <w:rsid w:val="004132F5"/>
    <w:rsid w:val="004133B2"/>
    <w:rsid w:val="004141CD"/>
    <w:rsid w:val="00414230"/>
    <w:rsid w:val="004142A9"/>
    <w:rsid w:val="004146DB"/>
    <w:rsid w:val="0041554A"/>
    <w:rsid w:val="00415604"/>
    <w:rsid w:val="00416709"/>
    <w:rsid w:val="004177BF"/>
    <w:rsid w:val="00417866"/>
    <w:rsid w:val="00420BD7"/>
    <w:rsid w:val="00421144"/>
    <w:rsid w:val="00422C45"/>
    <w:rsid w:val="004230B8"/>
    <w:rsid w:val="00423379"/>
    <w:rsid w:val="00423417"/>
    <w:rsid w:val="0042380C"/>
    <w:rsid w:val="0042473A"/>
    <w:rsid w:val="00424748"/>
    <w:rsid w:val="00424B29"/>
    <w:rsid w:val="00425154"/>
    <w:rsid w:val="00425181"/>
    <w:rsid w:val="004253C3"/>
    <w:rsid w:val="004253FB"/>
    <w:rsid w:val="00425474"/>
    <w:rsid w:val="00425B4E"/>
    <w:rsid w:val="004261F7"/>
    <w:rsid w:val="004269C7"/>
    <w:rsid w:val="00426C5C"/>
    <w:rsid w:val="0042701E"/>
    <w:rsid w:val="00427834"/>
    <w:rsid w:val="0043067C"/>
    <w:rsid w:val="004317C1"/>
    <w:rsid w:val="004318CA"/>
    <w:rsid w:val="0043262B"/>
    <w:rsid w:val="00433541"/>
    <w:rsid w:val="004336D8"/>
    <w:rsid w:val="00433A2A"/>
    <w:rsid w:val="00433BDD"/>
    <w:rsid w:val="00433DFE"/>
    <w:rsid w:val="00433F54"/>
    <w:rsid w:val="00434752"/>
    <w:rsid w:val="004347B7"/>
    <w:rsid w:val="00434A4E"/>
    <w:rsid w:val="00435016"/>
    <w:rsid w:val="00435B5D"/>
    <w:rsid w:val="00436502"/>
    <w:rsid w:val="00437026"/>
    <w:rsid w:val="004370CE"/>
    <w:rsid w:val="00437311"/>
    <w:rsid w:val="004378C5"/>
    <w:rsid w:val="00437C4A"/>
    <w:rsid w:val="004400BB"/>
    <w:rsid w:val="00440163"/>
    <w:rsid w:val="004409DC"/>
    <w:rsid w:val="00440D37"/>
    <w:rsid w:val="004427B7"/>
    <w:rsid w:val="00443741"/>
    <w:rsid w:val="00443BB8"/>
    <w:rsid w:val="004440FC"/>
    <w:rsid w:val="004446F9"/>
    <w:rsid w:val="0044497C"/>
    <w:rsid w:val="00444AAE"/>
    <w:rsid w:val="00445198"/>
    <w:rsid w:val="0044617F"/>
    <w:rsid w:val="0044624C"/>
    <w:rsid w:val="0044655C"/>
    <w:rsid w:val="00446DAD"/>
    <w:rsid w:val="00446F3F"/>
    <w:rsid w:val="0044760F"/>
    <w:rsid w:val="00447B57"/>
    <w:rsid w:val="00450019"/>
    <w:rsid w:val="00450961"/>
    <w:rsid w:val="00450A88"/>
    <w:rsid w:val="00450AB5"/>
    <w:rsid w:val="0045160F"/>
    <w:rsid w:val="00451BA8"/>
    <w:rsid w:val="00451D2E"/>
    <w:rsid w:val="00452C2C"/>
    <w:rsid w:val="00453A02"/>
    <w:rsid w:val="00453C5D"/>
    <w:rsid w:val="00453D51"/>
    <w:rsid w:val="004558C7"/>
    <w:rsid w:val="00455B13"/>
    <w:rsid w:val="00455D96"/>
    <w:rsid w:val="00456110"/>
    <w:rsid w:val="004565FD"/>
    <w:rsid w:val="00456E36"/>
    <w:rsid w:val="00456E74"/>
    <w:rsid w:val="00460665"/>
    <w:rsid w:val="00461A0C"/>
    <w:rsid w:val="00461E64"/>
    <w:rsid w:val="00461FD6"/>
    <w:rsid w:val="00462596"/>
    <w:rsid w:val="00462765"/>
    <w:rsid w:val="00462AB4"/>
    <w:rsid w:val="00463A36"/>
    <w:rsid w:val="00463EAB"/>
    <w:rsid w:val="00464DBD"/>
    <w:rsid w:val="00465340"/>
    <w:rsid w:val="0046537D"/>
    <w:rsid w:val="0046554B"/>
    <w:rsid w:val="0046590A"/>
    <w:rsid w:val="00466964"/>
    <w:rsid w:val="0046720A"/>
    <w:rsid w:val="004678F7"/>
    <w:rsid w:val="00467999"/>
    <w:rsid w:val="00467D68"/>
    <w:rsid w:val="00470ACF"/>
    <w:rsid w:val="00471ABB"/>
    <w:rsid w:val="0047205B"/>
    <w:rsid w:val="004733E5"/>
    <w:rsid w:val="00474059"/>
    <w:rsid w:val="004740B5"/>
    <w:rsid w:val="0047412A"/>
    <w:rsid w:val="00474613"/>
    <w:rsid w:val="004776CE"/>
    <w:rsid w:val="0047791D"/>
    <w:rsid w:val="00477CB9"/>
    <w:rsid w:val="00477D09"/>
    <w:rsid w:val="004802B0"/>
    <w:rsid w:val="00480DDF"/>
    <w:rsid w:val="00480E9B"/>
    <w:rsid w:val="00481437"/>
    <w:rsid w:val="00481C1A"/>
    <w:rsid w:val="00482599"/>
    <w:rsid w:val="0048283B"/>
    <w:rsid w:val="00482BFF"/>
    <w:rsid w:val="0048338D"/>
    <w:rsid w:val="00483AEB"/>
    <w:rsid w:val="00483B0F"/>
    <w:rsid w:val="00483CE3"/>
    <w:rsid w:val="00484BC1"/>
    <w:rsid w:val="00484DCF"/>
    <w:rsid w:val="00486162"/>
    <w:rsid w:val="00486866"/>
    <w:rsid w:val="00486A1F"/>
    <w:rsid w:val="004876C2"/>
    <w:rsid w:val="00487D11"/>
    <w:rsid w:val="00487FB5"/>
    <w:rsid w:val="0049093E"/>
    <w:rsid w:val="004916DB"/>
    <w:rsid w:val="00492D01"/>
    <w:rsid w:val="004942D9"/>
    <w:rsid w:val="004943BF"/>
    <w:rsid w:val="00494655"/>
    <w:rsid w:val="00494BF8"/>
    <w:rsid w:val="004951D0"/>
    <w:rsid w:val="0049520B"/>
    <w:rsid w:val="004961F9"/>
    <w:rsid w:val="00496500"/>
    <w:rsid w:val="004975B4"/>
    <w:rsid w:val="004A042A"/>
    <w:rsid w:val="004A0686"/>
    <w:rsid w:val="004A0739"/>
    <w:rsid w:val="004A10FD"/>
    <w:rsid w:val="004A196F"/>
    <w:rsid w:val="004A19DC"/>
    <w:rsid w:val="004A1AFC"/>
    <w:rsid w:val="004A1F5C"/>
    <w:rsid w:val="004A2442"/>
    <w:rsid w:val="004A25AC"/>
    <w:rsid w:val="004A3266"/>
    <w:rsid w:val="004A38D8"/>
    <w:rsid w:val="004A39A3"/>
    <w:rsid w:val="004A3DA7"/>
    <w:rsid w:val="004A4BB9"/>
    <w:rsid w:val="004A4E44"/>
    <w:rsid w:val="004A58F0"/>
    <w:rsid w:val="004A5EB8"/>
    <w:rsid w:val="004A6C1E"/>
    <w:rsid w:val="004A6CDC"/>
    <w:rsid w:val="004A7699"/>
    <w:rsid w:val="004A7EC0"/>
    <w:rsid w:val="004B0E93"/>
    <w:rsid w:val="004B1DD1"/>
    <w:rsid w:val="004B20B3"/>
    <w:rsid w:val="004B218E"/>
    <w:rsid w:val="004B2317"/>
    <w:rsid w:val="004B31EC"/>
    <w:rsid w:val="004B35B9"/>
    <w:rsid w:val="004B3AF3"/>
    <w:rsid w:val="004B4430"/>
    <w:rsid w:val="004B479F"/>
    <w:rsid w:val="004B492E"/>
    <w:rsid w:val="004B5957"/>
    <w:rsid w:val="004B5E49"/>
    <w:rsid w:val="004B635F"/>
    <w:rsid w:val="004B67F7"/>
    <w:rsid w:val="004B7440"/>
    <w:rsid w:val="004B763F"/>
    <w:rsid w:val="004B7CC4"/>
    <w:rsid w:val="004C0338"/>
    <w:rsid w:val="004C07D7"/>
    <w:rsid w:val="004C103E"/>
    <w:rsid w:val="004C156E"/>
    <w:rsid w:val="004C1D3C"/>
    <w:rsid w:val="004C22E6"/>
    <w:rsid w:val="004C4229"/>
    <w:rsid w:val="004C48E1"/>
    <w:rsid w:val="004C48F7"/>
    <w:rsid w:val="004C562E"/>
    <w:rsid w:val="004C5DC4"/>
    <w:rsid w:val="004C5F5A"/>
    <w:rsid w:val="004C67C3"/>
    <w:rsid w:val="004C7176"/>
    <w:rsid w:val="004C7E90"/>
    <w:rsid w:val="004D01A1"/>
    <w:rsid w:val="004D0880"/>
    <w:rsid w:val="004D08BE"/>
    <w:rsid w:val="004D0F07"/>
    <w:rsid w:val="004D1186"/>
    <w:rsid w:val="004D1936"/>
    <w:rsid w:val="004D1A35"/>
    <w:rsid w:val="004D1BC6"/>
    <w:rsid w:val="004D1E0A"/>
    <w:rsid w:val="004D1E65"/>
    <w:rsid w:val="004D2543"/>
    <w:rsid w:val="004D2F08"/>
    <w:rsid w:val="004D3388"/>
    <w:rsid w:val="004D38FA"/>
    <w:rsid w:val="004D5315"/>
    <w:rsid w:val="004D5EB7"/>
    <w:rsid w:val="004D5F21"/>
    <w:rsid w:val="004D632E"/>
    <w:rsid w:val="004D6790"/>
    <w:rsid w:val="004D68F3"/>
    <w:rsid w:val="004D6CDC"/>
    <w:rsid w:val="004D6EEC"/>
    <w:rsid w:val="004D7301"/>
    <w:rsid w:val="004D760D"/>
    <w:rsid w:val="004D77CC"/>
    <w:rsid w:val="004D79ED"/>
    <w:rsid w:val="004E031C"/>
    <w:rsid w:val="004E07E7"/>
    <w:rsid w:val="004E1B29"/>
    <w:rsid w:val="004E1E95"/>
    <w:rsid w:val="004E211C"/>
    <w:rsid w:val="004E235A"/>
    <w:rsid w:val="004E2C1E"/>
    <w:rsid w:val="004E2C4E"/>
    <w:rsid w:val="004E2EE2"/>
    <w:rsid w:val="004E43ED"/>
    <w:rsid w:val="004E469C"/>
    <w:rsid w:val="004E493A"/>
    <w:rsid w:val="004E4C56"/>
    <w:rsid w:val="004E51A0"/>
    <w:rsid w:val="004E55D1"/>
    <w:rsid w:val="004F0ABD"/>
    <w:rsid w:val="004F0B33"/>
    <w:rsid w:val="004F174C"/>
    <w:rsid w:val="004F1823"/>
    <w:rsid w:val="004F1B47"/>
    <w:rsid w:val="004F27F4"/>
    <w:rsid w:val="004F2981"/>
    <w:rsid w:val="004F2D3D"/>
    <w:rsid w:val="004F32A4"/>
    <w:rsid w:val="004F35E5"/>
    <w:rsid w:val="004F383B"/>
    <w:rsid w:val="004F3E8B"/>
    <w:rsid w:val="004F495E"/>
    <w:rsid w:val="004F4BA8"/>
    <w:rsid w:val="004F528D"/>
    <w:rsid w:val="004F538E"/>
    <w:rsid w:val="004F54AC"/>
    <w:rsid w:val="004F5A46"/>
    <w:rsid w:val="004F6B6C"/>
    <w:rsid w:val="004F6E36"/>
    <w:rsid w:val="004F7A2A"/>
    <w:rsid w:val="004F7C79"/>
    <w:rsid w:val="004F7DC8"/>
    <w:rsid w:val="004F7F07"/>
    <w:rsid w:val="00500265"/>
    <w:rsid w:val="00501557"/>
    <w:rsid w:val="005018C6"/>
    <w:rsid w:val="00501A22"/>
    <w:rsid w:val="00501A5F"/>
    <w:rsid w:val="005023C5"/>
    <w:rsid w:val="005027F0"/>
    <w:rsid w:val="00502B4D"/>
    <w:rsid w:val="00504035"/>
    <w:rsid w:val="0050432C"/>
    <w:rsid w:val="00504748"/>
    <w:rsid w:val="00505709"/>
    <w:rsid w:val="00505AAE"/>
    <w:rsid w:val="00505AD3"/>
    <w:rsid w:val="005064B2"/>
    <w:rsid w:val="005072E6"/>
    <w:rsid w:val="005076B0"/>
    <w:rsid w:val="005076DE"/>
    <w:rsid w:val="005077CE"/>
    <w:rsid w:val="00510500"/>
    <w:rsid w:val="00512323"/>
    <w:rsid w:val="0051289C"/>
    <w:rsid w:val="00512B27"/>
    <w:rsid w:val="00513155"/>
    <w:rsid w:val="005131BD"/>
    <w:rsid w:val="005138BC"/>
    <w:rsid w:val="00513F99"/>
    <w:rsid w:val="00514849"/>
    <w:rsid w:val="00514A55"/>
    <w:rsid w:val="00514BC4"/>
    <w:rsid w:val="00515402"/>
    <w:rsid w:val="00515C02"/>
    <w:rsid w:val="00515C3A"/>
    <w:rsid w:val="0051687F"/>
    <w:rsid w:val="005174AF"/>
    <w:rsid w:val="00521553"/>
    <w:rsid w:val="00521F93"/>
    <w:rsid w:val="00522595"/>
    <w:rsid w:val="0052348F"/>
    <w:rsid w:val="00524492"/>
    <w:rsid w:val="005255C5"/>
    <w:rsid w:val="00525F54"/>
    <w:rsid w:val="005264E3"/>
    <w:rsid w:val="00526A70"/>
    <w:rsid w:val="00526F04"/>
    <w:rsid w:val="00530567"/>
    <w:rsid w:val="0053149D"/>
    <w:rsid w:val="0053188C"/>
    <w:rsid w:val="005319DE"/>
    <w:rsid w:val="005319EC"/>
    <w:rsid w:val="005320BE"/>
    <w:rsid w:val="0053233C"/>
    <w:rsid w:val="00532568"/>
    <w:rsid w:val="00532DDB"/>
    <w:rsid w:val="00533455"/>
    <w:rsid w:val="005334A2"/>
    <w:rsid w:val="00533841"/>
    <w:rsid w:val="00533924"/>
    <w:rsid w:val="00534798"/>
    <w:rsid w:val="00535259"/>
    <w:rsid w:val="0053529C"/>
    <w:rsid w:val="00535470"/>
    <w:rsid w:val="00535716"/>
    <w:rsid w:val="0053636E"/>
    <w:rsid w:val="005364E3"/>
    <w:rsid w:val="00536897"/>
    <w:rsid w:val="005369F0"/>
    <w:rsid w:val="00536C8D"/>
    <w:rsid w:val="00537ABC"/>
    <w:rsid w:val="00540369"/>
    <w:rsid w:val="00540E9F"/>
    <w:rsid w:val="0054192A"/>
    <w:rsid w:val="00541977"/>
    <w:rsid w:val="00541F86"/>
    <w:rsid w:val="00542EAE"/>
    <w:rsid w:val="00543933"/>
    <w:rsid w:val="005448B8"/>
    <w:rsid w:val="00544A38"/>
    <w:rsid w:val="00545125"/>
    <w:rsid w:val="005452C0"/>
    <w:rsid w:val="0054675C"/>
    <w:rsid w:val="0054724F"/>
    <w:rsid w:val="005500CD"/>
    <w:rsid w:val="00550272"/>
    <w:rsid w:val="00552016"/>
    <w:rsid w:val="0055205F"/>
    <w:rsid w:val="0055281A"/>
    <w:rsid w:val="00552A1B"/>
    <w:rsid w:val="00552B76"/>
    <w:rsid w:val="00553037"/>
    <w:rsid w:val="0055359B"/>
    <w:rsid w:val="005547A7"/>
    <w:rsid w:val="005574DC"/>
    <w:rsid w:val="00557DE0"/>
    <w:rsid w:val="00561100"/>
    <w:rsid w:val="00561773"/>
    <w:rsid w:val="005620FB"/>
    <w:rsid w:val="0056221E"/>
    <w:rsid w:val="0056224C"/>
    <w:rsid w:val="005625AB"/>
    <w:rsid w:val="00562759"/>
    <w:rsid w:val="005637C7"/>
    <w:rsid w:val="005650C9"/>
    <w:rsid w:val="005655C5"/>
    <w:rsid w:val="00565A05"/>
    <w:rsid w:val="00566010"/>
    <w:rsid w:val="00566334"/>
    <w:rsid w:val="005666AD"/>
    <w:rsid w:val="005666BA"/>
    <w:rsid w:val="005668BB"/>
    <w:rsid w:val="00566A66"/>
    <w:rsid w:val="00567315"/>
    <w:rsid w:val="00567610"/>
    <w:rsid w:val="0057091A"/>
    <w:rsid w:val="00570BB7"/>
    <w:rsid w:val="00570BEB"/>
    <w:rsid w:val="005716C6"/>
    <w:rsid w:val="00571F5D"/>
    <w:rsid w:val="00572032"/>
    <w:rsid w:val="00573F7B"/>
    <w:rsid w:val="00574442"/>
    <w:rsid w:val="005748F4"/>
    <w:rsid w:val="005752DC"/>
    <w:rsid w:val="00575560"/>
    <w:rsid w:val="00575584"/>
    <w:rsid w:val="00575947"/>
    <w:rsid w:val="00575BF2"/>
    <w:rsid w:val="00575C0E"/>
    <w:rsid w:val="0057703D"/>
    <w:rsid w:val="005777A8"/>
    <w:rsid w:val="00581A77"/>
    <w:rsid w:val="00581CE1"/>
    <w:rsid w:val="00581D01"/>
    <w:rsid w:val="005825AF"/>
    <w:rsid w:val="005827B0"/>
    <w:rsid w:val="005827F0"/>
    <w:rsid w:val="00582C52"/>
    <w:rsid w:val="00582F61"/>
    <w:rsid w:val="005831BA"/>
    <w:rsid w:val="005835C1"/>
    <w:rsid w:val="00583DF9"/>
    <w:rsid w:val="005846AD"/>
    <w:rsid w:val="005846E5"/>
    <w:rsid w:val="0058508B"/>
    <w:rsid w:val="00586632"/>
    <w:rsid w:val="00586F0C"/>
    <w:rsid w:val="00587233"/>
    <w:rsid w:val="0058758B"/>
    <w:rsid w:val="005876BB"/>
    <w:rsid w:val="00587B1D"/>
    <w:rsid w:val="00587EC3"/>
    <w:rsid w:val="00587F8E"/>
    <w:rsid w:val="005902EE"/>
    <w:rsid w:val="00590C31"/>
    <w:rsid w:val="00590E97"/>
    <w:rsid w:val="00591311"/>
    <w:rsid w:val="005914AB"/>
    <w:rsid w:val="005918FD"/>
    <w:rsid w:val="00591EC0"/>
    <w:rsid w:val="005926E6"/>
    <w:rsid w:val="0059323B"/>
    <w:rsid w:val="00593631"/>
    <w:rsid w:val="005940FC"/>
    <w:rsid w:val="00594134"/>
    <w:rsid w:val="0059558C"/>
    <w:rsid w:val="005955A1"/>
    <w:rsid w:val="005955E4"/>
    <w:rsid w:val="00595EC9"/>
    <w:rsid w:val="00596E08"/>
    <w:rsid w:val="00596E99"/>
    <w:rsid w:val="005971C9"/>
    <w:rsid w:val="00597FDC"/>
    <w:rsid w:val="005A04E9"/>
    <w:rsid w:val="005A0735"/>
    <w:rsid w:val="005A10C0"/>
    <w:rsid w:val="005A13EB"/>
    <w:rsid w:val="005A1AE2"/>
    <w:rsid w:val="005A2632"/>
    <w:rsid w:val="005A3E45"/>
    <w:rsid w:val="005A4081"/>
    <w:rsid w:val="005A4804"/>
    <w:rsid w:val="005A4A51"/>
    <w:rsid w:val="005A5427"/>
    <w:rsid w:val="005A5F14"/>
    <w:rsid w:val="005A62AD"/>
    <w:rsid w:val="005A634E"/>
    <w:rsid w:val="005A66BA"/>
    <w:rsid w:val="005A6B32"/>
    <w:rsid w:val="005A6F37"/>
    <w:rsid w:val="005A780E"/>
    <w:rsid w:val="005A7FD0"/>
    <w:rsid w:val="005B1340"/>
    <w:rsid w:val="005B20B5"/>
    <w:rsid w:val="005B286E"/>
    <w:rsid w:val="005B2C99"/>
    <w:rsid w:val="005B2DA0"/>
    <w:rsid w:val="005B3413"/>
    <w:rsid w:val="005B3548"/>
    <w:rsid w:val="005B3A50"/>
    <w:rsid w:val="005B5145"/>
    <w:rsid w:val="005B5654"/>
    <w:rsid w:val="005B56B0"/>
    <w:rsid w:val="005B5EB5"/>
    <w:rsid w:val="005B6877"/>
    <w:rsid w:val="005B6ECA"/>
    <w:rsid w:val="005B6F5F"/>
    <w:rsid w:val="005B6F87"/>
    <w:rsid w:val="005B7652"/>
    <w:rsid w:val="005B7748"/>
    <w:rsid w:val="005C05AC"/>
    <w:rsid w:val="005C094F"/>
    <w:rsid w:val="005C0E7D"/>
    <w:rsid w:val="005C168D"/>
    <w:rsid w:val="005C16DB"/>
    <w:rsid w:val="005C2422"/>
    <w:rsid w:val="005C2455"/>
    <w:rsid w:val="005C361C"/>
    <w:rsid w:val="005C38C1"/>
    <w:rsid w:val="005C3AEB"/>
    <w:rsid w:val="005C3C4E"/>
    <w:rsid w:val="005C46E1"/>
    <w:rsid w:val="005C4A42"/>
    <w:rsid w:val="005C4B7D"/>
    <w:rsid w:val="005C55D4"/>
    <w:rsid w:val="005C5724"/>
    <w:rsid w:val="005C5F4A"/>
    <w:rsid w:val="005C69C2"/>
    <w:rsid w:val="005C718B"/>
    <w:rsid w:val="005C7323"/>
    <w:rsid w:val="005C7359"/>
    <w:rsid w:val="005D026C"/>
    <w:rsid w:val="005D084F"/>
    <w:rsid w:val="005D0BC8"/>
    <w:rsid w:val="005D10CD"/>
    <w:rsid w:val="005D271F"/>
    <w:rsid w:val="005D2833"/>
    <w:rsid w:val="005D38B0"/>
    <w:rsid w:val="005D39A9"/>
    <w:rsid w:val="005D4B0E"/>
    <w:rsid w:val="005D5A37"/>
    <w:rsid w:val="005D6313"/>
    <w:rsid w:val="005D69CD"/>
    <w:rsid w:val="005D6BAC"/>
    <w:rsid w:val="005D72B4"/>
    <w:rsid w:val="005D7378"/>
    <w:rsid w:val="005D7DEE"/>
    <w:rsid w:val="005E0006"/>
    <w:rsid w:val="005E022D"/>
    <w:rsid w:val="005E03D4"/>
    <w:rsid w:val="005E113C"/>
    <w:rsid w:val="005E1406"/>
    <w:rsid w:val="005E152E"/>
    <w:rsid w:val="005E1E75"/>
    <w:rsid w:val="005E2983"/>
    <w:rsid w:val="005E2FD7"/>
    <w:rsid w:val="005E47D7"/>
    <w:rsid w:val="005E4D07"/>
    <w:rsid w:val="005E5699"/>
    <w:rsid w:val="005E59F5"/>
    <w:rsid w:val="005E7739"/>
    <w:rsid w:val="005E7CE5"/>
    <w:rsid w:val="005F01FF"/>
    <w:rsid w:val="005F0DB2"/>
    <w:rsid w:val="005F158C"/>
    <w:rsid w:val="005F2019"/>
    <w:rsid w:val="005F201D"/>
    <w:rsid w:val="005F2D2E"/>
    <w:rsid w:val="005F3016"/>
    <w:rsid w:val="005F3381"/>
    <w:rsid w:val="005F35DF"/>
    <w:rsid w:val="005F3B8B"/>
    <w:rsid w:val="005F4274"/>
    <w:rsid w:val="005F4C3F"/>
    <w:rsid w:val="005F5076"/>
    <w:rsid w:val="005F50BA"/>
    <w:rsid w:val="005F5253"/>
    <w:rsid w:val="005F5395"/>
    <w:rsid w:val="005F57C1"/>
    <w:rsid w:val="005F6162"/>
    <w:rsid w:val="005F6CEC"/>
    <w:rsid w:val="005F7DEB"/>
    <w:rsid w:val="00600A17"/>
    <w:rsid w:val="00600ED3"/>
    <w:rsid w:val="0060130E"/>
    <w:rsid w:val="00602540"/>
    <w:rsid w:val="0060258A"/>
    <w:rsid w:val="00602AC2"/>
    <w:rsid w:val="00603152"/>
    <w:rsid w:val="00603569"/>
    <w:rsid w:val="00603E34"/>
    <w:rsid w:val="00604C71"/>
    <w:rsid w:val="0060595B"/>
    <w:rsid w:val="006061DC"/>
    <w:rsid w:val="00606FA1"/>
    <w:rsid w:val="006073F7"/>
    <w:rsid w:val="006109D1"/>
    <w:rsid w:val="00610CA9"/>
    <w:rsid w:val="00610F75"/>
    <w:rsid w:val="0061126A"/>
    <w:rsid w:val="00611DB1"/>
    <w:rsid w:val="00612E1D"/>
    <w:rsid w:val="00612E22"/>
    <w:rsid w:val="00612FC6"/>
    <w:rsid w:val="00613089"/>
    <w:rsid w:val="00613328"/>
    <w:rsid w:val="00613719"/>
    <w:rsid w:val="00614AE2"/>
    <w:rsid w:val="0061518F"/>
    <w:rsid w:val="00615889"/>
    <w:rsid w:val="00615E55"/>
    <w:rsid w:val="00616E92"/>
    <w:rsid w:val="00617EF0"/>
    <w:rsid w:val="006200BF"/>
    <w:rsid w:val="0062055B"/>
    <w:rsid w:val="006208FF"/>
    <w:rsid w:val="00620E69"/>
    <w:rsid w:val="006223AE"/>
    <w:rsid w:val="00622574"/>
    <w:rsid w:val="00623FBE"/>
    <w:rsid w:val="00624C70"/>
    <w:rsid w:val="00625EF2"/>
    <w:rsid w:val="00626032"/>
    <w:rsid w:val="00626541"/>
    <w:rsid w:val="00626F3E"/>
    <w:rsid w:val="00627FA0"/>
    <w:rsid w:val="006311E6"/>
    <w:rsid w:val="0063169B"/>
    <w:rsid w:val="00631BE0"/>
    <w:rsid w:val="00631FAB"/>
    <w:rsid w:val="006320F4"/>
    <w:rsid w:val="006321A3"/>
    <w:rsid w:val="0063227F"/>
    <w:rsid w:val="006323EF"/>
    <w:rsid w:val="00633512"/>
    <w:rsid w:val="00633546"/>
    <w:rsid w:val="00633921"/>
    <w:rsid w:val="006340BB"/>
    <w:rsid w:val="00634321"/>
    <w:rsid w:val="00634D71"/>
    <w:rsid w:val="00634D78"/>
    <w:rsid w:val="006353F1"/>
    <w:rsid w:val="0063567E"/>
    <w:rsid w:val="00637016"/>
    <w:rsid w:val="00637B19"/>
    <w:rsid w:val="00637C83"/>
    <w:rsid w:val="00637D46"/>
    <w:rsid w:val="00640025"/>
    <w:rsid w:val="00640E84"/>
    <w:rsid w:val="0064173B"/>
    <w:rsid w:val="006421ED"/>
    <w:rsid w:val="006427F6"/>
    <w:rsid w:val="00642944"/>
    <w:rsid w:val="00642C54"/>
    <w:rsid w:val="006434DE"/>
    <w:rsid w:val="006441F4"/>
    <w:rsid w:val="00644744"/>
    <w:rsid w:val="00644DBC"/>
    <w:rsid w:val="00645F01"/>
    <w:rsid w:val="006460ED"/>
    <w:rsid w:val="00646951"/>
    <w:rsid w:val="006475BA"/>
    <w:rsid w:val="006476A5"/>
    <w:rsid w:val="006477B2"/>
    <w:rsid w:val="0065195F"/>
    <w:rsid w:val="00651FFA"/>
    <w:rsid w:val="00652E67"/>
    <w:rsid w:val="00652FF5"/>
    <w:rsid w:val="0065396A"/>
    <w:rsid w:val="00653A70"/>
    <w:rsid w:val="00653B11"/>
    <w:rsid w:val="00654CCB"/>
    <w:rsid w:val="006557FA"/>
    <w:rsid w:val="00656526"/>
    <w:rsid w:val="00656C8B"/>
    <w:rsid w:val="00657C41"/>
    <w:rsid w:val="00657F55"/>
    <w:rsid w:val="0066074D"/>
    <w:rsid w:val="0066123B"/>
    <w:rsid w:val="00661259"/>
    <w:rsid w:val="00661697"/>
    <w:rsid w:val="006636D6"/>
    <w:rsid w:val="0066372C"/>
    <w:rsid w:val="00663A4A"/>
    <w:rsid w:val="00663CB3"/>
    <w:rsid w:val="00664269"/>
    <w:rsid w:val="00664F16"/>
    <w:rsid w:val="00665159"/>
    <w:rsid w:val="006652C7"/>
    <w:rsid w:val="006652E0"/>
    <w:rsid w:val="00665429"/>
    <w:rsid w:val="00665BFC"/>
    <w:rsid w:val="00666DEE"/>
    <w:rsid w:val="006676CC"/>
    <w:rsid w:val="00670035"/>
    <w:rsid w:val="0067015A"/>
    <w:rsid w:val="00671329"/>
    <w:rsid w:val="006719A4"/>
    <w:rsid w:val="00672CC5"/>
    <w:rsid w:val="00673305"/>
    <w:rsid w:val="00674134"/>
    <w:rsid w:val="00674537"/>
    <w:rsid w:val="0067461A"/>
    <w:rsid w:val="0067522B"/>
    <w:rsid w:val="00675637"/>
    <w:rsid w:val="00675F5E"/>
    <w:rsid w:val="00676D06"/>
    <w:rsid w:val="00677B3D"/>
    <w:rsid w:val="00681267"/>
    <w:rsid w:val="00681C66"/>
    <w:rsid w:val="00681D8C"/>
    <w:rsid w:val="0068282F"/>
    <w:rsid w:val="0068283A"/>
    <w:rsid w:val="006833FC"/>
    <w:rsid w:val="00683BEC"/>
    <w:rsid w:val="00684187"/>
    <w:rsid w:val="00684DEB"/>
    <w:rsid w:val="00684E7E"/>
    <w:rsid w:val="006852D0"/>
    <w:rsid w:val="0068576A"/>
    <w:rsid w:val="00685BA8"/>
    <w:rsid w:val="0068624C"/>
    <w:rsid w:val="00686364"/>
    <w:rsid w:val="00687881"/>
    <w:rsid w:val="00690621"/>
    <w:rsid w:val="00690C17"/>
    <w:rsid w:val="00690E88"/>
    <w:rsid w:val="00691DC8"/>
    <w:rsid w:val="00691DF2"/>
    <w:rsid w:val="00693CCD"/>
    <w:rsid w:val="006941E5"/>
    <w:rsid w:val="00694309"/>
    <w:rsid w:val="0069478C"/>
    <w:rsid w:val="00695761"/>
    <w:rsid w:val="006957D6"/>
    <w:rsid w:val="006962A5"/>
    <w:rsid w:val="00696CAC"/>
    <w:rsid w:val="00696D86"/>
    <w:rsid w:val="006972F1"/>
    <w:rsid w:val="0069783E"/>
    <w:rsid w:val="00697D88"/>
    <w:rsid w:val="006A04B2"/>
    <w:rsid w:val="006A10BA"/>
    <w:rsid w:val="006A1A19"/>
    <w:rsid w:val="006A2432"/>
    <w:rsid w:val="006A2C84"/>
    <w:rsid w:val="006A2F1F"/>
    <w:rsid w:val="006A32B3"/>
    <w:rsid w:val="006A474B"/>
    <w:rsid w:val="006A4868"/>
    <w:rsid w:val="006A4D7E"/>
    <w:rsid w:val="006A543F"/>
    <w:rsid w:val="006A586A"/>
    <w:rsid w:val="006A5992"/>
    <w:rsid w:val="006A5D13"/>
    <w:rsid w:val="006A5ED1"/>
    <w:rsid w:val="006A6533"/>
    <w:rsid w:val="006A6ACC"/>
    <w:rsid w:val="006A6B85"/>
    <w:rsid w:val="006A6E86"/>
    <w:rsid w:val="006B0342"/>
    <w:rsid w:val="006B055F"/>
    <w:rsid w:val="006B1238"/>
    <w:rsid w:val="006B1422"/>
    <w:rsid w:val="006B14BB"/>
    <w:rsid w:val="006B1B63"/>
    <w:rsid w:val="006B1C2D"/>
    <w:rsid w:val="006B1EBC"/>
    <w:rsid w:val="006B22B7"/>
    <w:rsid w:val="006B2F11"/>
    <w:rsid w:val="006B3148"/>
    <w:rsid w:val="006B37B6"/>
    <w:rsid w:val="006B3C26"/>
    <w:rsid w:val="006B42F8"/>
    <w:rsid w:val="006B4C24"/>
    <w:rsid w:val="006B514F"/>
    <w:rsid w:val="006B61B7"/>
    <w:rsid w:val="006B63AD"/>
    <w:rsid w:val="006B681C"/>
    <w:rsid w:val="006B6BA2"/>
    <w:rsid w:val="006B6C01"/>
    <w:rsid w:val="006B776B"/>
    <w:rsid w:val="006C047D"/>
    <w:rsid w:val="006C075A"/>
    <w:rsid w:val="006C0ABD"/>
    <w:rsid w:val="006C0D00"/>
    <w:rsid w:val="006C16B1"/>
    <w:rsid w:val="006C1940"/>
    <w:rsid w:val="006C200A"/>
    <w:rsid w:val="006C254F"/>
    <w:rsid w:val="006C2FA1"/>
    <w:rsid w:val="006C3994"/>
    <w:rsid w:val="006C3D72"/>
    <w:rsid w:val="006C4108"/>
    <w:rsid w:val="006C4625"/>
    <w:rsid w:val="006C4D56"/>
    <w:rsid w:val="006C4E0D"/>
    <w:rsid w:val="006C5187"/>
    <w:rsid w:val="006C562F"/>
    <w:rsid w:val="006C58BB"/>
    <w:rsid w:val="006C60F1"/>
    <w:rsid w:val="006D0C6A"/>
    <w:rsid w:val="006D0D45"/>
    <w:rsid w:val="006D0E91"/>
    <w:rsid w:val="006D13F3"/>
    <w:rsid w:val="006D282F"/>
    <w:rsid w:val="006D2F37"/>
    <w:rsid w:val="006D2F73"/>
    <w:rsid w:val="006D43A0"/>
    <w:rsid w:val="006D5B3E"/>
    <w:rsid w:val="006D5BF4"/>
    <w:rsid w:val="006D6274"/>
    <w:rsid w:val="006D6C23"/>
    <w:rsid w:val="006D77C1"/>
    <w:rsid w:val="006E0A45"/>
    <w:rsid w:val="006E0E14"/>
    <w:rsid w:val="006E1404"/>
    <w:rsid w:val="006E1688"/>
    <w:rsid w:val="006E18A3"/>
    <w:rsid w:val="006E1E88"/>
    <w:rsid w:val="006E21EE"/>
    <w:rsid w:val="006E223F"/>
    <w:rsid w:val="006E23AA"/>
    <w:rsid w:val="006E23E0"/>
    <w:rsid w:val="006E258B"/>
    <w:rsid w:val="006E2B73"/>
    <w:rsid w:val="006E3B49"/>
    <w:rsid w:val="006E3F55"/>
    <w:rsid w:val="006E403A"/>
    <w:rsid w:val="006E42AA"/>
    <w:rsid w:val="006E56F8"/>
    <w:rsid w:val="006E573F"/>
    <w:rsid w:val="006E60FE"/>
    <w:rsid w:val="006E6245"/>
    <w:rsid w:val="006E626F"/>
    <w:rsid w:val="006E66AC"/>
    <w:rsid w:val="006E700C"/>
    <w:rsid w:val="006E705E"/>
    <w:rsid w:val="006E7B7D"/>
    <w:rsid w:val="006F0BEE"/>
    <w:rsid w:val="006F0C05"/>
    <w:rsid w:val="006F0D55"/>
    <w:rsid w:val="006F14F3"/>
    <w:rsid w:val="006F1AB7"/>
    <w:rsid w:val="006F1BF7"/>
    <w:rsid w:val="006F20F4"/>
    <w:rsid w:val="006F271E"/>
    <w:rsid w:val="006F2A6A"/>
    <w:rsid w:val="006F34A0"/>
    <w:rsid w:val="006F3C26"/>
    <w:rsid w:val="006F4DB9"/>
    <w:rsid w:val="006F724B"/>
    <w:rsid w:val="006F771A"/>
    <w:rsid w:val="00700BE1"/>
    <w:rsid w:val="0070170A"/>
    <w:rsid w:val="00701AC2"/>
    <w:rsid w:val="0070238F"/>
    <w:rsid w:val="00702B1C"/>
    <w:rsid w:val="00702D54"/>
    <w:rsid w:val="00703C89"/>
    <w:rsid w:val="00703F2C"/>
    <w:rsid w:val="00703F6C"/>
    <w:rsid w:val="00706134"/>
    <w:rsid w:val="00706443"/>
    <w:rsid w:val="0070749D"/>
    <w:rsid w:val="00710286"/>
    <w:rsid w:val="007103A7"/>
    <w:rsid w:val="00710C51"/>
    <w:rsid w:val="00711A71"/>
    <w:rsid w:val="0071277F"/>
    <w:rsid w:val="007131CC"/>
    <w:rsid w:val="007139FA"/>
    <w:rsid w:val="00713DAB"/>
    <w:rsid w:val="007145B5"/>
    <w:rsid w:val="00715367"/>
    <w:rsid w:val="00715942"/>
    <w:rsid w:val="00716169"/>
    <w:rsid w:val="007166B4"/>
    <w:rsid w:val="007169F7"/>
    <w:rsid w:val="007170AF"/>
    <w:rsid w:val="00717202"/>
    <w:rsid w:val="007205DE"/>
    <w:rsid w:val="00721199"/>
    <w:rsid w:val="00721572"/>
    <w:rsid w:val="007236BD"/>
    <w:rsid w:val="00723925"/>
    <w:rsid w:val="00723EDB"/>
    <w:rsid w:val="00723F12"/>
    <w:rsid w:val="007249F7"/>
    <w:rsid w:val="00724AE1"/>
    <w:rsid w:val="00724FA8"/>
    <w:rsid w:val="00725997"/>
    <w:rsid w:val="00725D06"/>
    <w:rsid w:val="007267ED"/>
    <w:rsid w:val="00726BC9"/>
    <w:rsid w:val="00726E43"/>
    <w:rsid w:val="00727A26"/>
    <w:rsid w:val="00730D3E"/>
    <w:rsid w:val="007310DA"/>
    <w:rsid w:val="00731487"/>
    <w:rsid w:val="007316F9"/>
    <w:rsid w:val="00731DAA"/>
    <w:rsid w:val="00732824"/>
    <w:rsid w:val="00732F7D"/>
    <w:rsid w:val="007331F4"/>
    <w:rsid w:val="00733712"/>
    <w:rsid w:val="00733E58"/>
    <w:rsid w:val="007341E3"/>
    <w:rsid w:val="007345FC"/>
    <w:rsid w:val="00734A19"/>
    <w:rsid w:val="00735119"/>
    <w:rsid w:val="007353C8"/>
    <w:rsid w:val="007356AA"/>
    <w:rsid w:val="007370D2"/>
    <w:rsid w:val="00737281"/>
    <w:rsid w:val="00737E6C"/>
    <w:rsid w:val="0074028D"/>
    <w:rsid w:val="007408A9"/>
    <w:rsid w:val="00741208"/>
    <w:rsid w:val="0074182B"/>
    <w:rsid w:val="00741E79"/>
    <w:rsid w:val="00742ED0"/>
    <w:rsid w:val="00742FC6"/>
    <w:rsid w:val="00743020"/>
    <w:rsid w:val="00743339"/>
    <w:rsid w:val="00743621"/>
    <w:rsid w:val="00743791"/>
    <w:rsid w:val="0074398E"/>
    <w:rsid w:val="007443D4"/>
    <w:rsid w:val="007449A2"/>
    <w:rsid w:val="00744EB5"/>
    <w:rsid w:val="00745A24"/>
    <w:rsid w:val="00745BE1"/>
    <w:rsid w:val="00746AF0"/>
    <w:rsid w:val="00750491"/>
    <w:rsid w:val="00750A7A"/>
    <w:rsid w:val="00752DAE"/>
    <w:rsid w:val="00753034"/>
    <w:rsid w:val="00753424"/>
    <w:rsid w:val="007539E4"/>
    <w:rsid w:val="00753C83"/>
    <w:rsid w:val="0075409E"/>
    <w:rsid w:val="007544F0"/>
    <w:rsid w:val="0075457F"/>
    <w:rsid w:val="007545E3"/>
    <w:rsid w:val="00754658"/>
    <w:rsid w:val="00754AFD"/>
    <w:rsid w:val="00756569"/>
    <w:rsid w:val="00756628"/>
    <w:rsid w:val="007568FE"/>
    <w:rsid w:val="007600CF"/>
    <w:rsid w:val="007600E6"/>
    <w:rsid w:val="007602D5"/>
    <w:rsid w:val="007615F6"/>
    <w:rsid w:val="0076215D"/>
    <w:rsid w:val="007622F8"/>
    <w:rsid w:val="007624FB"/>
    <w:rsid w:val="00762767"/>
    <w:rsid w:val="00763CA4"/>
    <w:rsid w:val="00764487"/>
    <w:rsid w:val="00766E3C"/>
    <w:rsid w:val="0077019A"/>
    <w:rsid w:val="0077064E"/>
    <w:rsid w:val="00770945"/>
    <w:rsid w:val="00770D7B"/>
    <w:rsid w:val="00771638"/>
    <w:rsid w:val="00771FAE"/>
    <w:rsid w:val="0077251A"/>
    <w:rsid w:val="0077297B"/>
    <w:rsid w:val="00772E35"/>
    <w:rsid w:val="00773AB2"/>
    <w:rsid w:val="00773BEE"/>
    <w:rsid w:val="007740CE"/>
    <w:rsid w:val="007758FC"/>
    <w:rsid w:val="00775EA4"/>
    <w:rsid w:val="007761CE"/>
    <w:rsid w:val="007775DE"/>
    <w:rsid w:val="00777F1D"/>
    <w:rsid w:val="00780786"/>
    <w:rsid w:val="00781295"/>
    <w:rsid w:val="00781F48"/>
    <w:rsid w:val="0078214A"/>
    <w:rsid w:val="00782CD2"/>
    <w:rsid w:val="0078347A"/>
    <w:rsid w:val="0078463B"/>
    <w:rsid w:val="007846C5"/>
    <w:rsid w:val="00784D59"/>
    <w:rsid w:val="0078504E"/>
    <w:rsid w:val="0078520C"/>
    <w:rsid w:val="00785A0E"/>
    <w:rsid w:val="00785BCA"/>
    <w:rsid w:val="00785ECF"/>
    <w:rsid w:val="00786D37"/>
    <w:rsid w:val="00786DF2"/>
    <w:rsid w:val="00790474"/>
    <w:rsid w:val="00791447"/>
    <w:rsid w:val="0079154B"/>
    <w:rsid w:val="007918E6"/>
    <w:rsid w:val="00791EF4"/>
    <w:rsid w:val="0079339F"/>
    <w:rsid w:val="007933E3"/>
    <w:rsid w:val="0079348E"/>
    <w:rsid w:val="0079369A"/>
    <w:rsid w:val="00794A00"/>
    <w:rsid w:val="00795268"/>
    <w:rsid w:val="007954F2"/>
    <w:rsid w:val="007955EF"/>
    <w:rsid w:val="00795D35"/>
    <w:rsid w:val="007970E5"/>
    <w:rsid w:val="007A07DC"/>
    <w:rsid w:val="007A0C31"/>
    <w:rsid w:val="007A0EF6"/>
    <w:rsid w:val="007A2238"/>
    <w:rsid w:val="007A2FAD"/>
    <w:rsid w:val="007A355B"/>
    <w:rsid w:val="007A3BA0"/>
    <w:rsid w:val="007A3C8F"/>
    <w:rsid w:val="007A40CD"/>
    <w:rsid w:val="007A44DC"/>
    <w:rsid w:val="007A47D8"/>
    <w:rsid w:val="007A47EC"/>
    <w:rsid w:val="007A53F1"/>
    <w:rsid w:val="007A5C11"/>
    <w:rsid w:val="007A62A8"/>
    <w:rsid w:val="007A6B10"/>
    <w:rsid w:val="007A73D6"/>
    <w:rsid w:val="007A7414"/>
    <w:rsid w:val="007A7A72"/>
    <w:rsid w:val="007B046F"/>
    <w:rsid w:val="007B04FE"/>
    <w:rsid w:val="007B0500"/>
    <w:rsid w:val="007B056F"/>
    <w:rsid w:val="007B06A3"/>
    <w:rsid w:val="007B109A"/>
    <w:rsid w:val="007B13FC"/>
    <w:rsid w:val="007B16D2"/>
    <w:rsid w:val="007B1CC9"/>
    <w:rsid w:val="007B202B"/>
    <w:rsid w:val="007B21B3"/>
    <w:rsid w:val="007B2CD4"/>
    <w:rsid w:val="007B3187"/>
    <w:rsid w:val="007B4255"/>
    <w:rsid w:val="007B4428"/>
    <w:rsid w:val="007B468B"/>
    <w:rsid w:val="007B4CDD"/>
    <w:rsid w:val="007B4E02"/>
    <w:rsid w:val="007B5AFA"/>
    <w:rsid w:val="007B5EDA"/>
    <w:rsid w:val="007B60E5"/>
    <w:rsid w:val="007B62D9"/>
    <w:rsid w:val="007B699C"/>
    <w:rsid w:val="007C0084"/>
    <w:rsid w:val="007C0127"/>
    <w:rsid w:val="007C11D7"/>
    <w:rsid w:val="007C129B"/>
    <w:rsid w:val="007C12CE"/>
    <w:rsid w:val="007C15F9"/>
    <w:rsid w:val="007C1CA1"/>
    <w:rsid w:val="007C236E"/>
    <w:rsid w:val="007C2393"/>
    <w:rsid w:val="007C2B2E"/>
    <w:rsid w:val="007C338D"/>
    <w:rsid w:val="007C3DCB"/>
    <w:rsid w:val="007C43C0"/>
    <w:rsid w:val="007C43D0"/>
    <w:rsid w:val="007C550F"/>
    <w:rsid w:val="007C5B17"/>
    <w:rsid w:val="007C6B85"/>
    <w:rsid w:val="007C6E30"/>
    <w:rsid w:val="007C7797"/>
    <w:rsid w:val="007C7E22"/>
    <w:rsid w:val="007D0420"/>
    <w:rsid w:val="007D06A1"/>
    <w:rsid w:val="007D0A46"/>
    <w:rsid w:val="007D0B40"/>
    <w:rsid w:val="007D1063"/>
    <w:rsid w:val="007D1496"/>
    <w:rsid w:val="007D1ABA"/>
    <w:rsid w:val="007D1E0F"/>
    <w:rsid w:val="007D22CF"/>
    <w:rsid w:val="007D2316"/>
    <w:rsid w:val="007D240B"/>
    <w:rsid w:val="007D3B8F"/>
    <w:rsid w:val="007D3C36"/>
    <w:rsid w:val="007D3D1D"/>
    <w:rsid w:val="007D3D86"/>
    <w:rsid w:val="007D3E27"/>
    <w:rsid w:val="007D3FD6"/>
    <w:rsid w:val="007D43DB"/>
    <w:rsid w:val="007D44F6"/>
    <w:rsid w:val="007D523A"/>
    <w:rsid w:val="007D674D"/>
    <w:rsid w:val="007D6AB9"/>
    <w:rsid w:val="007D7801"/>
    <w:rsid w:val="007D7960"/>
    <w:rsid w:val="007D7967"/>
    <w:rsid w:val="007D7E24"/>
    <w:rsid w:val="007E02F6"/>
    <w:rsid w:val="007E0B8D"/>
    <w:rsid w:val="007E1147"/>
    <w:rsid w:val="007E1A25"/>
    <w:rsid w:val="007E2548"/>
    <w:rsid w:val="007E2668"/>
    <w:rsid w:val="007E2D57"/>
    <w:rsid w:val="007E2F87"/>
    <w:rsid w:val="007E30A6"/>
    <w:rsid w:val="007E36E3"/>
    <w:rsid w:val="007E3CB6"/>
    <w:rsid w:val="007E4313"/>
    <w:rsid w:val="007E45ED"/>
    <w:rsid w:val="007E4A13"/>
    <w:rsid w:val="007E5F35"/>
    <w:rsid w:val="007E68A1"/>
    <w:rsid w:val="007E712D"/>
    <w:rsid w:val="007E739B"/>
    <w:rsid w:val="007E7F1D"/>
    <w:rsid w:val="007F0C85"/>
    <w:rsid w:val="007F203C"/>
    <w:rsid w:val="007F2F9B"/>
    <w:rsid w:val="007F3576"/>
    <w:rsid w:val="007F47B6"/>
    <w:rsid w:val="007F4987"/>
    <w:rsid w:val="007F4CA2"/>
    <w:rsid w:val="007F4DB1"/>
    <w:rsid w:val="007F506A"/>
    <w:rsid w:val="007F542C"/>
    <w:rsid w:val="007F57FE"/>
    <w:rsid w:val="007F5CC7"/>
    <w:rsid w:val="007F60E3"/>
    <w:rsid w:val="007F65A3"/>
    <w:rsid w:val="007F7917"/>
    <w:rsid w:val="007F7A75"/>
    <w:rsid w:val="007F7FF5"/>
    <w:rsid w:val="00800F33"/>
    <w:rsid w:val="00801C8D"/>
    <w:rsid w:val="00802FE9"/>
    <w:rsid w:val="0080314A"/>
    <w:rsid w:val="008038B4"/>
    <w:rsid w:val="00803C88"/>
    <w:rsid w:val="0080434A"/>
    <w:rsid w:val="00804CD3"/>
    <w:rsid w:val="00806AAD"/>
    <w:rsid w:val="00806C92"/>
    <w:rsid w:val="008079CC"/>
    <w:rsid w:val="00807C80"/>
    <w:rsid w:val="00807F2D"/>
    <w:rsid w:val="00807FB7"/>
    <w:rsid w:val="00810AF5"/>
    <w:rsid w:val="008120A4"/>
    <w:rsid w:val="00812347"/>
    <w:rsid w:val="00813234"/>
    <w:rsid w:val="00814206"/>
    <w:rsid w:val="008143ED"/>
    <w:rsid w:val="0081533D"/>
    <w:rsid w:val="008155D3"/>
    <w:rsid w:val="00817198"/>
    <w:rsid w:val="0081731B"/>
    <w:rsid w:val="008178F2"/>
    <w:rsid w:val="00817AAE"/>
    <w:rsid w:val="00817CEB"/>
    <w:rsid w:val="0082123D"/>
    <w:rsid w:val="0082198C"/>
    <w:rsid w:val="0082215D"/>
    <w:rsid w:val="008223FB"/>
    <w:rsid w:val="008229EA"/>
    <w:rsid w:val="00822D2A"/>
    <w:rsid w:val="0082332E"/>
    <w:rsid w:val="00823385"/>
    <w:rsid w:val="008234F6"/>
    <w:rsid w:val="0082377B"/>
    <w:rsid w:val="00823A8D"/>
    <w:rsid w:val="00823D49"/>
    <w:rsid w:val="0082526F"/>
    <w:rsid w:val="00826269"/>
    <w:rsid w:val="008263E8"/>
    <w:rsid w:val="00826751"/>
    <w:rsid w:val="00826B07"/>
    <w:rsid w:val="008270F3"/>
    <w:rsid w:val="00827B56"/>
    <w:rsid w:val="00832022"/>
    <w:rsid w:val="00832BCE"/>
    <w:rsid w:val="00832E9C"/>
    <w:rsid w:val="00833248"/>
    <w:rsid w:val="00833A98"/>
    <w:rsid w:val="00833F56"/>
    <w:rsid w:val="00834309"/>
    <w:rsid w:val="00834583"/>
    <w:rsid w:val="00834780"/>
    <w:rsid w:val="008348C2"/>
    <w:rsid w:val="0083526C"/>
    <w:rsid w:val="00835AA3"/>
    <w:rsid w:val="00836971"/>
    <w:rsid w:val="00837421"/>
    <w:rsid w:val="00837706"/>
    <w:rsid w:val="0083787C"/>
    <w:rsid w:val="00837D9E"/>
    <w:rsid w:val="00837DAD"/>
    <w:rsid w:val="00837F89"/>
    <w:rsid w:val="00840996"/>
    <w:rsid w:val="00841566"/>
    <w:rsid w:val="008432EB"/>
    <w:rsid w:val="00843CAB"/>
    <w:rsid w:val="00844725"/>
    <w:rsid w:val="008449CC"/>
    <w:rsid w:val="00844CCE"/>
    <w:rsid w:val="00844CF0"/>
    <w:rsid w:val="0084563B"/>
    <w:rsid w:val="0084581B"/>
    <w:rsid w:val="008460BE"/>
    <w:rsid w:val="008474DC"/>
    <w:rsid w:val="008477E8"/>
    <w:rsid w:val="00847DBA"/>
    <w:rsid w:val="0085085E"/>
    <w:rsid w:val="00851DBE"/>
    <w:rsid w:val="00852C24"/>
    <w:rsid w:val="00852D84"/>
    <w:rsid w:val="008533A0"/>
    <w:rsid w:val="00853A73"/>
    <w:rsid w:val="00853F95"/>
    <w:rsid w:val="0085426F"/>
    <w:rsid w:val="0085572D"/>
    <w:rsid w:val="00855B68"/>
    <w:rsid w:val="008568F2"/>
    <w:rsid w:val="00856ACC"/>
    <w:rsid w:val="00857960"/>
    <w:rsid w:val="00857B59"/>
    <w:rsid w:val="008609A1"/>
    <w:rsid w:val="008610B1"/>
    <w:rsid w:val="00861631"/>
    <w:rsid w:val="00861B9C"/>
    <w:rsid w:val="00862106"/>
    <w:rsid w:val="00862724"/>
    <w:rsid w:val="0086317D"/>
    <w:rsid w:val="00863370"/>
    <w:rsid w:val="0086362B"/>
    <w:rsid w:val="00863E07"/>
    <w:rsid w:val="00864AF5"/>
    <w:rsid w:val="00865347"/>
    <w:rsid w:val="008654A8"/>
    <w:rsid w:val="00865F5A"/>
    <w:rsid w:val="00866A38"/>
    <w:rsid w:val="00866E8E"/>
    <w:rsid w:val="00867E7D"/>
    <w:rsid w:val="00870680"/>
    <w:rsid w:val="0087090C"/>
    <w:rsid w:val="00870D0A"/>
    <w:rsid w:val="0087115D"/>
    <w:rsid w:val="00871485"/>
    <w:rsid w:val="00871496"/>
    <w:rsid w:val="0087168D"/>
    <w:rsid w:val="00871872"/>
    <w:rsid w:val="00871C3B"/>
    <w:rsid w:val="008720F0"/>
    <w:rsid w:val="008721E8"/>
    <w:rsid w:val="0087255F"/>
    <w:rsid w:val="00872BA6"/>
    <w:rsid w:val="00873055"/>
    <w:rsid w:val="008732AD"/>
    <w:rsid w:val="008744C0"/>
    <w:rsid w:val="00875443"/>
    <w:rsid w:val="00875963"/>
    <w:rsid w:val="00876192"/>
    <w:rsid w:val="00876203"/>
    <w:rsid w:val="00877BE7"/>
    <w:rsid w:val="00880290"/>
    <w:rsid w:val="00880469"/>
    <w:rsid w:val="00880F90"/>
    <w:rsid w:val="008820C2"/>
    <w:rsid w:val="008826E7"/>
    <w:rsid w:val="008827E4"/>
    <w:rsid w:val="00882B2E"/>
    <w:rsid w:val="008832C2"/>
    <w:rsid w:val="008836AB"/>
    <w:rsid w:val="00883B7E"/>
    <w:rsid w:val="00884614"/>
    <w:rsid w:val="008848E9"/>
    <w:rsid w:val="00884D0F"/>
    <w:rsid w:val="00884D97"/>
    <w:rsid w:val="00884DD9"/>
    <w:rsid w:val="008865F9"/>
    <w:rsid w:val="00886BC6"/>
    <w:rsid w:val="00887BDF"/>
    <w:rsid w:val="008912F3"/>
    <w:rsid w:val="00891C8B"/>
    <w:rsid w:val="00891DFC"/>
    <w:rsid w:val="00892297"/>
    <w:rsid w:val="00892F06"/>
    <w:rsid w:val="00893BD5"/>
    <w:rsid w:val="00893C11"/>
    <w:rsid w:val="00894104"/>
    <w:rsid w:val="008942FF"/>
    <w:rsid w:val="008943E0"/>
    <w:rsid w:val="008949FB"/>
    <w:rsid w:val="00894B7B"/>
    <w:rsid w:val="0089556E"/>
    <w:rsid w:val="0089626D"/>
    <w:rsid w:val="00896A71"/>
    <w:rsid w:val="00897FBD"/>
    <w:rsid w:val="008A0FE4"/>
    <w:rsid w:val="008A1C32"/>
    <w:rsid w:val="008A224E"/>
    <w:rsid w:val="008A30E7"/>
    <w:rsid w:val="008A3224"/>
    <w:rsid w:val="008A3679"/>
    <w:rsid w:val="008A376D"/>
    <w:rsid w:val="008A3EDF"/>
    <w:rsid w:val="008A46CA"/>
    <w:rsid w:val="008A56B4"/>
    <w:rsid w:val="008A63F2"/>
    <w:rsid w:val="008A681E"/>
    <w:rsid w:val="008A72A6"/>
    <w:rsid w:val="008A72CA"/>
    <w:rsid w:val="008A7D2F"/>
    <w:rsid w:val="008B1668"/>
    <w:rsid w:val="008B1BA2"/>
    <w:rsid w:val="008B3ED7"/>
    <w:rsid w:val="008B481C"/>
    <w:rsid w:val="008B5029"/>
    <w:rsid w:val="008B51EA"/>
    <w:rsid w:val="008B55A0"/>
    <w:rsid w:val="008B56B8"/>
    <w:rsid w:val="008B5F1E"/>
    <w:rsid w:val="008B609D"/>
    <w:rsid w:val="008B699B"/>
    <w:rsid w:val="008B6F37"/>
    <w:rsid w:val="008B7E06"/>
    <w:rsid w:val="008C0ED0"/>
    <w:rsid w:val="008C1432"/>
    <w:rsid w:val="008C338D"/>
    <w:rsid w:val="008C35C5"/>
    <w:rsid w:val="008C3634"/>
    <w:rsid w:val="008C3CBF"/>
    <w:rsid w:val="008C4A65"/>
    <w:rsid w:val="008C4C16"/>
    <w:rsid w:val="008C597E"/>
    <w:rsid w:val="008C59DB"/>
    <w:rsid w:val="008C688C"/>
    <w:rsid w:val="008C69EA"/>
    <w:rsid w:val="008C6B0A"/>
    <w:rsid w:val="008C6F96"/>
    <w:rsid w:val="008C7293"/>
    <w:rsid w:val="008C7421"/>
    <w:rsid w:val="008D01D0"/>
    <w:rsid w:val="008D0493"/>
    <w:rsid w:val="008D0688"/>
    <w:rsid w:val="008D0C41"/>
    <w:rsid w:val="008D1683"/>
    <w:rsid w:val="008D17A7"/>
    <w:rsid w:val="008D3268"/>
    <w:rsid w:val="008D366A"/>
    <w:rsid w:val="008D4B12"/>
    <w:rsid w:val="008D4D0D"/>
    <w:rsid w:val="008D5037"/>
    <w:rsid w:val="008D50B8"/>
    <w:rsid w:val="008D5311"/>
    <w:rsid w:val="008D5825"/>
    <w:rsid w:val="008D7144"/>
    <w:rsid w:val="008D742E"/>
    <w:rsid w:val="008D7A1C"/>
    <w:rsid w:val="008D7CF9"/>
    <w:rsid w:val="008E0466"/>
    <w:rsid w:val="008E1421"/>
    <w:rsid w:val="008E18B7"/>
    <w:rsid w:val="008E1DD2"/>
    <w:rsid w:val="008E1DFF"/>
    <w:rsid w:val="008E213B"/>
    <w:rsid w:val="008E3128"/>
    <w:rsid w:val="008E3492"/>
    <w:rsid w:val="008E3639"/>
    <w:rsid w:val="008E3700"/>
    <w:rsid w:val="008E395E"/>
    <w:rsid w:val="008E3B29"/>
    <w:rsid w:val="008E4800"/>
    <w:rsid w:val="008E4950"/>
    <w:rsid w:val="008E5BB8"/>
    <w:rsid w:val="008E6274"/>
    <w:rsid w:val="008E6E3D"/>
    <w:rsid w:val="008E7878"/>
    <w:rsid w:val="008F0249"/>
    <w:rsid w:val="008F0530"/>
    <w:rsid w:val="008F05B8"/>
    <w:rsid w:val="008F063C"/>
    <w:rsid w:val="008F09E9"/>
    <w:rsid w:val="008F0A6D"/>
    <w:rsid w:val="008F0D60"/>
    <w:rsid w:val="008F13E0"/>
    <w:rsid w:val="008F13E5"/>
    <w:rsid w:val="008F1F57"/>
    <w:rsid w:val="008F2B55"/>
    <w:rsid w:val="008F2DCA"/>
    <w:rsid w:val="008F303D"/>
    <w:rsid w:val="008F36B3"/>
    <w:rsid w:val="008F3C55"/>
    <w:rsid w:val="008F3DDA"/>
    <w:rsid w:val="008F3DEB"/>
    <w:rsid w:val="008F441E"/>
    <w:rsid w:val="008F4CBB"/>
    <w:rsid w:val="008F5A8C"/>
    <w:rsid w:val="008F5D1D"/>
    <w:rsid w:val="008F6481"/>
    <w:rsid w:val="008F6562"/>
    <w:rsid w:val="008F66A3"/>
    <w:rsid w:val="008F6793"/>
    <w:rsid w:val="008F6ECD"/>
    <w:rsid w:val="008F78C9"/>
    <w:rsid w:val="008F7D82"/>
    <w:rsid w:val="009006D3"/>
    <w:rsid w:val="00900B84"/>
    <w:rsid w:val="00900CEF"/>
    <w:rsid w:val="009012F6"/>
    <w:rsid w:val="00901BA3"/>
    <w:rsid w:val="009022B2"/>
    <w:rsid w:val="009032A3"/>
    <w:rsid w:val="009033FA"/>
    <w:rsid w:val="009039CA"/>
    <w:rsid w:val="00903CC7"/>
    <w:rsid w:val="00903E86"/>
    <w:rsid w:val="00904076"/>
    <w:rsid w:val="00904094"/>
    <w:rsid w:val="00904184"/>
    <w:rsid w:val="009044EE"/>
    <w:rsid w:val="009046A9"/>
    <w:rsid w:val="00904FC0"/>
    <w:rsid w:val="00905133"/>
    <w:rsid w:val="0090550E"/>
    <w:rsid w:val="0090569E"/>
    <w:rsid w:val="00905A3B"/>
    <w:rsid w:val="00905FB2"/>
    <w:rsid w:val="00906377"/>
    <w:rsid w:val="009066A7"/>
    <w:rsid w:val="00906A39"/>
    <w:rsid w:val="00907112"/>
    <w:rsid w:val="009075A6"/>
    <w:rsid w:val="009078F3"/>
    <w:rsid w:val="00910352"/>
    <w:rsid w:val="00910478"/>
    <w:rsid w:val="00910DF1"/>
    <w:rsid w:val="00910E69"/>
    <w:rsid w:val="00910EA9"/>
    <w:rsid w:val="0091108D"/>
    <w:rsid w:val="00911532"/>
    <w:rsid w:val="00912237"/>
    <w:rsid w:val="00912CC4"/>
    <w:rsid w:val="00913087"/>
    <w:rsid w:val="00913BF1"/>
    <w:rsid w:val="00914728"/>
    <w:rsid w:val="00914ABE"/>
    <w:rsid w:val="00914D63"/>
    <w:rsid w:val="00915F54"/>
    <w:rsid w:val="00917793"/>
    <w:rsid w:val="00917CA3"/>
    <w:rsid w:val="00917F56"/>
    <w:rsid w:val="00920883"/>
    <w:rsid w:val="00920B58"/>
    <w:rsid w:val="00920C9F"/>
    <w:rsid w:val="009219E1"/>
    <w:rsid w:val="00922426"/>
    <w:rsid w:val="00922A11"/>
    <w:rsid w:val="00923813"/>
    <w:rsid w:val="00924290"/>
    <w:rsid w:val="009255D8"/>
    <w:rsid w:val="009257BB"/>
    <w:rsid w:val="00927905"/>
    <w:rsid w:val="00927B8B"/>
    <w:rsid w:val="00927BCC"/>
    <w:rsid w:val="00930865"/>
    <w:rsid w:val="009316D2"/>
    <w:rsid w:val="00931CB3"/>
    <w:rsid w:val="00931E5F"/>
    <w:rsid w:val="009321BB"/>
    <w:rsid w:val="00932BD9"/>
    <w:rsid w:val="00933127"/>
    <w:rsid w:val="00933D67"/>
    <w:rsid w:val="00934108"/>
    <w:rsid w:val="00934812"/>
    <w:rsid w:val="00934A2A"/>
    <w:rsid w:val="00934CF3"/>
    <w:rsid w:val="00935543"/>
    <w:rsid w:val="00935CCC"/>
    <w:rsid w:val="00936192"/>
    <w:rsid w:val="009362CC"/>
    <w:rsid w:val="00936DDE"/>
    <w:rsid w:val="0093784E"/>
    <w:rsid w:val="00941668"/>
    <w:rsid w:val="00941CDD"/>
    <w:rsid w:val="00941FAF"/>
    <w:rsid w:val="00942553"/>
    <w:rsid w:val="0094255B"/>
    <w:rsid w:val="00942F1F"/>
    <w:rsid w:val="00943183"/>
    <w:rsid w:val="00944070"/>
    <w:rsid w:val="00945996"/>
    <w:rsid w:val="009459C6"/>
    <w:rsid w:val="009459EB"/>
    <w:rsid w:val="00945DF2"/>
    <w:rsid w:val="009464C4"/>
    <w:rsid w:val="00946D72"/>
    <w:rsid w:val="009475E5"/>
    <w:rsid w:val="009503EC"/>
    <w:rsid w:val="009505F8"/>
    <w:rsid w:val="009507FF"/>
    <w:rsid w:val="00950C98"/>
    <w:rsid w:val="00951218"/>
    <w:rsid w:val="0095136E"/>
    <w:rsid w:val="00952369"/>
    <w:rsid w:val="00952D92"/>
    <w:rsid w:val="009531E4"/>
    <w:rsid w:val="009534E2"/>
    <w:rsid w:val="00954297"/>
    <w:rsid w:val="00954616"/>
    <w:rsid w:val="00954B64"/>
    <w:rsid w:val="00954D25"/>
    <w:rsid w:val="00954DBD"/>
    <w:rsid w:val="0095577E"/>
    <w:rsid w:val="00955A9B"/>
    <w:rsid w:val="00957B08"/>
    <w:rsid w:val="00961FDE"/>
    <w:rsid w:val="009626B7"/>
    <w:rsid w:val="0096275C"/>
    <w:rsid w:val="00962A17"/>
    <w:rsid w:val="00962ABA"/>
    <w:rsid w:val="00962EC5"/>
    <w:rsid w:val="00962F1F"/>
    <w:rsid w:val="00963469"/>
    <w:rsid w:val="009641C9"/>
    <w:rsid w:val="00964ED6"/>
    <w:rsid w:val="009656CB"/>
    <w:rsid w:val="0096618B"/>
    <w:rsid w:val="0096720D"/>
    <w:rsid w:val="009703DB"/>
    <w:rsid w:val="00970429"/>
    <w:rsid w:val="00971A90"/>
    <w:rsid w:val="00971D49"/>
    <w:rsid w:val="00971F0F"/>
    <w:rsid w:val="009721F0"/>
    <w:rsid w:val="009725BE"/>
    <w:rsid w:val="00972A76"/>
    <w:rsid w:val="009733BA"/>
    <w:rsid w:val="00973FDE"/>
    <w:rsid w:val="0097434A"/>
    <w:rsid w:val="0097459D"/>
    <w:rsid w:val="00975320"/>
    <w:rsid w:val="0097607C"/>
    <w:rsid w:val="0097608A"/>
    <w:rsid w:val="009763F7"/>
    <w:rsid w:val="009766A3"/>
    <w:rsid w:val="0098009E"/>
    <w:rsid w:val="00980A12"/>
    <w:rsid w:val="009819E5"/>
    <w:rsid w:val="00982E0C"/>
    <w:rsid w:val="00983461"/>
    <w:rsid w:val="009842A8"/>
    <w:rsid w:val="0098433E"/>
    <w:rsid w:val="00984484"/>
    <w:rsid w:val="009850CB"/>
    <w:rsid w:val="00985B9C"/>
    <w:rsid w:val="009866F3"/>
    <w:rsid w:val="00986975"/>
    <w:rsid w:val="00986D81"/>
    <w:rsid w:val="0098755B"/>
    <w:rsid w:val="00987A51"/>
    <w:rsid w:val="00987F7F"/>
    <w:rsid w:val="009901E7"/>
    <w:rsid w:val="00990685"/>
    <w:rsid w:val="009906C1"/>
    <w:rsid w:val="0099084C"/>
    <w:rsid w:val="009912C0"/>
    <w:rsid w:val="009916C6"/>
    <w:rsid w:val="00991967"/>
    <w:rsid w:val="00991C79"/>
    <w:rsid w:val="00991F9F"/>
    <w:rsid w:val="00992FC8"/>
    <w:rsid w:val="009944F2"/>
    <w:rsid w:val="009953B6"/>
    <w:rsid w:val="009963A8"/>
    <w:rsid w:val="009965E2"/>
    <w:rsid w:val="00996672"/>
    <w:rsid w:val="0099668B"/>
    <w:rsid w:val="00996886"/>
    <w:rsid w:val="00996B3F"/>
    <w:rsid w:val="00996DCC"/>
    <w:rsid w:val="00996E97"/>
    <w:rsid w:val="009971F7"/>
    <w:rsid w:val="009973A8"/>
    <w:rsid w:val="0099752F"/>
    <w:rsid w:val="009A0095"/>
    <w:rsid w:val="009A0251"/>
    <w:rsid w:val="009A0BC8"/>
    <w:rsid w:val="009A0D66"/>
    <w:rsid w:val="009A1481"/>
    <w:rsid w:val="009A19C5"/>
    <w:rsid w:val="009A1FF7"/>
    <w:rsid w:val="009A301B"/>
    <w:rsid w:val="009A393B"/>
    <w:rsid w:val="009A3F42"/>
    <w:rsid w:val="009A4949"/>
    <w:rsid w:val="009A4AD8"/>
    <w:rsid w:val="009A4AFB"/>
    <w:rsid w:val="009A4F47"/>
    <w:rsid w:val="009A505B"/>
    <w:rsid w:val="009A546B"/>
    <w:rsid w:val="009A5F96"/>
    <w:rsid w:val="009A60D1"/>
    <w:rsid w:val="009A63BC"/>
    <w:rsid w:val="009A6604"/>
    <w:rsid w:val="009A6766"/>
    <w:rsid w:val="009A729D"/>
    <w:rsid w:val="009B027B"/>
    <w:rsid w:val="009B0535"/>
    <w:rsid w:val="009B1402"/>
    <w:rsid w:val="009B1DCD"/>
    <w:rsid w:val="009B348F"/>
    <w:rsid w:val="009B3D65"/>
    <w:rsid w:val="009B5BD9"/>
    <w:rsid w:val="009B6220"/>
    <w:rsid w:val="009B64EA"/>
    <w:rsid w:val="009B659F"/>
    <w:rsid w:val="009B67AB"/>
    <w:rsid w:val="009B6B6A"/>
    <w:rsid w:val="009B6D87"/>
    <w:rsid w:val="009B70F3"/>
    <w:rsid w:val="009B7E72"/>
    <w:rsid w:val="009B7F55"/>
    <w:rsid w:val="009C14A3"/>
    <w:rsid w:val="009C2221"/>
    <w:rsid w:val="009C23E4"/>
    <w:rsid w:val="009C24D7"/>
    <w:rsid w:val="009C25FE"/>
    <w:rsid w:val="009C31C2"/>
    <w:rsid w:val="009C38B6"/>
    <w:rsid w:val="009C3A18"/>
    <w:rsid w:val="009C48FE"/>
    <w:rsid w:val="009C5B1B"/>
    <w:rsid w:val="009C5CE0"/>
    <w:rsid w:val="009C5D37"/>
    <w:rsid w:val="009C6386"/>
    <w:rsid w:val="009C644D"/>
    <w:rsid w:val="009C6DC4"/>
    <w:rsid w:val="009C73E4"/>
    <w:rsid w:val="009C7968"/>
    <w:rsid w:val="009D02A7"/>
    <w:rsid w:val="009D0FD7"/>
    <w:rsid w:val="009D18D1"/>
    <w:rsid w:val="009D1AF1"/>
    <w:rsid w:val="009D1FB1"/>
    <w:rsid w:val="009D3329"/>
    <w:rsid w:val="009D366B"/>
    <w:rsid w:val="009D3A75"/>
    <w:rsid w:val="009D473E"/>
    <w:rsid w:val="009D59A7"/>
    <w:rsid w:val="009D5F8B"/>
    <w:rsid w:val="009D7943"/>
    <w:rsid w:val="009E00FC"/>
    <w:rsid w:val="009E085B"/>
    <w:rsid w:val="009E1294"/>
    <w:rsid w:val="009E16D8"/>
    <w:rsid w:val="009E226E"/>
    <w:rsid w:val="009E2E70"/>
    <w:rsid w:val="009E2FDE"/>
    <w:rsid w:val="009E310B"/>
    <w:rsid w:val="009E326A"/>
    <w:rsid w:val="009E3787"/>
    <w:rsid w:val="009E4309"/>
    <w:rsid w:val="009E48E6"/>
    <w:rsid w:val="009E4CE6"/>
    <w:rsid w:val="009E530C"/>
    <w:rsid w:val="009E5F4D"/>
    <w:rsid w:val="009E61C9"/>
    <w:rsid w:val="009E6590"/>
    <w:rsid w:val="009E6630"/>
    <w:rsid w:val="009E6AA2"/>
    <w:rsid w:val="009E6E49"/>
    <w:rsid w:val="009E6F6E"/>
    <w:rsid w:val="009E772D"/>
    <w:rsid w:val="009E79F5"/>
    <w:rsid w:val="009F0A92"/>
    <w:rsid w:val="009F0C5F"/>
    <w:rsid w:val="009F0CA1"/>
    <w:rsid w:val="009F1415"/>
    <w:rsid w:val="009F1AA4"/>
    <w:rsid w:val="009F3630"/>
    <w:rsid w:val="009F36A6"/>
    <w:rsid w:val="009F3AC3"/>
    <w:rsid w:val="009F3B1C"/>
    <w:rsid w:val="009F45EB"/>
    <w:rsid w:val="009F4700"/>
    <w:rsid w:val="009F4D05"/>
    <w:rsid w:val="009F510C"/>
    <w:rsid w:val="009F5327"/>
    <w:rsid w:val="009F5FB7"/>
    <w:rsid w:val="009F6BAD"/>
    <w:rsid w:val="009F7777"/>
    <w:rsid w:val="00A00472"/>
    <w:rsid w:val="00A00E1A"/>
    <w:rsid w:val="00A00FE7"/>
    <w:rsid w:val="00A0110B"/>
    <w:rsid w:val="00A0132C"/>
    <w:rsid w:val="00A0237A"/>
    <w:rsid w:val="00A02392"/>
    <w:rsid w:val="00A02CEF"/>
    <w:rsid w:val="00A02F44"/>
    <w:rsid w:val="00A0373F"/>
    <w:rsid w:val="00A03AE6"/>
    <w:rsid w:val="00A03B44"/>
    <w:rsid w:val="00A0426E"/>
    <w:rsid w:val="00A04C69"/>
    <w:rsid w:val="00A053A6"/>
    <w:rsid w:val="00A0546E"/>
    <w:rsid w:val="00A069A1"/>
    <w:rsid w:val="00A06FCB"/>
    <w:rsid w:val="00A0755D"/>
    <w:rsid w:val="00A07F31"/>
    <w:rsid w:val="00A10A2C"/>
    <w:rsid w:val="00A10A8A"/>
    <w:rsid w:val="00A10EEF"/>
    <w:rsid w:val="00A1149E"/>
    <w:rsid w:val="00A116BC"/>
    <w:rsid w:val="00A11F9E"/>
    <w:rsid w:val="00A12874"/>
    <w:rsid w:val="00A128BD"/>
    <w:rsid w:val="00A12D94"/>
    <w:rsid w:val="00A148FC"/>
    <w:rsid w:val="00A14BDC"/>
    <w:rsid w:val="00A153F9"/>
    <w:rsid w:val="00A162C1"/>
    <w:rsid w:val="00A166CD"/>
    <w:rsid w:val="00A16A6C"/>
    <w:rsid w:val="00A1758B"/>
    <w:rsid w:val="00A17601"/>
    <w:rsid w:val="00A2063D"/>
    <w:rsid w:val="00A2089F"/>
    <w:rsid w:val="00A20C92"/>
    <w:rsid w:val="00A2107F"/>
    <w:rsid w:val="00A2158F"/>
    <w:rsid w:val="00A22BBD"/>
    <w:rsid w:val="00A233B6"/>
    <w:rsid w:val="00A2346C"/>
    <w:rsid w:val="00A238D0"/>
    <w:rsid w:val="00A2419C"/>
    <w:rsid w:val="00A243EE"/>
    <w:rsid w:val="00A2486C"/>
    <w:rsid w:val="00A24AE9"/>
    <w:rsid w:val="00A26701"/>
    <w:rsid w:val="00A268D5"/>
    <w:rsid w:val="00A2692C"/>
    <w:rsid w:val="00A26DD5"/>
    <w:rsid w:val="00A270D6"/>
    <w:rsid w:val="00A27A55"/>
    <w:rsid w:val="00A27B2F"/>
    <w:rsid w:val="00A301F3"/>
    <w:rsid w:val="00A30574"/>
    <w:rsid w:val="00A30623"/>
    <w:rsid w:val="00A32353"/>
    <w:rsid w:val="00A32472"/>
    <w:rsid w:val="00A3249A"/>
    <w:rsid w:val="00A324E4"/>
    <w:rsid w:val="00A32727"/>
    <w:rsid w:val="00A338F7"/>
    <w:rsid w:val="00A33973"/>
    <w:rsid w:val="00A33E34"/>
    <w:rsid w:val="00A349A7"/>
    <w:rsid w:val="00A34D0B"/>
    <w:rsid w:val="00A35387"/>
    <w:rsid w:val="00A35FE1"/>
    <w:rsid w:val="00A36610"/>
    <w:rsid w:val="00A371FB"/>
    <w:rsid w:val="00A37623"/>
    <w:rsid w:val="00A37E5F"/>
    <w:rsid w:val="00A40305"/>
    <w:rsid w:val="00A408D4"/>
    <w:rsid w:val="00A40F1D"/>
    <w:rsid w:val="00A41111"/>
    <w:rsid w:val="00A41166"/>
    <w:rsid w:val="00A42AE8"/>
    <w:rsid w:val="00A43246"/>
    <w:rsid w:val="00A439EE"/>
    <w:rsid w:val="00A43BFE"/>
    <w:rsid w:val="00A43C63"/>
    <w:rsid w:val="00A443C5"/>
    <w:rsid w:val="00A44ACB"/>
    <w:rsid w:val="00A45D93"/>
    <w:rsid w:val="00A46411"/>
    <w:rsid w:val="00A46503"/>
    <w:rsid w:val="00A46CED"/>
    <w:rsid w:val="00A473D8"/>
    <w:rsid w:val="00A47C5E"/>
    <w:rsid w:val="00A47D33"/>
    <w:rsid w:val="00A47F15"/>
    <w:rsid w:val="00A50237"/>
    <w:rsid w:val="00A50441"/>
    <w:rsid w:val="00A5087F"/>
    <w:rsid w:val="00A51332"/>
    <w:rsid w:val="00A51CAE"/>
    <w:rsid w:val="00A5383B"/>
    <w:rsid w:val="00A53C23"/>
    <w:rsid w:val="00A53EFA"/>
    <w:rsid w:val="00A54273"/>
    <w:rsid w:val="00A54FDA"/>
    <w:rsid w:val="00A559A2"/>
    <w:rsid w:val="00A559FD"/>
    <w:rsid w:val="00A56387"/>
    <w:rsid w:val="00A570E0"/>
    <w:rsid w:val="00A6007B"/>
    <w:rsid w:val="00A60E19"/>
    <w:rsid w:val="00A61ED9"/>
    <w:rsid w:val="00A61EF6"/>
    <w:rsid w:val="00A6234F"/>
    <w:rsid w:val="00A62616"/>
    <w:rsid w:val="00A6274E"/>
    <w:rsid w:val="00A62892"/>
    <w:rsid w:val="00A62E4C"/>
    <w:rsid w:val="00A637E8"/>
    <w:rsid w:val="00A6480D"/>
    <w:rsid w:val="00A65114"/>
    <w:rsid w:val="00A6531C"/>
    <w:rsid w:val="00A6564A"/>
    <w:rsid w:val="00A66570"/>
    <w:rsid w:val="00A66F76"/>
    <w:rsid w:val="00A671D7"/>
    <w:rsid w:val="00A678FF"/>
    <w:rsid w:val="00A67BB3"/>
    <w:rsid w:val="00A703F1"/>
    <w:rsid w:val="00A7043E"/>
    <w:rsid w:val="00A70CA7"/>
    <w:rsid w:val="00A713DB"/>
    <w:rsid w:val="00A71A1D"/>
    <w:rsid w:val="00A71DE1"/>
    <w:rsid w:val="00A727C5"/>
    <w:rsid w:val="00A72DB8"/>
    <w:rsid w:val="00A72F3C"/>
    <w:rsid w:val="00A73024"/>
    <w:rsid w:val="00A731DC"/>
    <w:rsid w:val="00A73C98"/>
    <w:rsid w:val="00A73F5D"/>
    <w:rsid w:val="00A742D4"/>
    <w:rsid w:val="00A75349"/>
    <w:rsid w:val="00A75520"/>
    <w:rsid w:val="00A75AE9"/>
    <w:rsid w:val="00A763F0"/>
    <w:rsid w:val="00A770A5"/>
    <w:rsid w:val="00A77544"/>
    <w:rsid w:val="00A77961"/>
    <w:rsid w:val="00A77A1E"/>
    <w:rsid w:val="00A80106"/>
    <w:rsid w:val="00A80370"/>
    <w:rsid w:val="00A80497"/>
    <w:rsid w:val="00A80899"/>
    <w:rsid w:val="00A80A10"/>
    <w:rsid w:val="00A80B4E"/>
    <w:rsid w:val="00A81792"/>
    <w:rsid w:val="00A82300"/>
    <w:rsid w:val="00A82EC4"/>
    <w:rsid w:val="00A84E31"/>
    <w:rsid w:val="00A85A9C"/>
    <w:rsid w:val="00A85BCB"/>
    <w:rsid w:val="00A85E6E"/>
    <w:rsid w:val="00A86116"/>
    <w:rsid w:val="00A87020"/>
    <w:rsid w:val="00A87157"/>
    <w:rsid w:val="00A872DE"/>
    <w:rsid w:val="00A8734F"/>
    <w:rsid w:val="00A87557"/>
    <w:rsid w:val="00A90D26"/>
    <w:rsid w:val="00A90D72"/>
    <w:rsid w:val="00A9106D"/>
    <w:rsid w:val="00A91F73"/>
    <w:rsid w:val="00A9266E"/>
    <w:rsid w:val="00A92A3F"/>
    <w:rsid w:val="00A92AF2"/>
    <w:rsid w:val="00A92C11"/>
    <w:rsid w:val="00A9332F"/>
    <w:rsid w:val="00A945B5"/>
    <w:rsid w:val="00A9505F"/>
    <w:rsid w:val="00A951B9"/>
    <w:rsid w:val="00A95DAE"/>
    <w:rsid w:val="00A960F4"/>
    <w:rsid w:val="00A961ED"/>
    <w:rsid w:val="00A9691F"/>
    <w:rsid w:val="00A969BA"/>
    <w:rsid w:val="00A970CC"/>
    <w:rsid w:val="00A97648"/>
    <w:rsid w:val="00A97A24"/>
    <w:rsid w:val="00AA037D"/>
    <w:rsid w:val="00AA0560"/>
    <w:rsid w:val="00AA081C"/>
    <w:rsid w:val="00AA0C41"/>
    <w:rsid w:val="00AA0F18"/>
    <w:rsid w:val="00AA1FD5"/>
    <w:rsid w:val="00AA2108"/>
    <w:rsid w:val="00AA5FF3"/>
    <w:rsid w:val="00AA672D"/>
    <w:rsid w:val="00AA6C4C"/>
    <w:rsid w:val="00AB00A0"/>
    <w:rsid w:val="00AB06A4"/>
    <w:rsid w:val="00AB12E0"/>
    <w:rsid w:val="00AB191C"/>
    <w:rsid w:val="00AB225C"/>
    <w:rsid w:val="00AB238B"/>
    <w:rsid w:val="00AB2435"/>
    <w:rsid w:val="00AB2F21"/>
    <w:rsid w:val="00AB352C"/>
    <w:rsid w:val="00AB37FE"/>
    <w:rsid w:val="00AB3D05"/>
    <w:rsid w:val="00AB5477"/>
    <w:rsid w:val="00AB5F1E"/>
    <w:rsid w:val="00AB651D"/>
    <w:rsid w:val="00AB6BCB"/>
    <w:rsid w:val="00AB704F"/>
    <w:rsid w:val="00AB7E74"/>
    <w:rsid w:val="00AC02AE"/>
    <w:rsid w:val="00AC099D"/>
    <w:rsid w:val="00AC0A08"/>
    <w:rsid w:val="00AC12AF"/>
    <w:rsid w:val="00AC1B4B"/>
    <w:rsid w:val="00AC2172"/>
    <w:rsid w:val="00AC2674"/>
    <w:rsid w:val="00AC2801"/>
    <w:rsid w:val="00AC282C"/>
    <w:rsid w:val="00AC2AC9"/>
    <w:rsid w:val="00AC2B93"/>
    <w:rsid w:val="00AC2F53"/>
    <w:rsid w:val="00AC33D1"/>
    <w:rsid w:val="00AC35FB"/>
    <w:rsid w:val="00AC3675"/>
    <w:rsid w:val="00AC3B90"/>
    <w:rsid w:val="00AC48E3"/>
    <w:rsid w:val="00AC4C33"/>
    <w:rsid w:val="00AC54A9"/>
    <w:rsid w:val="00AC5735"/>
    <w:rsid w:val="00AC5C30"/>
    <w:rsid w:val="00AC62E9"/>
    <w:rsid w:val="00AC64A5"/>
    <w:rsid w:val="00AC7478"/>
    <w:rsid w:val="00AC7B32"/>
    <w:rsid w:val="00AC7C51"/>
    <w:rsid w:val="00AD0ABD"/>
    <w:rsid w:val="00AD0CD4"/>
    <w:rsid w:val="00AD20D6"/>
    <w:rsid w:val="00AD2829"/>
    <w:rsid w:val="00AD2B62"/>
    <w:rsid w:val="00AD2F22"/>
    <w:rsid w:val="00AD409A"/>
    <w:rsid w:val="00AD489D"/>
    <w:rsid w:val="00AD4B8F"/>
    <w:rsid w:val="00AD4DCA"/>
    <w:rsid w:val="00AD5BED"/>
    <w:rsid w:val="00AD5CD3"/>
    <w:rsid w:val="00AD5FBA"/>
    <w:rsid w:val="00AD69A7"/>
    <w:rsid w:val="00AD6C56"/>
    <w:rsid w:val="00AD75A0"/>
    <w:rsid w:val="00AD766C"/>
    <w:rsid w:val="00AE0901"/>
    <w:rsid w:val="00AE0C05"/>
    <w:rsid w:val="00AE1200"/>
    <w:rsid w:val="00AE1350"/>
    <w:rsid w:val="00AE15C9"/>
    <w:rsid w:val="00AE3791"/>
    <w:rsid w:val="00AE3C12"/>
    <w:rsid w:val="00AE5338"/>
    <w:rsid w:val="00AE5423"/>
    <w:rsid w:val="00AE5C5A"/>
    <w:rsid w:val="00AE5D8D"/>
    <w:rsid w:val="00AE6341"/>
    <w:rsid w:val="00AE69F8"/>
    <w:rsid w:val="00AE7067"/>
    <w:rsid w:val="00AE7E36"/>
    <w:rsid w:val="00AF0CEE"/>
    <w:rsid w:val="00AF0F27"/>
    <w:rsid w:val="00AF102A"/>
    <w:rsid w:val="00AF182F"/>
    <w:rsid w:val="00AF191F"/>
    <w:rsid w:val="00AF1987"/>
    <w:rsid w:val="00AF1A06"/>
    <w:rsid w:val="00AF1EFD"/>
    <w:rsid w:val="00AF21F8"/>
    <w:rsid w:val="00AF2E13"/>
    <w:rsid w:val="00AF31F9"/>
    <w:rsid w:val="00AF32B8"/>
    <w:rsid w:val="00AF3E16"/>
    <w:rsid w:val="00AF404D"/>
    <w:rsid w:val="00AF485F"/>
    <w:rsid w:val="00AF4A86"/>
    <w:rsid w:val="00AF5078"/>
    <w:rsid w:val="00AF538E"/>
    <w:rsid w:val="00AF5F8F"/>
    <w:rsid w:val="00AF6A37"/>
    <w:rsid w:val="00AF6E39"/>
    <w:rsid w:val="00AF70C9"/>
    <w:rsid w:val="00AF7C99"/>
    <w:rsid w:val="00B000D2"/>
    <w:rsid w:val="00B0065C"/>
    <w:rsid w:val="00B007BF"/>
    <w:rsid w:val="00B007E5"/>
    <w:rsid w:val="00B00B1C"/>
    <w:rsid w:val="00B013A4"/>
    <w:rsid w:val="00B0179C"/>
    <w:rsid w:val="00B01A56"/>
    <w:rsid w:val="00B01C9D"/>
    <w:rsid w:val="00B01CB8"/>
    <w:rsid w:val="00B01E6F"/>
    <w:rsid w:val="00B01FBC"/>
    <w:rsid w:val="00B023E7"/>
    <w:rsid w:val="00B02A03"/>
    <w:rsid w:val="00B03D62"/>
    <w:rsid w:val="00B04244"/>
    <w:rsid w:val="00B04E32"/>
    <w:rsid w:val="00B05596"/>
    <w:rsid w:val="00B05747"/>
    <w:rsid w:val="00B05C94"/>
    <w:rsid w:val="00B06376"/>
    <w:rsid w:val="00B06DE5"/>
    <w:rsid w:val="00B070F7"/>
    <w:rsid w:val="00B07127"/>
    <w:rsid w:val="00B10362"/>
    <w:rsid w:val="00B10A94"/>
    <w:rsid w:val="00B10C19"/>
    <w:rsid w:val="00B10D81"/>
    <w:rsid w:val="00B11313"/>
    <w:rsid w:val="00B1180F"/>
    <w:rsid w:val="00B11FBD"/>
    <w:rsid w:val="00B11FBE"/>
    <w:rsid w:val="00B12210"/>
    <w:rsid w:val="00B12258"/>
    <w:rsid w:val="00B12770"/>
    <w:rsid w:val="00B128C4"/>
    <w:rsid w:val="00B12E2A"/>
    <w:rsid w:val="00B1491A"/>
    <w:rsid w:val="00B1501E"/>
    <w:rsid w:val="00B15BDF"/>
    <w:rsid w:val="00B15F58"/>
    <w:rsid w:val="00B1661C"/>
    <w:rsid w:val="00B16A6B"/>
    <w:rsid w:val="00B17175"/>
    <w:rsid w:val="00B1782B"/>
    <w:rsid w:val="00B17A54"/>
    <w:rsid w:val="00B22102"/>
    <w:rsid w:val="00B22103"/>
    <w:rsid w:val="00B22240"/>
    <w:rsid w:val="00B22255"/>
    <w:rsid w:val="00B22AD0"/>
    <w:rsid w:val="00B24116"/>
    <w:rsid w:val="00B24222"/>
    <w:rsid w:val="00B24B95"/>
    <w:rsid w:val="00B254F0"/>
    <w:rsid w:val="00B2560A"/>
    <w:rsid w:val="00B2566C"/>
    <w:rsid w:val="00B25D70"/>
    <w:rsid w:val="00B27532"/>
    <w:rsid w:val="00B30501"/>
    <w:rsid w:val="00B30E8C"/>
    <w:rsid w:val="00B3125C"/>
    <w:rsid w:val="00B31428"/>
    <w:rsid w:val="00B31CE1"/>
    <w:rsid w:val="00B32004"/>
    <w:rsid w:val="00B32D7D"/>
    <w:rsid w:val="00B333B9"/>
    <w:rsid w:val="00B336BC"/>
    <w:rsid w:val="00B33829"/>
    <w:rsid w:val="00B34079"/>
    <w:rsid w:val="00B35C27"/>
    <w:rsid w:val="00B36602"/>
    <w:rsid w:val="00B36A64"/>
    <w:rsid w:val="00B37756"/>
    <w:rsid w:val="00B403D0"/>
    <w:rsid w:val="00B40547"/>
    <w:rsid w:val="00B406F1"/>
    <w:rsid w:val="00B40B7A"/>
    <w:rsid w:val="00B40F4B"/>
    <w:rsid w:val="00B419DF"/>
    <w:rsid w:val="00B41D30"/>
    <w:rsid w:val="00B4216F"/>
    <w:rsid w:val="00B4297E"/>
    <w:rsid w:val="00B43348"/>
    <w:rsid w:val="00B44F34"/>
    <w:rsid w:val="00B450B0"/>
    <w:rsid w:val="00B450CE"/>
    <w:rsid w:val="00B45552"/>
    <w:rsid w:val="00B46567"/>
    <w:rsid w:val="00B46CBA"/>
    <w:rsid w:val="00B47328"/>
    <w:rsid w:val="00B47A88"/>
    <w:rsid w:val="00B50384"/>
    <w:rsid w:val="00B5048C"/>
    <w:rsid w:val="00B50A34"/>
    <w:rsid w:val="00B50EAE"/>
    <w:rsid w:val="00B50EB6"/>
    <w:rsid w:val="00B518AB"/>
    <w:rsid w:val="00B51986"/>
    <w:rsid w:val="00B5228C"/>
    <w:rsid w:val="00B53154"/>
    <w:rsid w:val="00B53367"/>
    <w:rsid w:val="00B5395A"/>
    <w:rsid w:val="00B55E7F"/>
    <w:rsid w:val="00B566F5"/>
    <w:rsid w:val="00B5741E"/>
    <w:rsid w:val="00B60373"/>
    <w:rsid w:val="00B60D95"/>
    <w:rsid w:val="00B610FE"/>
    <w:rsid w:val="00B61520"/>
    <w:rsid w:val="00B61B50"/>
    <w:rsid w:val="00B62316"/>
    <w:rsid w:val="00B62410"/>
    <w:rsid w:val="00B62CC1"/>
    <w:rsid w:val="00B63996"/>
    <w:rsid w:val="00B64058"/>
    <w:rsid w:val="00B64198"/>
    <w:rsid w:val="00B64A88"/>
    <w:rsid w:val="00B65722"/>
    <w:rsid w:val="00B665E5"/>
    <w:rsid w:val="00B66B3A"/>
    <w:rsid w:val="00B66FE0"/>
    <w:rsid w:val="00B67E55"/>
    <w:rsid w:val="00B70685"/>
    <w:rsid w:val="00B70FDF"/>
    <w:rsid w:val="00B71236"/>
    <w:rsid w:val="00B716D1"/>
    <w:rsid w:val="00B72B2A"/>
    <w:rsid w:val="00B72FC2"/>
    <w:rsid w:val="00B73AB1"/>
    <w:rsid w:val="00B7427E"/>
    <w:rsid w:val="00B750FC"/>
    <w:rsid w:val="00B759B0"/>
    <w:rsid w:val="00B76F1F"/>
    <w:rsid w:val="00B76F69"/>
    <w:rsid w:val="00B7767E"/>
    <w:rsid w:val="00B776A8"/>
    <w:rsid w:val="00B77A91"/>
    <w:rsid w:val="00B80A3A"/>
    <w:rsid w:val="00B80A5E"/>
    <w:rsid w:val="00B818AF"/>
    <w:rsid w:val="00B81936"/>
    <w:rsid w:val="00B82B69"/>
    <w:rsid w:val="00B82BCA"/>
    <w:rsid w:val="00B82F69"/>
    <w:rsid w:val="00B83645"/>
    <w:rsid w:val="00B84A85"/>
    <w:rsid w:val="00B84FBA"/>
    <w:rsid w:val="00B85098"/>
    <w:rsid w:val="00B85F94"/>
    <w:rsid w:val="00B86BC4"/>
    <w:rsid w:val="00B874F1"/>
    <w:rsid w:val="00B87CA0"/>
    <w:rsid w:val="00B87E7F"/>
    <w:rsid w:val="00B9033C"/>
    <w:rsid w:val="00B9057C"/>
    <w:rsid w:val="00B90BD4"/>
    <w:rsid w:val="00B90EA9"/>
    <w:rsid w:val="00B91664"/>
    <w:rsid w:val="00B922BA"/>
    <w:rsid w:val="00B9323E"/>
    <w:rsid w:val="00B937A4"/>
    <w:rsid w:val="00B94976"/>
    <w:rsid w:val="00B94B8F"/>
    <w:rsid w:val="00B95B4B"/>
    <w:rsid w:val="00B96485"/>
    <w:rsid w:val="00B964D8"/>
    <w:rsid w:val="00B96934"/>
    <w:rsid w:val="00B96AA4"/>
    <w:rsid w:val="00B96C89"/>
    <w:rsid w:val="00B96E1B"/>
    <w:rsid w:val="00B97167"/>
    <w:rsid w:val="00B973E8"/>
    <w:rsid w:val="00B97492"/>
    <w:rsid w:val="00BA005E"/>
    <w:rsid w:val="00BA03F3"/>
    <w:rsid w:val="00BA0A43"/>
    <w:rsid w:val="00BA0BD6"/>
    <w:rsid w:val="00BA13DA"/>
    <w:rsid w:val="00BA173C"/>
    <w:rsid w:val="00BA17BB"/>
    <w:rsid w:val="00BA2689"/>
    <w:rsid w:val="00BA26BA"/>
    <w:rsid w:val="00BA2C76"/>
    <w:rsid w:val="00BA3B81"/>
    <w:rsid w:val="00BA3ECD"/>
    <w:rsid w:val="00BA4AF6"/>
    <w:rsid w:val="00BA5650"/>
    <w:rsid w:val="00BA5EF8"/>
    <w:rsid w:val="00BA6755"/>
    <w:rsid w:val="00BA69E7"/>
    <w:rsid w:val="00BA6A68"/>
    <w:rsid w:val="00BA6CB1"/>
    <w:rsid w:val="00BA7402"/>
    <w:rsid w:val="00BA753D"/>
    <w:rsid w:val="00BA7885"/>
    <w:rsid w:val="00BB07FF"/>
    <w:rsid w:val="00BB08B4"/>
    <w:rsid w:val="00BB0B60"/>
    <w:rsid w:val="00BB0FD3"/>
    <w:rsid w:val="00BB123D"/>
    <w:rsid w:val="00BB1BE8"/>
    <w:rsid w:val="00BB21E1"/>
    <w:rsid w:val="00BB258A"/>
    <w:rsid w:val="00BB2BA9"/>
    <w:rsid w:val="00BB3A03"/>
    <w:rsid w:val="00BB3D17"/>
    <w:rsid w:val="00BB3FF2"/>
    <w:rsid w:val="00BB49F2"/>
    <w:rsid w:val="00BB524E"/>
    <w:rsid w:val="00BB547C"/>
    <w:rsid w:val="00BB5CAF"/>
    <w:rsid w:val="00BB6548"/>
    <w:rsid w:val="00BB683A"/>
    <w:rsid w:val="00BB6A88"/>
    <w:rsid w:val="00BB6B36"/>
    <w:rsid w:val="00BB6D44"/>
    <w:rsid w:val="00BB7DEA"/>
    <w:rsid w:val="00BC0233"/>
    <w:rsid w:val="00BC0997"/>
    <w:rsid w:val="00BC1618"/>
    <w:rsid w:val="00BC16B7"/>
    <w:rsid w:val="00BC25FB"/>
    <w:rsid w:val="00BC2650"/>
    <w:rsid w:val="00BC2881"/>
    <w:rsid w:val="00BC3260"/>
    <w:rsid w:val="00BC3558"/>
    <w:rsid w:val="00BC356E"/>
    <w:rsid w:val="00BC3EDE"/>
    <w:rsid w:val="00BC44C3"/>
    <w:rsid w:val="00BC5C67"/>
    <w:rsid w:val="00BC5ECC"/>
    <w:rsid w:val="00BC6183"/>
    <w:rsid w:val="00BC6293"/>
    <w:rsid w:val="00BC670F"/>
    <w:rsid w:val="00BC6BCD"/>
    <w:rsid w:val="00BC6EB4"/>
    <w:rsid w:val="00BC6EBC"/>
    <w:rsid w:val="00BC7109"/>
    <w:rsid w:val="00BC78D0"/>
    <w:rsid w:val="00BC7DA3"/>
    <w:rsid w:val="00BD0458"/>
    <w:rsid w:val="00BD0B73"/>
    <w:rsid w:val="00BD1144"/>
    <w:rsid w:val="00BD12EB"/>
    <w:rsid w:val="00BD1F61"/>
    <w:rsid w:val="00BD3129"/>
    <w:rsid w:val="00BD3561"/>
    <w:rsid w:val="00BD3B70"/>
    <w:rsid w:val="00BD3F32"/>
    <w:rsid w:val="00BD3F45"/>
    <w:rsid w:val="00BD4676"/>
    <w:rsid w:val="00BD47B0"/>
    <w:rsid w:val="00BD4ED2"/>
    <w:rsid w:val="00BD4FC4"/>
    <w:rsid w:val="00BD5481"/>
    <w:rsid w:val="00BD5E48"/>
    <w:rsid w:val="00BD675F"/>
    <w:rsid w:val="00BD69BA"/>
    <w:rsid w:val="00BD6AAD"/>
    <w:rsid w:val="00BD73BB"/>
    <w:rsid w:val="00BD7416"/>
    <w:rsid w:val="00BD75B0"/>
    <w:rsid w:val="00BD7970"/>
    <w:rsid w:val="00BE1895"/>
    <w:rsid w:val="00BE1A9F"/>
    <w:rsid w:val="00BE1C63"/>
    <w:rsid w:val="00BE26A7"/>
    <w:rsid w:val="00BE26B2"/>
    <w:rsid w:val="00BE335E"/>
    <w:rsid w:val="00BE3934"/>
    <w:rsid w:val="00BE3EBC"/>
    <w:rsid w:val="00BE404D"/>
    <w:rsid w:val="00BE520F"/>
    <w:rsid w:val="00BE54B5"/>
    <w:rsid w:val="00BE59C1"/>
    <w:rsid w:val="00BE5CDC"/>
    <w:rsid w:val="00BE60BB"/>
    <w:rsid w:val="00BE60C8"/>
    <w:rsid w:val="00BE63EA"/>
    <w:rsid w:val="00BE6564"/>
    <w:rsid w:val="00BE6C32"/>
    <w:rsid w:val="00BE6C7F"/>
    <w:rsid w:val="00BE6CFA"/>
    <w:rsid w:val="00BE7832"/>
    <w:rsid w:val="00BF07C1"/>
    <w:rsid w:val="00BF09B9"/>
    <w:rsid w:val="00BF0B5E"/>
    <w:rsid w:val="00BF1382"/>
    <w:rsid w:val="00BF1AC0"/>
    <w:rsid w:val="00BF1E80"/>
    <w:rsid w:val="00BF2110"/>
    <w:rsid w:val="00BF24AB"/>
    <w:rsid w:val="00BF2A55"/>
    <w:rsid w:val="00BF2CD8"/>
    <w:rsid w:val="00BF2FC4"/>
    <w:rsid w:val="00BF3E7A"/>
    <w:rsid w:val="00BF41A1"/>
    <w:rsid w:val="00BF4C25"/>
    <w:rsid w:val="00BF4DB0"/>
    <w:rsid w:val="00BF557D"/>
    <w:rsid w:val="00BF6054"/>
    <w:rsid w:val="00BF623F"/>
    <w:rsid w:val="00BF64CB"/>
    <w:rsid w:val="00BF680D"/>
    <w:rsid w:val="00BF6B82"/>
    <w:rsid w:val="00BF749A"/>
    <w:rsid w:val="00BF7B80"/>
    <w:rsid w:val="00C00279"/>
    <w:rsid w:val="00C00374"/>
    <w:rsid w:val="00C00503"/>
    <w:rsid w:val="00C00843"/>
    <w:rsid w:val="00C00BFB"/>
    <w:rsid w:val="00C00EB1"/>
    <w:rsid w:val="00C01551"/>
    <w:rsid w:val="00C029E4"/>
    <w:rsid w:val="00C02D1E"/>
    <w:rsid w:val="00C030AD"/>
    <w:rsid w:val="00C036F6"/>
    <w:rsid w:val="00C036FA"/>
    <w:rsid w:val="00C03EA3"/>
    <w:rsid w:val="00C0423E"/>
    <w:rsid w:val="00C0447B"/>
    <w:rsid w:val="00C04D74"/>
    <w:rsid w:val="00C0634C"/>
    <w:rsid w:val="00C07CB4"/>
    <w:rsid w:val="00C10713"/>
    <w:rsid w:val="00C10B59"/>
    <w:rsid w:val="00C10CFC"/>
    <w:rsid w:val="00C10FAB"/>
    <w:rsid w:val="00C113BA"/>
    <w:rsid w:val="00C11AD3"/>
    <w:rsid w:val="00C11C6C"/>
    <w:rsid w:val="00C12063"/>
    <w:rsid w:val="00C127A8"/>
    <w:rsid w:val="00C12CA2"/>
    <w:rsid w:val="00C12E8C"/>
    <w:rsid w:val="00C135E9"/>
    <w:rsid w:val="00C14A00"/>
    <w:rsid w:val="00C15689"/>
    <w:rsid w:val="00C170A2"/>
    <w:rsid w:val="00C17877"/>
    <w:rsid w:val="00C2027E"/>
    <w:rsid w:val="00C206FD"/>
    <w:rsid w:val="00C20CA4"/>
    <w:rsid w:val="00C20EC3"/>
    <w:rsid w:val="00C20EFD"/>
    <w:rsid w:val="00C20F80"/>
    <w:rsid w:val="00C223C7"/>
    <w:rsid w:val="00C23A5F"/>
    <w:rsid w:val="00C23B7E"/>
    <w:rsid w:val="00C23DE0"/>
    <w:rsid w:val="00C24698"/>
    <w:rsid w:val="00C2485B"/>
    <w:rsid w:val="00C24976"/>
    <w:rsid w:val="00C253A9"/>
    <w:rsid w:val="00C25AE6"/>
    <w:rsid w:val="00C271AB"/>
    <w:rsid w:val="00C271D8"/>
    <w:rsid w:val="00C27703"/>
    <w:rsid w:val="00C27D48"/>
    <w:rsid w:val="00C308B9"/>
    <w:rsid w:val="00C30A8A"/>
    <w:rsid w:val="00C30BD5"/>
    <w:rsid w:val="00C3285B"/>
    <w:rsid w:val="00C328F4"/>
    <w:rsid w:val="00C32E0D"/>
    <w:rsid w:val="00C33520"/>
    <w:rsid w:val="00C33B92"/>
    <w:rsid w:val="00C33CA1"/>
    <w:rsid w:val="00C3496B"/>
    <w:rsid w:val="00C34B14"/>
    <w:rsid w:val="00C3512E"/>
    <w:rsid w:val="00C35346"/>
    <w:rsid w:val="00C3541D"/>
    <w:rsid w:val="00C368CA"/>
    <w:rsid w:val="00C373EE"/>
    <w:rsid w:val="00C375FD"/>
    <w:rsid w:val="00C37A5D"/>
    <w:rsid w:val="00C37E0A"/>
    <w:rsid w:val="00C405A0"/>
    <w:rsid w:val="00C41E5E"/>
    <w:rsid w:val="00C426F6"/>
    <w:rsid w:val="00C4298C"/>
    <w:rsid w:val="00C433DB"/>
    <w:rsid w:val="00C4375A"/>
    <w:rsid w:val="00C43D34"/>
    <w:rsid w:val="00C4477A"/>
    <w:rsid w:val="00C44D2E"/>
    <w:rsid w:val="00C4535F"/>
    <w:rsid w:val="00C45838"/>
    <w:rsid w:val="00C45F07"/>
    <w:rsid w:val="00C461D1"/>
    <w:rsid w:val="00C47D2A"/>
    <w:rsid w:val="00C5058A"/>
    <w:rsid w:val="00C505E7"/>
    <w:rsid w:val="00C506B1"/>
    <w:rsid w:val="00C509DE"/>
    <w:rsid w:val="00C51927"/>
    <w:rsid w:val="00C51BEC"/>
    <w:rsid w:val="00C51F0C"/>
    <w:rsid w:val="00C52A0A"/>
    <w:rsid w:val="00C52B4D"/>
    <w:rsid w:val="00C52FC6"/>
    <w:rsid w:val="00C53262"/>
    <w:rsid w:val="00C5348D"/>
    <w:rsid w:val="00C534FA"/>
    <w:rsid w:val="00C538C4"/>
    <w:rsid w:val="00C545C1"/>
    <w:rsid w:val="00C552C0"/>
    <w:rsid w:val="00C556BA"/>
    <w:rsid w:val="00C5696A"/>
    <w:rsid w:val="00C57EA6"/>
    <w:rsid w:val="00C60252"/>
    <w:rsid w:val="00C60390"/>
    <w:rsid w:val="00C61302"/>
    <w:rsid w:val="00C618DC"/>
    <w:rsid w:val="00C61A0A"/>
    <w:rsid w:val="00C61D5B"/>
    <w:rsid w:val="00C61DC0"/>
    <w:rsid w:val="00C624EF"/>
    <w:rsid w:val="00C62722"/>
    <w:rsid w:val="00C6286B"/>
    <w:rsid w:val="00C62BF2"/>
    <w:rsid w:val="00C63426"/>
    <w:rsid w:val="00C64D5C"/>
    <w:rsid w:val="00C64D69"/>
    <w:rsid w:val="00C6547B"/>
    <w:rsid w:val="00C65555"/>
    <w:rsid w:val="00C656BF"/>
    <w:rsid w:val="00C65A6F"/>
    <w:rsid w:val="00C660B1"/>
    <w:rsid w:val="00C662C8"/>
    <w:rsid w:val="00C66514"/>
    <w:rsid w:val="00C66FEC"/>
    <w:rsid w:val="00C673D1"/>
    <w:rsid w:val="00C67827"/>
    <w:rsid w:val="00C67BE0"/>
    <w:rsid w:val="00C70F72"/>
    <w:rsid w:val="00C71A84"/>
    <w:rsid w:val="00C72144"/>
    <w:rsid w:val="00C726B1"/>
    <w:rsid w:val="00C72B17"/>
    <w:rsid w:val="00C73633"/>
    <w:rsid w:val="00C74400"/>
    <w:rsid w:val="00C75A27"/>
    <w:rsid w:val="00C75CF6"/>
    <w:rsid w:val="00C75D4D"/>
    <w:rsid w:val="00C767A5"/>
    <w:rsid w:val="00C76C35"/>
    <w:rsid w:val="00C77B7A"/>
    <w:rsid w:val="00C77FBB"/>
    <w:rsid w:val="00C80EFB"/>
    <w:rsid w:val="00C81473"/>
    <w:rsid w:val="00C82573"/>
    <w:rsid w:val="00C82735"/>
    <w:rsid w:val="00C82D73"/>
    <w:rsid w:val="00C8306E"/>
    <w:rsid w:val="00C830D0"/>
    <w:rsid w:val="00C834D6"/>
    <w:rsid w:val="00C83A33"/>
    <w:rsid w:val="00C83A6E"/>
    <w:rsid w:val="00C841E0"/>
    <w:rsid w:val="00C848AF"/>
    <w:rsid w:val="00C84C04"/>
    <w:rsid w:val="00C859A3"/>
    <w:rsid w:val="00C85C5F"/>
    <w:rsid w:val="00C86431"/>
    <w:rsid w:val="00C90F4E"/>
    <w:rsid w:val="00C91234"/>
    <w:rsid w:val="00C91448"/>
    <w:rsid w:val="00C921B5"/>
    <w:rsid w:val="00C92D34"/>
    <w:rsid w:val="00C93A41"/>
    <w:rsid w:val="00C94263"/>
    <w:rsid w:val="00C94FE3"/>
    <w:rsid w:val="00C95352"/>
    <w:rsid w:val="00C9548F"/>
    <w:rsid w:val="00C957F1"/>
    <w:rsid w:val="00C95821"/>
    <w:rsid w:val="00C95A0F"/>
    <w:rsid w:val="00C96342"/>
    <w:rsid w:val="00C96814"/>
    <w:rsid w:val="00CA017B"/>
    <w:rsid w:val="00CA0538"/>
    <w:rsid w:val="00CA0AED"/>
    <w:rsid w:val="00CA1141"/>
    <w:rsid w:val="00CA1461"/>
    <w:rsid w:val="00CA163F"/>
    <w:rsid w:val="00CA1D26"/>
    <w:rsid w:val="00CA2902"/>
    <w:rsid w:val="00CA5041"/>
    <w:rsid w:val="00CA516A"/>
    <w:rsid w:val="00CA51E1"/>
    <w:rsid w:val="00CA543A"/>
    <w:rsid w:val="00CA56B9"/>
    <w:rsid w:val="00CA5723"/>
    <w:rsid w:val="00CA59E2"/>
    <w:rsid w:val="00CA6A53"/>
    <w:rsid w:val="00CA6DAC"/>
    <w:rsid w:val="00CA6DD5"/>
    <w:rsid w:val="00CA79B4"/>
    <w:rsid w:val="00CA7D77"/>
    <w:rsid w:val="00CB0153"/>
    <w:rsid w:val="00CB0827"/>
    <w:rsid w:val="00CB088C"/>
    <w:rsid w:val="00CB118F"/>
    <w:rsid w:val="00CB226C"/>
    <w:rsid w:val="00CB22C5"/>
    <w:rsid w:val="00CB2696"/>
    <w:rsid w:val="00CB2A3F"/>
    <w:rsid w:val="00CB364F"/>
    <w:rsid w:val="00CB400D"/>
    <w:rsid w:val="00CB46CB"/>
    <w:rsid w:val="00CB4703"/>
    <w:rsid w:val="00CB47A9"/>
    <w:rsid w:val="00CB4E31"/>
    <w:rsid w:val="00CB4F5F"/>
    <w:rsid w:val="00CB6416"/>
    <w:rsid w:val="00CB6A77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3CE"/>
    <w:rsid w:val="00CC2648"/>
    <w:rsid w:val="00CC2885"/>
    <w:rsid w:val="00CC2F87"/>
    <w:rsid w:val="00CC3785"/>
    <w:rsid w:val="00CC55B5"/>
    <w:rsid w:val="00CC5771"/>
    <w:rsid w:val="00CC645B"/>
    <w:rsid w:val="00CC6545"/>
    <w:rsid w:val="00CC69B3"/>
    <w:rsid w:val="00CC6AFE"/>
    <w:rsid w:val="00CC7708"/>
    <w:rsid w:val="00CD0076"/>
    <w:rsid w:val="00CD0B15"/>
    <w:rsid w:val="00CD0B7E"/>
    <w:rsid w:val="00CD19E7"/>
    <w:rsid w:val="00CD1EF0"/>
    <w:rsid w:val="00CD209A"/>
    <w:rsid w:val="00CD218A"/>
    <w:rsid w:val="00CD277A"/>
    <w:rsid w:val="00CD2CD3"/>
    <w:rsid w:val="00CD367E"/>
    <w:rsid w:val="00CD3D54"/>
    <w:rsid w:val="00CD63D5"/>
    <w:rsid w:val="00CD64BE"/>
    <w:rsid w:val="00CD6CDC"/>
    <w:rsid w:val="00CD6F08"/>
    <w:rsid w:val="00CD7002"/>
    <w:rsid w:val="00CD71F7"/>
    <w:rsid w:val="00CD72CD"/>
    <w:rsid w:val="00CD75FA"/>
    <w:rsid w:val="00CE04BF"/>
    <w:rsid w:val="00CE0900"/>
    <w:rsid w:val="00CE0BE5"/>
    <w:rsid w:val="00CE0EF0"/>
    <w:rsid w:val="00CE1887"/>
    <w:rsid w:val="00CE1DDD"/>
    <w:rsid w:val="00CE1FB3"/>
    <w:rsid w:val="00CE2428"/>
    <w:rsid w:val="00CE26A7"/>
    <w:rsid w:val="00CE2792"/>
    <w:rsid w:val="00CE296C"/>
    <w:rsid w:val="00CE2F78"/>
    <w:rsid w:val="00CE335E"/>
    <w:rsid w:val="00CE3615"/>
    <w:rsid w:val="00CE38DB"/>
    <w:rsid w:val="00CE4A69"/>
    <w:rsid w:val="00CE588B"/>
    <w:rsid w:val="00CE6A7A"/>
    <w:rsid w:val="00CE7701"/>
    <w:rsid w:val="00CE77F4"/>
    <w:rsid w:val="00CE7837"/>
    <w:rsid w:val="00CE79DD"/>
    <w:rsid w:val="00CF032A"/>
    <w:rsid w:val="00CF04CB"/>
    <w:rsid w:val="00CF09F0"/>
    <w:rsid w:val="00CF1888"/>
    <w:rsid w:val="00CF197A"/>
    <w:rsid w:val="00CF236B"/>
    <w:rsid w:val="00CF40F7"/>
    <w:rsid w:val="00CF4116"/>
    <w:rsid w:val="00CF42D2"/>
    <w:rsid w:val="00CF5557"/>
    <w:rsid w:val="00CF5DFD"/>
    <w:rsid w:val="00CF6572"/>
    <w:rsid w:val="00CF68B7"/>
    <w:rsid w:val="00CF763F"/>
    <w:rsid w:val="00CF7E94"/>
    <w:rsid w:val="00D00295"/>
    <w:rsid w:val="00D00E6E"/>
    <w:rsid w:val="00D01D3F"/>
    <w:rsid w:val="00D02C7E"/>
    <w:rsid w:val="00D02D8F"/>
    <w:rsid w:val="00D04EBF"/>
    <w:rsid w:val="00D05133"/>
    <w:rsid w:val="00D057C3"/>
    <w:rsid w:val="00D0596A"/>
    <w:rsid w:val="00D0598F"/>
    <w:rsid w:val="00D05D96"/>
    <w:rsid w:val="00D0664D"/>
    <w:rsid w:val="00D06BE7"/>
    <w:rsid w:val="00D06BF4"/>
    <w:rsid w:val="00D0749D"/>
    <w:rsid w:val="00D0769C"/>
    <w:rsid w:val="00D076F1"/>
    <w:rsid w:val="00D1063E"/>
    <w:rsid w:val="00D10EB4"/>
    <w:rsid w:val="00D114AB"/>
    <w:rsid w:val="00D12961"/>
    <w:rsid w:val="00D12E8A"/>
    <w:rsid w:val="00D13440"/>
    <w:rsid w:val="00D13F59"/>
    <w:rsid w:val="00D14FF6"/>
    <w:rsid w:val="00D1530E"/>
    <w:rsid w:val="00D15348"/>
    <w:rsid w:val="00D15DB8"/>
    <w:rsid w:val="00D16409"/>
    <w:rsid w:val="00D1646F"/>
    <w:rsid w:val="00D168F3"/>
    <w:rsid w:val="00D16D10"/>
    <w:rsid w:val="00D17650"/>
    <w:rsid w:val="00D177B6"/>
    <w:rsid w:val="00D177F8"/>
    <w:rsid w:val="00D1785B"/>
    <w:rsid w:val="00D17A36"/>
    <w:rsid w:val="00D17F7A"/>
    <w:rsid w:val="00D20C63"/>
    <w:rsid w:val="00D21265"/>
    <w:rsid w:val="00D21768"/>
    <w:rsid w:val="00D21A19"/>
    <w:rsid w:val="00D21D69"/>
    <w:rsid w:val="00D21F94"/>
    <w:rsid w:val="00D22E34"/>
    <w:rsid w:val="00D23E83"/>
    <w:rsid w:val="00D2423F"/>
    <w:rsid w:val="00D24746"/>
    <w:rsid w:val="00D2551D"/>
    <w:rsid w:val="00D25C99"/>
    <w:rsid w:val="00D25FA4"/>
    <w:rsid w:val="00D261F3"/>
    <w:rsid w:val="00D267F8"/>
    <w:rsid w:val="00D27919"/>
    <w:rsid w:val="00D30A01"/>
    <w:rsid w:val="00D31098"/>
    <w:rsid w:val="00D31245"/>
    <w:rsid w:val="00D31802"/>
    <w:rsid w:val="00D31BB5"/>
    <w:rsid w:val="00D31EF1"/>
    <w:rsid w:val="00D31F0D"/>
    <w:rsid w:val="00D32379"/>
    <w:rsid w:val="00D336F7"/>
    <w:rsid w:val="00D3397C"/>
    <w:rsid w:val="00D344B0"/>
    <w:rsid w:val="00D350BC"/>
    <w:rsid w:val="00D35B9F"/>
    <w:rsid w:val="00D365F2"/>
    <w:rsid w:val="00D36B7C"/>
    <w:rsid w:val="00D37F39"/>
    <w:rsid w:val="00D40585"/>
    <w:rsid w:val="00D4130B"/>
    <w:rsid w:val="00D4155F"/>
    <w:rsid w:val="00D419FA"/>
    <w:rsid w:val="00D42510"/>
    <w:rsid w:val="00D4301E"/>
    <w:rsid w:val="00D43117"/>
    <w:rsid w:val="00D435F7"/>
    <w:rsid w:val="00D437E4"/>
    <w:rsid w:val="00D438C5"/>
    <w:rsid w:val="00D43CA8"/>
    <w:rsid w:val="00D44894"/>
    <w:rsid w:val="00D44A44"/>
    <w:rsid w:val="00D44CE2"/>
    <w:rsid w:val="00D44F28"/>
    <w:rsid w:val="00D45A2E"/>
    <w:rsid w:val="00D45B3B"/>
    <w:rsid w:val="00D45C76"/>
    <w:rsid w:val="00D46B1B"/>
    <w:rsid w:val="00D46D95"/>
    <w:rsid w:val="00D46EA3"/>
    <w:rsid w:val="00D46F56"/>
    <w:rsid w:val="00D47C5D"/>
    <w:rsid w:val="00D47F47"/>
    <w:rsid w:val="00D50C03"/>
    <w:rsid w:val="00D52ED0"/>
    <w:rsid w:val="00D55AD6"/>
    <w:rsid w:val="00D55CCC"/>
    <w:rsid w:val="00D55E1D"/>
    <w:rsid w:val="00D55FC1"/>
    <w:rsid w:val="00D565DA"/>
    <w:rsid w:val="00D5673A"/>
    <w:rsid w:val="00D56C1A"/>
    <w:rsid w:val="00D57E2C"/>
    <w:rsid w:val="00D57FEF"/>
    <w:rsid w:val="00D607FA"/>
    <w:rsid w:val="00D60A05"/>
    <w:rsid w:val="00D60C5E"/>
    <w:rsid w:val="00D61227"/>
    <w:rsid w:val="00D614DE"/>
    <w:rsid w:val="00D61C0E"/>
    <w:rsid w:val="00D6247E"/>
    <w:rsid w:val="00D62656"/>
    <w:rsid w:val="00D62DCF"/>
    <w:rsid w:val="00D63503"/>
    <w:rsid w:val="00D64732"/>
    <w:rsid w:val="00D654E6"/>
    <w:rsid w:val="00D657E4"/>
    <w:rsid w:val="00D65C5A"/>
    <w:rsid w:val="00D66B27"/>
    <w:rsid w:val="00D66C5D"/>
    <w:rsid w:val="00D66ECF"/>
    <w:rsid w:val="00D67167"/>
    <w:rsid w:val="00D674C2"/>
    <w:rsid w:val="00D67962"/>
    <w:rsid w:val="00D67BCA"/>
    <w:rsid w:val="00D709CC"/>
    <w:rsid w:val="00D70B21"/>
    <w:rsid w:val="00D70FE6"/>
    <w:rsid w:val="00D7126B"/>
    <w:rsid w:val="00D71848"/>
    <w:rsid w:val="00D71CDB"/>
    <w:rsid w:val="00D72058"/>
    <w:rsid w:val="00D72188"/>
    <w:rsid w:val="00D729D8"/>
    <w:rsid w:val="00D72D92"/>
    <w:rsid w:val="00D7402F"/>
    <w:rsid w:val="00D7428B"/>
    <w:rsid w:val="00D7440B"/>
    <w:rsid w:val="00D74973"/>
    <w:rsid w:val="00D74DB8"/>
    <w:rsid w:val="00D74F88"/>
    <w:rsid w:val="00D75013"/>
    <w:rsid w:val="00D75650"/>
    <w:rsid w:val="00D7572E"/>
    <w:rsid w:val="00D7602D"/>
    <w:rsid w:val="00D76579"/>
    <w:rsid w:val="00D766C9"/>
    <w:rsid w:val="00D76D29"/>
    <w:rsid w:val="00D77488"/>
    <w:rsid w:val="00D774AB"/>
    <w:rsid w:val="00D7753A"/>
    <w:rsid w:val="00D81176"/>
    <w:rsid w:val="00D8188D"/>
    <w:rsid w:val="00D818DC"/>
    <w:rsid w:val="00D8262F"/>
    <w:rsid w:val="00D83225"/>
    <w:rsid w:val="00D83691"/>
    <w:rsid w:val="00D84EE5"/>
    <w:rsid w:val="00D8510B"/>
    <w:rsid w:val="00D855CF"/>
    <w:rsid w:val="00D85603"/>
    <w:rsid w:val="00D863CA"/>
    <w:rsid w:val="00D86ECC"/>
    <w:rsid w:val="00D87AD1"/>
    <w:rsid w:val="00D92638"/>
    <w:rsid w:val="00D9263E"/>
    <w:rsid w:val="00D92963"/>
    <w:rsid w:val="00D92976"/>
    <w:rsid w:val="00D93405"/>
    <w:rsid w:val="00D94446"/>
    <w:rsid w:val="00D95065"/>
    <w:rsid w:val="00D9520B"/>
    <w:rsid w:val="00D95B17"/>
    <w:rsid w:val="00D969F3"/>
    <w:rsid w:val="00D96FBB"/>
    <w:rsid w:val="00D97032"/>
    <w:rsid w:val="00D97256"/>
    <w:rsid w:val="00D97980"/>
    <w:rsid w:val="00D979A8"/>
    <w:rsid w:val="00DA0271"/>
    <w:rsid w:val="00DA0631"/>
    <w:rsid w:val="00DA0CD5"/>
    <w:rsid w:val="00DA1609"/>
    <w:rsid w:val="00DA17BC"/>
    <w:rsid w:val="00DA1EAC"/>
    <w:rsid w:val="00DA2044"/>
    <w:rsid w:val="00DA2929"/>
    <w:rsid w:val="00DA2E1E"/>
    <w:rsid w:val="00DA4391"/>
    <w:rsid w:val="00DA43CF"/>
    <w:rsid w:val="00DA4F30"/>
    <w:rsid w:val="00DA5187"/>
    <w:rsid w:val="00DA54DE"/>
    <w:rsid w:val="00DA682D"/>
    <w:rsid w:val="00DA6AF6"/>
    <w:rsid w:val="00DA6BFA"/>
    <w:rsid w:val="00DA6E36"/>
    <w:rsid w:val="00DB00BF"/>
    <w:rsid w:val="00DB01B6"/>
    <w:rsid w:val="00DB0D33"/>
    <w:rsid w:val="00DB1410"/>
    <w:rsid w:val="00DB1905"/>
    <w:rsid w:val="00DB27C3"/>
    <w:rsid w:val="00DB2C64"/>
    <w:rsid w:val="00DB4117"/>
    <w:rsid w:val="00DB47FA"/>
    <w:rsid w:val="00DB4869"/>
    <w:rsid w:val="00DB4C72"/>
    <w:rsid w:val="00DB4F35"/>
    <w:rsid w:val="00DB5247"/>
    <w:rsid w:val="00DB6F6C"/>
    <w:rsid w:val="00DB79BE"/>
    <w:rsid w:val="00DB7AC2"/>
    <w:rsid w:val="00DB7BA8"/>
    <w:rsid w:val="00DC0C78"/>
    <w:rsid w:val="00DC13FC"/>
    <w:rsid w:val="00DC2969"/>
    <w:rsid w:val="00DC30BD"/>
    <w:rsid w:val="00DC336F"/>
    <w:rsid w:val="00DC394A"/>
    <w:rsid w:val="00DC3A05"/>
    <w:rsid w:val="00DC43EB"/>
    <w:rsid w:val="00DC47F1"/>
    <w:rsid w:val="00DC4848"/>
    <w:rsid w:val="00DC4C10"/>
    <w:rsid w:val="00DC547E"/>
    <w:rsid w:val="00DC6A72"/>
    <w:rsid w:val="00DC7F46"/>
    <w:rsid w:val="00DD0D61"/>
    <w:rsid w:val="00DD1A5F"/>
    <w:rsid w:val="00DD1BA9"/>
    <w:rsid w:val="00DD2518"/>
    <w:rsid w:val="00DD2612"/>
    <w:rsid w:val="00DD3725"/>
    <w:rsid w:val="00DD37D9"/>
    <w:rsid w:val="00DD3E0A"/>
    <w:rsid w:val="00DD3FA2"/>
    <w:rsid w:val="00DD4594"/>
    <w:rsid w:val="00DD45B0"/>
    <w:rsid w:val="00DD46FC"/>
    <w:rsid w:val="00DD4CEE"/>
    <w:rsid w:val="00DD592B"/>
    <w:rsid w:val="00DD5954"/>
    <w:rsid w:val="00DD5A1F"/>
    <w:rsid w:val="00DD5BD3"/>
    <w:rsid w:val="00DE0509"/>
    <w:rsid w:val="00DE0BEC"/>
    <w:rsid w:val="00DE0C1B"/>
    <w:rsid w:val="00DE0F2D"/>
    <w:rsid w:val="00DE15E0"/>
    <w:rsid w:val="00DE181B"/>
    <w:rsid w:val="00DE1973"/>
    <w:rsid w:val="00DE4100"/>
    <w:rsid w:val="00DE4443"/>
    <w:rsid w:val="00DE4569"/>
    <w:rsid w:val="00DE4905"/>
    <w:rsid w:val="00DE49CB"/>
    <w:rsid w:val="00DE4FA3"/>
    <w:rsid w:val="00DE4FAE"/>
    <w:rsid w:val="00DE5CDF"/>
    <w:rsid w:val="00DE62C7"/>
    <w:rsid w:val="00DE6C48"/>
    <w:rsid w:val="00DE7F08"/>
    <w:rsid w:val="00DF056B"/>
    <w:rsid w:val="00DF10BF"/>
    <w:rsid w:val="00DF1639"/>
    <w:rsid w:val="00DF1A11"/>
    <w:rsid w:val="00DF20E2"/>
    <w:rsid w:val="00DF2972"/>
    <w:rsid w:val="00DF362A"/>
    <w:rsid w:val="00DF3A2D"/>
    <w:rsid w:val="00DF419A"/>
    <w:rsid w:val="00DF45FF"/>
    <w:rsid w:val="00DF46CF"/>
    <w:rsid w:val="00DF4988"/>
    <w:rsid w:val="00DF5411"/>
    <w:rsid w:val="00DF56DF"/>
    <w:rsid w:val="00DF5F8C"/>
    <w:rsid w:val="00DF5FF9"/>
    <w:rsid w:val="00DF637E"/>
    <w:rsid w:val="00DF6418"/>
    <w:rsid w:val="00DF648C"/>
    <w:rsid w:val="00DF673B"/>
    <w:rsid w:val="00DF73B3"/>
    <w:rsid w:val="00DF761F"/>
    <w:rsid w:val="00DF7785"/>
    <w:rsid w:val="00DF785B"/>
    <w:rsid w:val="00DF7A37"/>
    <w:rsid w:val="00E00729"/>
    <w:rsid w:val="00E01196"/>
    <w:rsid w:val="00E0276D"/>
    <w:rsid w:val="00E02DB1"/>
    <w:rsid w:val="00E02F44"/>
    <w:rsid w:val="00E032C1"/>
    <w:rsid w:val="00E03852"/>
    <w:rsid w:val="00E04CE4"/>
    <w:rsid w:val="00E05065"/>
    <w:rsid w:val="00E050F8"/>
    <w:rsid w:val="00E05588"/>
    <w:rsid w:val="00E067DB"/>
    <w:rsid w:val="00E06871"/>
    <w:rsid w:val="00E06D0F"/>
    <w:rsid w:val="00E1081F"/>
    <w:rsid w:val="00E10B4A"/>
    <w:rsid w:val="00E1181E"/>
    <w:rsid w:val="00E119DB"/>
    <w:rsid w:val="00E12087"/>
    <w:rsid w:val="00E1287A"/>
    <w:rsid w:val="00E12F97"/>
    <w:rsid w:val="00E13045"/>
    <w:rsid w:val="00E141E7"/>
    <w:rsid w:val="00E14781"/>
    <w:rsid w:val="00E150AC"/>
    <w:rsid w:val="00E15AEC"/>
    <w:rsid w:val="00E15CA6"/>
    <w:rsid w:val="00E1667B"/>
    <w:rsid w:val="00E16B8D"/>
    <w:rsid w:val="00E17392"/>
    <w:rsid w:val="00E1750D"/>
    <w:rsid w:val="00E17A65"/>
    <w:rsid w:val="00E17A98"/>
    <w:rsid w:val="00E17C9D"/>
    <w:rsid w:val="00E2005A"/>
    <w:rsid w:val="00E20252"/>
    <w:rsid w:val="00E2144A"/>
    <w:rsid w:val="00E219E7"/>
    <w:rsid w:val="00E21AC4"/>
    <w:rsid w:val="00E21E92"/>
    <w:rsid w:val="00E22259"/>
    <w:rsid w:val="00E2244B"/>
    <w:rsid w:val="00E22926"/>
    <w:rsid w:val="00E23731"/>
    <w:rsid w:val="00E2394D"/>
    <w:rsid w:val="00E23B80"/>
    <w:rsid w:val="00E24174"/>
    <w:rsid w:val="00E243DF"/>
    <w:rsid w:val="00E24424"/>
    <w:rsid w:val="00E24443"/>
    <w:rsid w:val="00E2452E"/>
    <w:rsid w:val="00E24E40"/>
    <w:rsid w:val="00E25DC5"/>
    <w:rsid w:val="00E26190"/>
    <w:rsid w:val="00E266AF"/>
    <w:rsid w:val="00E27C31"/>
    <w:rsid w:val="00E27C79"/>
    <w:rsid w:val="00E30553"/>
    <w:rsid w:val="00E307E9"/>
    <w:rsid w:val="00E30999"/>
    <w:rsid w:val="00E30DA3"/>
    <w:rsid w:val="00E313AA"/>
    <w:rsid w:val="00E31421"/>
    <w:rsid w:val="00E31E54"/>
    <w:rsid w:val="00E32A9C"/>
    <w:rsid w:val="00E32D8B"/>
    <w:rsid w:val="00E33096"/>
    <w:rsid w:val="00E33141"/>
    <w:rsid w:val="00E33B9E"/>
    <w:rsid w:val="00E34135"/>
    <w:rsid w:val="00E355AA"/>
    <w:rsid w:val="00E37E28"/>
    <w:rsid w:val="00E406FC"/>
    <w:rsid w:val="00E4072A"/>
    <w:rsid w:val="00E413E0"/>
    <w:rsid w:val="00E41AAB"/>
    <w:rsid w:val="00E41B55"/>
    <w:rsid w:val="00E41B97"/>
    <w:rsid w:val="00E42129"/>
    <w:rsid w:val="00E4234B"/>
    <w:rsid w:val="00E42A15"/>
    <w:rsid w:val="00E42B0F"/>
    <w:rsid w:val="00E43352"/>
    <w:rsid w:val="00E44371"/>
    <w:rsid w:val="00E443F5"/>
    <w:rsid w:val="00E44A07"/>
    <w:rsid w:val="00E461E0"/>
    <w:rsid w:val="00E465D8"/>
    <w:rsid w:val="00E469EE"/>
    <w:rsid w:val="00E46E47"/>
    <w:rsid w:val="00E46F0E"/>
    <w:rsid w:val="00E4711F"/>
    <w:rsid w:val="00E47185"/>
    <w:rsid w:val="00E47B98"/>
    <w:rsid w:val="00E47CEC"/>
    <w:rsid w:val="00E47EF7"/>
    <w:rsid w:val="00E47FC3"/>
    <w:rsid w:val="00E504AB"/>
    <w:rsid w:val="00E50566"/>
    <w:rsid w:val="00E51486"/>
    <w:rsid w:val="00E5235A"/>
    <w:rsid w:val="00E52405"/>
    <w:rsid w:val="00E52DF0"/>
    <w:rsid w:val="00E533FA"/>
    <w:rsid w:val="00E53CD8"/>
    <w:rsid w:val="00E53EE2"/>
    <w:rsid w:val="00E54262"/>
    <w:rsid w:val="00E54970"/>
    <w:rsid w:val="00E5537E"/>
    <w:rsid w:val="00E558F5"/>
    <w:rsid w:val="00E55900"/>
    <w:rsid w:val="00E55B0F"/>
    <w:rsid w:val="00E5608F"/>
    <w:rsid w:val="00E569CD"/>
    <w:rsid w:val="00E56BC8"/>
    <w:rsid w:val="00E56C9D"/>
    <w:rsid w:val="00E572B1"/>
    <w:rsid w:val="00E57C47"/>
    <w:rsid w:val="00E60466"/>
    <w:rsid w:val="00E6108A"/>
    <w:rsid w:val="00E61324"/>
    <w:rsid w:val="00E61973"/>
    <w:rsid w:val="00E620F7"/>
    <w:rsid w:val="00E62976"/>
    <w:rsid w:val="00E633FE"/>
    <w:rsid w:val="00E63F91"/>
    <w:rsid w:val="00E64446"/>
    <w:rsid w:val="00E64858"/>
    <w:rsid w:val="00E64D9F"/>
    <w:rsid w:val="00E65058"/>
    <w:rsid w:val="00E65A08"/>
    <w:rsid w:val="00E66481"/>
    <w:rsid w:val="00E6671B"/>
    <w:rsid w:val="00E66D1A"/>
    <w:rsid w:val="00E67429"/>
    <w:rsid w:val="00E67724"/>
    <w:rsid w:val="00E67A31"/>
    <w:rsid w:val="00E67CA6"/>
    <w:rsid w:val="00E67D02"/>
    <w:rsid w:val="00E7019C"/>
    <w:rsid w:val="00E706AE"/>
    <w:rsid w:val="00E71706"/>
    <w:rsid w:val="00E7177D"/>
    <w:rsid w:val="00E71782"/>
    <w:rsid w:val="00E71848"/>
    <w:rsid w:val="00E71BF1"/>
    <w:rsid w:val="00E71F29"/>
    <w:rsid w:val="00E720C5"/>
    <w:rsid w:val="00E7249B"/>
    <w:rsid w:val="00E72EF5"/>
    <w:rsid w:val="00E73282"/>
    <w:rsid w:val="00E734AF"/>
    <w:rsid w:val="00E73A68"/>
    <w:rsid w:val="00E753A4"/>
    <w:rsid w:val="00E75DE4"/>
    <w:rsid w:val="00E75FA6"/>
    <w:rsid w:val="00E766B4"/>
    <w:rsid w:val="00E779DD"/>
    <w:rsid w:val="00E81D40"/>
    <w:rsid w:val="00E81EA7"/>
    <w:rsid w:val="00E82F6D"/>
    <w:rsid w:val="00E82FAC"/>
    <w:rsid w:val="00E84FA9"/>
    <w:rsid w:val="00E850D0"/>
    <w:rsid w:val="00E85514"/>
    <w:rsid w:val="00E85F05"/>
    <w:rsid w:val="00E86A5E"/>
    <w:rsid w:val="00E86D45"/>
    <w:rsid w:val="00E86ECC"/>
    <w:rsid w:val="00E87F36"/>
    <w:rsid w:val="00E90568"/>
    <w:rsid w:val="00E911EF"/>
    <w:rsid w:val="00E91245"/>
    <w:rsid w:val="00E91434"/>
    <w:rsid w:val="00E9154F"/>
    <w:rsid w:val="00E91BDB"/>
    <w:rsid w:val="00E91E03"/>
    <w:rsid w:val="00E92A8A"/>
    <w:rsid w:val="00E92CC1"/>
    <w:rsid w:val="00E934C6"/>
    <w:rsid w:val="00E93B71"/>
    <w:rsid w:val="00E93CAA"/>
    <w:rsid w:val="00E93CE8"/>
    <w:rsid w:val="00E94099"/>
    <w:rsid w:val="00E94262"/>
    <w:rsid w:val="00E951CB"/>
    <w:rsid w:val="00E9576A"/>
    <w:rsid w:val="00E95CBE"/>
    <w:rsid w:val="00E96484"/>
    <w:rsid w:val="00E96612"/>
    <w:rsid w:val="00E96A54"/>
    <w:rsid w:val="00E97681"/>
    <w:rsid w:val="00EA09BF"/>
    <w:rsid w:val="00EA0DD1"/>
    <w:rsid w:val="00EA1029"/>
    <w:rsid w:val="00EA1287"/>
    <w:rsid w:val="00EA1336"/>
    <w:rsid w:val="00EA1751"/>
    <w:rsid w:val="00EA1CEA"/>
    <w:rsid w:val="00EA20DF"/>
    <w:rsid w:val="00EA23B2"/>
    <w:rsid w:val="00EA2700"/>
    <w:rsid w:val="00EA270B"/>
    <w:rsid w:val="00EA2DA2"/>
    <w:rsid w:val="00EA2DB8"/>
    <w:rsid w:val="00EA3720"/>
    <w:rsid w:val="00EA3FDB"/>
    <w:rsid w:val="00EA410B"/>
    <w:rsid w:val="00EA472C"/>
    <w:rsid w:val="00EA4A4F"/>
    <w:rsid w:val="00EA5744"/>
    <w:rsid w:val="00EA6662"/>
    <w:rsid w:val="00EA6824"/>
    <w:rsid w:val="00EA6CFB"/>
    <w:rsid w:val="00EA70B3"/>
    <w:rsid w:val="00EA7158"/>
    <w:rsid w:val="00EA755D"/>
    <w:rsid w:val="00EA7F5B"/>
    <w:rsid w:val="00EB0122"/>
    <w:rsid w:val="00EB08DA"/>
    <w:rsid w:val="00EB0EBE"/>
    <w:rsid w:val="00EB14B8"/>
    <w:rsid w:val="00EB1946"/>
    <w:rsid w:val="00EB32C2"/>
    <w:rsid w:val="00EB3D87"/>
    <w:rsid w:val="00EB3EB3"/>
    <w:rsid w:val="00EB4E6F"/>
    <w:rsid w:val="00EB5561"/>
    <w:rsid w:val="00EB7500"/>
    <w:rsid w:val="00EC09FD"/>
    <w:rsid w:val="00EC16F1"/>
    <w:rsid w:val="00EC17A8"/>
    <w:rsid w:val="00EC21EB"/>
    <w:rsid w:val="00EC3348"/>
    <w:rsid w:val="00EC40D1"/>
    <w:rsid w:val="00EC4567"/>
    <w:rsid w:val="00EC4D66"/>
    <w:rsid w:val="00EC50AC"/>
    <w:rsid w:val="00EC5F23"/>
    <w:rsid w:val="00EC5FAF"/>
    <w:rsid w:val="00EC63FD"/>
    <w:rsid w:val="00EC64D8"/>
    <w:rsid w:val="00EC6F96"/>
    <w:rsid w:val="00ED13B2"/>
    <w:rsid w:val="00ED285F"/>
    <w:rsid w:val="00ED2972"/>
    <w:rsid w:val="00ED2A9F"/>
    <w:rsid w:val="00ED2D91"/>
    <w:rsid w:val="00ED3233"/>
    <w:rsid w:val="00ED3289"/>
    <w:rsid w:val="00ED3E32"/>
    <w:rsid w:val="00ED40DA"/>
    <w:rsid w:val="00ED41A6"/>
    <w:rsid w:val="00ED4F80"/>
    <w:rsid w:val="00ED5196"/>
    <w:rsid w:val="00ED57CE"/>
    <w:rsid w:val="00ED5AC9"/>
    <w:rsid w:val="00ED5B84"/>
    <w:rsid w:val="00ED5C37"/>
    <w:rsid w:val="00ED5EAD"/>
    <w:rsid w:val="00ED65C0"/>
    <w:rsid w:val="00ED669B"/>
    <w:rsid w:val="00ED709E"/>
    <w:rsid w:val="00ED70E3"/>
    <w:rsid w:val="00ED72AC"/>
    <w:rsid w:val="00ED7B41"/>
    <w:rsid w:val="00ED7F9C"/>
    <w:rsid w:val="00EE00B2"/>
    <w:rsid w:val="00EE043D"/>
    <w:rsid w:val="00EE159D"/>
    <w:rsid w:val="00EE18E0"/>
    <w:rsid w:val="00EE29DE"/>
    <w:rsid w:val="00EE3165"/>
    <w:rsid w:val="00EE3721"/>
    <w:rsid w:val="00EE38DF"/>
    <w:rsid w:val="00EE3BA3"/>
    <w:rsid w:val="00EE3FA4"/>
    <w:rsid w:val="00EE438A"/>
    <w:rsid w:val="00EE5CF0"/>
    <w:rsid w:val="00EE668B"/>
    <w:rsid w:val="00EE6790"/>
    <w:rsid w:val="00EE7067"/>
    <w:rsid w:val="00EE7108"/>
    <w:rsid w:val="00EE767E"/>
    <w:rsid w:val="00EF0246"/>
    <w:rsid w:val="00EF0701"/>
    <w:rsid w:val="00EF09B4"/>
    <w:rsid w:val="00EF12D0"/>
    <w:rsid w:val="00EF13D6"/>
    <w:rsid w:val="00EF1536"/>
    <w:rsid w:val="00EF156A"/>
    <w:rsid w:val="00EF1B9B"/>
    <w:rsid w:val="00EF264F"/>
    <w:rsid w:val="00EF27F9"/>
    <w:rsid w:val="00EF2A28"/>
    <w:rsid w:val="00EF2D37"/>
    <w:rsid w:val="00EF3FC1"/>
    <w:rsid w:val="00EF4099"/>
    <w:rsid w:val="00EF4594"/>
    <w:rsid w:val="00EF49C4"/>
    <w:rsid w:val="00EF49E2"/>
    <w:rsid w:val="00EF4CFE"/>
    <w:rsid w:val="00EF4EC7"/>
    <w:rsid w:val="00EF628E"/>
    <w:rsid w:val="00EF6B51"/>
    <w:rsid w:val="00EF74D3"/>
    <w:rsid w:val="00F00DA5"/>
    <w:rsid w:val="00F0177E"/>
    <w:rsid w:val="00F0186F"/>
    <w:rsid w:val="00F022B1"/>
    <w:rsid w:val="00F026FF"/>
    <w:rsid w:val="00F02855"/>
    <w:rsid w:val="00F03969"/>
    <w:rsid w:val="00F0439C"/>
    <w:rsid w:val="00F0494E"/>
    <w:rsid w:val="00F05327"/>
    <w:rsid w:val="00F05F50"/>
    <w:rsid w:val="00F06041"/>
    <w:rsid w:val="00F0678E"/>
    <w:rsid w:val="00F0716F"/>
    <w:rsid w:val="00F103EC"/>
    <w:rsid w:val="00F104D2"/>
    <w:rsid w:val="00F10DB9"/>
    <w:rsid w:val="00F11BD3"/>
    <w:rsid w:val="00F125DA"/>
    <w:rsid w:val="00F13917"/>
    <w:rsid w:val="00F1397E"/>
    <w:rsid w:val="00F144C1"/>
    <w:rsid w:val="00F1496B"/>
    <w:rsid w:val="00F16915"/>
    <w:rsid w:val="00F16967"/>
    <w:rsid w:val="00F17404"/>
    <w:rsid w:val="00F1794B"/>
    <w:rsid w:val="00F17FC8"/>
    <w:rsid w:val="00F2008F"/>
    <w:rsid w:val="00F206EC"/>
    <w:rsid w:val="00F212FE"/>
    <w:rsid w:val="00F21325"/>
    <w:rsid w:val="00F227FA"/>
    <w:rsid w:val="00F22999"/>
    <w:rsid w:val="00F22C58"/>
    <w:rsid w:val="00F22D53"/>
    <w:rsid w:val="00F23972"/>
    <w:rsid w:val="00F24374"/>
    <w:rsid w:val="00F24489"/>
    <w:rsid w:val="00F24D68"/>
    <w:rsid w:val="00F25310"/>
    <w:rsid w:val="00F254D6"/>
    <w:rsid w:val="00F26068"/>
    <w:rsid w:val="00F2611E"/>
    <w:rsid w:val="00F27C85"/>
    <w:rsid w:val="00F27CEB"/>
    <w:rsid w:val="00F27E54"/>
    <w:rsid w:val="00F30CC1"/>
    <w:rsid w:val="00F31E33"/>
    <w:rsid w:val="00F3228A"/>
    <w:rsid w:val="00F32CAC"/>
    <w:rsid w:val="00F33193"/>
    <w:rsid w:val="00F3358C"/>
    <w:rsid w:val="00F34451"/>
    <w:rsid w:val="00F34A3C"/>
    <w:rsid w:val="00F35205"/>
    <w:rsid w:val="00F35B51"/>
    <w:rsid w:val="00F3647D"/>
    <w:rsid w:val="00F36568"/>
    <w:rsid w:val="00F3669B"/>
    <w:rsid w:val="00F37FF5"/>
    <w:rsid w:val="00F41023"/>
    <w:rsid w:val="00F411F7"/>
    <w:rsid w:val="00F41E79"/>
    <w:rsid w:val="00F41EFA"/>
    <w:rsid w:val="00F421D1"/>
    <w:rsid w:val="00F428F8"/>
    <w:rsid w:val="00F42BCD"/>
    <w:rsid w:val="00F43B6A"/>
    <w:rsid w:val="00F443EC"/>
    <w:rsid w:val="00F45E3B"/>
    <w:rsid w:val="00F46252"/>
    <w:rsid w:val="00F46482"/>
    <w:rsid w:val="00F469C4"/>
    <w:rsid w:val="00F46F34"/>
    <w:rsid w:val="00F47592"/>
    <w:rsid w:val="00F47B2E"/>
    <w:rsid w:val="00F50141"/>
    <w:rsid w:val="00F5021E"/>
    <w:rsid w:val="00F50596"/>
    <w:rsid w:val="00F515D2"/>
    <w:rsid w:val="00F52BB9"/>
    <w:rsid w:val="00F52D6A"/>
    <w:rsid w:val="00F5306F"/>
    <w:rsid w:val="00F53148"/>
    <w:rsid w:val="00F53563"/>
    <w:rsid w:val="00F53D29"/>
    <w:rsid w:val="00F53F65"/>
    <w:rsid w:val="00F53FEF"/>
    <w:rsid w:val="00F5421C"/>
    <w:rsid w:val="00F54277"/>
    <w:rsid w:val="00F5471B"/>
    <w:rsid w:val="00F54934"/>
    <w:rsid w:val="00F55568"/>
    <w:rsid w:val="00F55887"/>
    <w:rsid w:val="00F56411"/>
    <w:rsid w:val="00F56C35"/>
    <w:rsid w:val="00F5723F"/>
    <w:rsid w:val="00F572C0"/>
    <w:rsid w:val="00F57855"/>
    <w:rsid w:val="00F57E5D"/>
    <w:rsid w:val="00F57EC9"/>
    <w:rsid w:val="00F60BD8"/>
    <w:rsid w:val="00F61756"/>
    <w:rsid w:val="00F62008"/>
    <w:rsid w:val="00F6246A"/>
    <w:rsid w:val="00F62709"/>
    <w:rsid w:val="00F628A6"/>
    <w:rsid w:val="00F628B8"/>
    <w:rsid w:val="00F62C2D"/>
    <w:rsid w:val="00F648C2"/>
    <w:rsid w:val="00F65548"/>
    <w:rsid w:val="00F6594C"/>
    <w:rsid w:val="00F659EA"/>
    <w:rsid w:val="00F65E0D"/>
    <w:rsid w:val="00F6671F"/>
    <w:rsid w:val="00F66C9D"/>
    <w:rsid w:val="00F67544"/>
    <w:rsid w:val="00F67C5D"/>
    <w:rsid w:val="00F7037D"/>
    <w:rsid w:val="00F70AB2"/>
    <w:rsid w:val="00F70E2D"/>
    <w:rsid w:val="00F72869"/>
    <w:rsid w:val="00F72A31"/>
    <w:rsid w:val="00F72E9C"/>
    <w:rsid w:val="00F731D3"/>
    <w:rsid w:val="00F73283"/>
    <w:rsid w:val="00F73DC6"/>
    <w:rsid w:val="00F74510"/>
    <w:rsid w:val="00F7469C"/>
    <w:rsid w:val="00F748B5"/>
    <w:rsid w:val="00F7526C"/>
    <w:rsid w:val="00F75291"/>
    <w:rsid w:val="00F75416"/>
    <w:rsid w:val="00F76316"/>
    <w:rsid w:val="00F763A5"/>
    <w:rsid w:val="00F76511"/>
    <w:rsid w:val="00F76AF9"/>
    <w:rsid w:val="00F77111"/>
    <w:rsid w:val="00F77161"/>
    <w:rsid w:val="00F7716A"/>
    <w:rsid w:val="00F77C9E"/>
    <w:rsid w:val="00F80515"/>
    <w:rsid w:val="00F81388"/>
    <w:rsid w:val="00F8163D"/>
    <w:rsid w:val="00F81740"/>
    <w:rsid w:val="00F81889"/>
    <w:rsid w:val="00F81A12"/>
    <w:rsid w:val="00F81A32"/>
    <w:rsid w:val="00F826BF"/>
    <w:rsid w:val="00F82768"/>
    <w:rsid w:val="00F82A57"/>
    <w:rsid w:val="00F83139"/>
    <w:rsid w:val="00F832DA"/>
    <w:rsid w:val="00F83AA7"/>
    <w:rsid w:val="00F83C85"/>
    <w:rsid w:val="00F83D2B"/>
    <w:rsid w:val="00F84092"/>
    <w:rsid w:val="00F84C4C"/>
    <w:rsid w:val="00F84C98"/>
    <w:rsid w:val="00F86097"/>
    <w:rsid w:val="00F867E9"/>
    <w:rsid w:val="00F86CBB"/>
    <w:rsid w:val="00F87037"/>
    <w:rsid w:val="00F875DE"/>
    <w:rsid w:val="00F87B0D"/>
    <w:rsid w:val="00F87EBE"/>
    <w:rsid w:val="00F9199D"/>
    <w:rsid w:val="00F920FF"/>
    <w:rsid w:val="00F92143"/>
    <w:rsid w:val="00F925DD"/>
    <w:rsid w:val="00F926A8"/>
    <w:rsid w:val="00F92BD2"/>
    <w:rsid w:val="00F92C98"/>
    <w:rsid w:val="00F9375B"/>
    <w:rsid w:val="00F94181"/>
    <w:rsid w:val="00F946F7"/>
    <w:rsid w:val="00F95768"/>
    <w:rsid w:val="00F95C28"/>
    <w:rsid w:val="00F9610C"/>
    <w:rsid w:val="00F96865"/>
    <w:rsid w:val="00F968CB"/>
    <w:rsid w:val="00F9724E"/>
    <w:rsid w:val="00F97553"/>
    <w:rsid w:val="00F97FB1"/>
    <w:rsid w:val="00FA0031"/>
    <w:rsid w:val="00FA03A1"/>
    <w:rsid w:val="00FA0E55"/>
    <w:rsid w:val="00FA255C"/>
    <w:rsid w:val="00FA42C3"/>
    <w:rsid w:val="00FA460D"/>
    <w:rsid w:val="00FA4F94"/>
    <w:rsid w:val="00FA515C"/>
    <w:rsid w:val="00FA57D8"/>
    <w:rsid w:val="00FA5B88"/>
    <w:rsid w:val="00FA5F87"/>
    <w:rsid w:val="00FA60AE"/>
    <w:rsid w:val="00FA6CD3"/>
    <w:rsid w:val="00FA6CF0"/>
    <w:rsid w:val="00FA6DD7"/>
    <w:rsid w:val="00FA73E3"/>
    <w:rsid w:val="00FA73FF"/>
    <w:rsid w:val="00FA7827"/>
    <w:rsid w:val="00FA7842"/>
    <w:rsid w:val="00FA7B80"/>
    <w:rsid w:val="00FA7BCF"/>
    <w:rsid w:val="00FA7EC0"/>
    <w:rsid w:val="00FB060E"/>
    <w:rsid w:val="00FB0999"/>
    <w:rsid w:val="00FB0A56"/>
    <w:rsid w:val="00FB0E68"/>
    <w:rsid w:val="00FB21C2"/>
    <w:rsid w:val="00FB3195"/>
    <w:rsid w:val="00FB3F04"/>
    <w:rsid w:val="00FB3FA8"/>
    <w:rsid w:val="00FB4666"/>
    <w:rsid w:val="00FB4C8A"/>
    <w:rsid w:val="00FB4EE5"/>
    <w:rsid w:val="00FB537A"/>
    <w:rsid w:val="00FB6198"/>
    <w:rsid w:val="00FB6280"/>
    <w:rsid w:val="00FB65C0"/>
    <w:rsid w:val="00FB6A1F"/>
    <w:rsid w:val="00FB7966"/>
    <w:rsid w:val="00FB7B84"/>
    <w:rsid w:val="00FB7EA0"/>
    <w:rsid w:val="00FC04A8"/>
    <w:rsid w:val="00FC1F7B"/>
    <w:rsid w:val="00FC29A7"/>
    <w:rsid w:val="00FC3739"/>
    <w:rsid w:val="00FC405B"/>
    <w:rsid w:val="00FC45F8"/>
    <w:rsid w:val="00FC4792"/>
    <w:rsid w:val="00FC4DE7"/>
    <w:rsid w:val="00FC50E0"/>
    <w:rsid w:val="00FC5597"/>
    <w:rsid w:val="00FC6196"/>
    <w:rsid w:val="00FC6E44"/>
    <w:rsid w:val="00FC7014"/>
    <w:rsid w:val="00FC79DB"/>
    <w:rsid w:val="00FC7DE3"/>
    <w:rsid w:val="00FD0187"/>
    <w:rsid w:val="00FD037F"/>
    <w:rsid w:val="00FD0E92"/>
    <w:rsid w:val="00FD1401"/>
    <w:rsid w:val="00FD2A1F"/>
    <w:rsid w:val="00FD3E9C"/>
    <w:rsid w:val="00FD476F"/>
    <w:rsid w:val="00FD5061"/>
    <w:rsid w:val="00FD57ED"/>
    <w:rsid w:val="00FD5B21"/>
    <w:rsid w:val="00FD5FF1"/>
    <w:rsid w:val="00FD648A"/>
    <w:rsid w:val="00FD740E"/>
    <w:rsid w:val="00FD751C"/>
    <w:rsid w:val="00FE0A28"/>
    <w:rsid w:val="00FE0CFD"/>
    <w:rsid w:val="00FE2876"/>
    <w:rsid w:val="00FE33EB"/>
    <w:rsid w:val="00FE3EA0"/>
    <w:rsid w:val="00FE5712"/>
    <w:rsid w:val="00FE59EF"/>
    <w:rsid w:val="00FE6636"/>
    <w:rsid w:val="00FE6D6E"/>
    <w:rsid w:val="00FE7254"/>
    <w:rsid w:val="00FE77D8"/>
    <w:rsid w:val="00FE7B69"/>
    <w:rsid w:val="00FF0344"/>
    <w:rsid w:val="00FF1284"/>
    <w:rsid w:val="00FF140D"/>
    <w:rsid w:val="00FF1524"/>
    <w:rsid w:val="00FF18F7"/>
    <w:rsid w:val="00FF1BE1"/>
    <w:rsid w:val="00FF1F26"/>
    <w:rsid w:val="00FF29E3"/>
    <w:rsid w:val="00FF399B"/>
    <w:rsid w:val="00FF3A81"/>
    <w:rsid w:val="00FF3B21"/>
    <w:rsid w:val="00FF3EB4"/>
    <w:rsid w:val="00FF3F91"/>
    <w:rsid w:val="00FF404A"/>
    <w:rsid w:val="00FF4522"/>
    <w:rsid w:val="00FF4778"/>
    <w:rsid w:val="00FF4C96"/>
    <w:rsid w:val="00FF6096"/>
    <w:rsid w:val="00FF6A79"/>
    <w:rsid w:val="00FF7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ACB40"/>
  <w15:docId w15:val="{766E23E2-E225-4C86-957D-F0CEAB7D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7C5B17"/>
    <w:rPr>
      <w:rFonts w:ascii="PT Serif" w:hAnsi="PT Serif"/>
      <w:color w:val="000000" w:themeColor="text1"/>
      <w:sz w:val="16"/>
      <w:szCs w:val="22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02C69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87B1D"/>
    <w:pPr>
      <w:keepNext/>
      <w:keepLines/>
      <w:numPr>
        <w:ilvl w:val="1"/>
        <w:numId w:val="8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A17BB"/>
    <w:pPr>
      <w:keepNext/>
      <w:keepLines/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BA17BB"/>
    <w:pPr>
      <w:keepNext/>
      <w:keepLines/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aliases w:val="podčiarknuté"/>
    <w:basedOn w:val="Normlny"/>
    <w:next w:val="Normlny"/>
    <w:link w:val="Nadpis5Char"/>
    <w:uiPriority w:val="9"/>
    <w:unhideWhenUsed/>
    <w:qFormat/>
    <w:rsid w:val="00581D01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581D01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581D01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581D01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581D01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02C69"/>
    <w:rPr>
      <w:rFonts w:ascii="Proba Pro" w:eastAsiaTheme="majorEastAsia" w:hAnsi="Proba Pro" w:cstheme="majorBidi"/>
      <w:color w:val="000000" w:themeColor="text1"/>
      <w:spacing w:val="30"/>
      <w:lang w:val="sk-SK"/>
    </w:rPr>
  </w:style>
  <w:style w:type="paragraph" w:styleId="Hlavika">
    <w:name w:val="header"/>
    <w:aliases w:val="Header - Table,1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,1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587B1D"/>
    <w:rPr>
      <w:rFonts w:ascii="Proba Pro" w:eastAsiaTheme="majorEastAsia" w:hAnsi="Proba Pro" w:cstheme="majorBidi"/>
      <w:caps/>
      <w:color w:val="000000" w:themeColor="text1"/>
      <w:spacing w:val="30"/>
    </w:rPr>
  </w:style>
  <w:style w:type="paragraph" w:customStyle="1" w:styleId="ADBEENumberedlist">
    <w:name w:val="ADBEE Numbered list"/>
    <w:basedOn w:val="Normlny"/>
    <w:qFormat/>
    <w:rsid w:val="00F32CAC"/>
    <w:pPr>
      <w:numPr>
        <w:numId w:val="1"/>
      </w:numPr>
      <w:spacing w:line="288" w:lineRule="auto"/>
      <w:ind w:right="380"/>
    </w:pPr>
    <w:rPr>
      <w:color w:val="auto"/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BA17BB"/>
    <w:rPr>
      <w:rFonts w:ascii="Proba Pro" w:eastAsiaTheme="majorEastAsia" w:hAnsi="Proba Pro" w:cstheme="majorBidi"/>
      <w:color w:val="000000" w:themeColor="text1"/>
      <w:sz w:val="20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Nadpis4Char">
    <w:name w:val="Nadpis 4 Char"/>
    <w:basedOn w:val="Predvolenpsmoodseku"/>
    <w:link w:val="Nadpis4"/>
    <w:uiPriority w:val="9"/>
    <w:rsid w:val="00BA17BB"/>
    <w:rPr>
      <w:rFonts w:ascii="Proba Pro" w:eastAsiaTheme="majorEastAsia" w:hAnsi="Proba Pro" w:cstheme="majorBidi"/>
      <w:iCs/>
      <w:noProof/>
      <w:color w:val="000000" w:themeColor="text1"/>
      <w:sz w:val="20"/>
      <w:szCs w:val="22"/>
      <w:lang w:val="sk-SK"/>
    </w:rPr>
  </w:style>
  <w:style w:type="character" w:customStyle="1" w:styleId="Nadpis5Char">
    <w:name w:val="Nadpis 5 Char"/>
    <w:aliases w:val="podčiarknuté Char"/>
    <w:basedOn w:val="Predvolenpsmoodseku"/>
    <w:link w:val="Nadpis5"/>
    <w:uiPriority w:val="9"/>
    <w:rsid w:val="00581D01"/>
    <w:rPr>
      <w:rFonts w:asciiTheme="majorHAnsi" w:eastAsiaTheme="majorEastAsia" w:hAnsiTheme="majorHAnsi" w:cstheme="majorBidi"/>
      <w:color w:val="2E74B5" w:themeColor="accent1" w:themeShade="BF"/>
      <w:sz w:val="16"/>
      <w:szCs w:val="22"/>
      <w:lang w:val="sk-SK"/>
    </w:rPr>
  </w:style>
  <w:style w:type="character" w:customStyle="1" w:styleId="Nadpis6Char">
    <w:name w:val="Nadpis 6 Char"/>
    <w:basedOn w:val="Predvolenpsmoodseku"/>
    <w:link w:val="Nadpis6"/>
    <w:uiPriority w:val="9"/>
    <w:rsid w:val="00581D01"/>
    <w:rPr>
      <w:rFonts w:asciiTheme="majorHAnsi" w:eastAsiaTheme="majorEastAsia" w:hAnsiTheme="majorHAnsi" w:cstheme="majorBidi"/>
      <w:color w:val="1F4D78" w:themeColor="accent1" w:themeShade="7F"/>
      <w:sz w:val="16"/>
      <w:szCs w:val="22"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rsid w:val="00581D01"/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22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rsid w:val="00581D0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D57E2C"/>
    <w:pPr>
      <w:tabs>
        <w:tab w:val="left" w:pos="480"/>
        <w:tab w:val="right" w:leader="dot" w:pos="8913"/>
      </w:tabs>
      <w:spacing w:line="276" w:lineRule="auto"/>
    </w:pPr>
    <w:rPr>
      <w:rFonts w:asciiTheme="minorHAnsi" w:hAnsiTheme="minorHAnsi"/>
      <w:sz w:val="22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0C6EBA"/>
    <w:pPr>
      <w:widowControl w:val="0"/>
      <w:tabs>
        <w:tab w:val="left" w:pos="1120"/>
        <w:tab w:val="left" w:pos="1685"/>
        <w:tab w:val="right" w:leader="dot" w:pos="8923"/>
      </w:tabs>
      <w:spacing w:before="120" w:line="276" w:lineRule="auto"/>
      <w:jc w:val="both"/>
    </w:pPr>
    <w:rPr>
      <w:rFonts w:asciiTheme="majorHAnsi" w:hAnsiTheme="majorHAnsi"/>
      <w:b/>
      <w:noProof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538C4"/>
    <w:pPr>
      <w:ind w:left="160"/>
    </w:pPr>
    <w:rPr>
      <w:rFonts w:asciiTheme="minorHAnsi" w:hAnsiTheme="minorHAnsi"/>
      <w:i/>
      <w:sz w:val="22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320"/>
    </w:pPr>
    <w:rPr>
      <w:rFonts w:asciiTheme="minorHAnsi" w:hAnsiTheme="minorHAnsi"/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480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640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800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960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pBdr>
        <w:between w:val="double" w:sz="6" w:space="0" w:color="auto"/>
      </w:pBdr>
      <w:ind w:left="1120"/>
    </w:pPr>
    <w:rPr>
      <w:rFonts w:asciiTheme="minorHAnsi" w:hAnsiTheme="minorHAnsi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spacing w:before="480" w:line="276" w:lineRule="auto"/>
      <w:jc w:val="left"/>
      <w:outlineLvl w:val="9"/>
    </w:pPr>
    <w:rPr>
      <w:rFonts w:asciiTheme="majorHAnsi" w:hAnsiTheme="majorHAnsi"/>
      <w:b/>
      <w:bCs/>
      <w:color w:val="2E74B5" w:themeColor="accent1" w:themeShade="BF"/>
      <w:spacing w:val="0"/>
      <w:sz w:val="28"/>
      <w:szCs w:val="28"/>
      <w:lang w:val="en-US"/>
    </w:rPr>
  </w:style>
  <w:style w:type="character" w:styleId="slostrany">
    <w:name w:val="page number"/>
    <w:basedOn w:val="Predvolenpsmoodseku"/>
    <w:uiPriority w:val="99"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qFormat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qFormat/>
    <w:locked/>
    <w:rsid w:val="00C2485B"/>
    <w:pPr>
      <w:jc w:val="center"/>
    </w:pPr>
    <w:rPr>
      <w:rFonts w:ascii="Arial" w:eastAsia="Times New Roman" w:hAnsi="Arial" w:cs="Arial"/>
      <w:b/>
      <w:color w:val="auto"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cislovanie,List Paragraph1,Bullet List,FooterText,numbered,Paragraphe de liste1,Odsek 1."/>
    <w:basedOn w:val="Normlny"/>
    <w:link w:val="Odsekzoznamu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ind w:left="360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link w:val="NadpisoznaenedouasBChar"/>
    <w:autoRedefine/>
    <w:qFormat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qFormat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qFormat/>
    <w:rsid w:val="00AB7E74"/>
    <w:rPr>
      <w:rFonts w:ascii="Arial" w:eastAsia="Times New Roman" w:hAnsi="Arial" w:cs="Arial"/>
      <w:b/>
      <w:bCs/>
      <w:smallCaps/>
      <w:color w:val="auto"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qFormat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qFormat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 w:val="0"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qFormat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128C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aliases w:val="CT"/>
    <w:basedOn w:val="Normlny"/>
    <w:link w:val="ZkladntextChar"/>
    <w:unhideWhenUsed/>
    <w:rsid w:val="00267C85"/>
    <w:pPr>
      <w:spacing w:after="120"/>
    </w:pPr>
  </w:style>
  <w:style w:type="character" w:customStyle="1" w:styleId="ZkladntextChar">
    <w:name w:val="Základný text Char"/>
    <w:aliases w:val="CT Char"/>
    <w:basedOn w:val="Predvolenpsmoodseku"/>
    <w:link w:val="Zkladntext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cislovanie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color w:val="auto"/>
      <w:sz w:val="21"/>
      <w:szCs w:val="24"/>
      <w:lang w:val="en-US"/>
    </w:rPr>
  </w:style>
  <w:style w:type="character" w:customStyle="1" w:styleId="apple-converted-space">
    <w:name w:val="apple-converted-space"/>
    <w:basedOn w:val="Predvolenpsmoodseku"/>
    <w:qFormat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2"/>
      </w:numPr>
      <w:jc w:val="both"/>
    </w:pPr>
    <w:rPr>
      <w:rFonts w:ascii="Arial" w:eastAsia="Times New Roman" w:hAnsi="Arial" w:cs="Arial"/>
      <w:color w:val="auto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EA1287"/>
    <w:pPr>
      <w:numPr>
        <w:numId w:val="14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unhideWhenUsed/>
    <w:rsid w:val="0088046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UnresolvedMention3">
    <w:name w:val="Unresolved Mention3"/>
    <w:basedOn w:val="Predvolenpsmoodseku"/>
    <w:uiPriority w:val="99"/>
    <w:semiHidden/>
    <w:unhideWhenUsed/>
    <w:rsid w:val="00344BB7"/>
    <w:rPr>
      <w:color w:val="605E5C"/>
      <w:shd w:val="clear" w:color="auto" w:fill="E1DFDD"/>
    </w:rPr>
  </w:style>
  <w:style w:type="character" w:customStyle="1" w:styleId="ra">
    <w:name w:val="ra"/>
    <w:basedOn w:val="Predvolenpsmoodseku"/>
    <w:rsid w:val="003A6893"/>
  </w:style>
  <w:style w:type="character" w:customStyle="1" w:styleId="spelle">
    <w:name w:val="spelle"/>
    <w:uiPriority w:val="99"/>
    <w:rsid w:val="00304E87"/>
  </w:style>
  <w:style w:type="numbering" w:customStyle="1" w:styleId="Importovantl5">
    <w:name w:val="Importovaný štýl 5"/>
    <w:rsid w:val="003550B6"/>
    <w:pPr>
      <w:numPr>
        <w:numId w:val="16"/>
      </w:numPr>
    </w:pPr>
  </w:style>
  <w:style w:type="paragraph" w:customStyle="1" w:styleId="SAPHlavn">
    <w:name w:val="SAŽP Hlavný"/>
    <w:basedOn w:val="Nadpis1"/>
    <w:link w:val="SAPHlavnChar"/>
    <w:qFormat/>
    <w:rsid w:val="00CA1461"/>
    <w:pPr>
      <w:keepNext w:val="0"/>
      <w:keepLines w:val="0"/>
      <w:widowControl w:val="0"/>
      <w:spacing w:before="0"/>
      <w:ind w:left="360" w:hanging="360"/>
      <w:jc w:val="left"/>
    </w:pPr>
    <w:rPr>
      <w:b/>
      <w:sz w:val="28"/>
      <w:szCs w:val="28"/>
      <w:lang w:eastAsia="sk-SK"/>
    </w:rPr>
  </w:style>
  <w:style w:type="character" w:customStyle="1" w:styleId="SAPHlavnChar">
    <w:name w:val="SAŽP Hlavný Char"/>
    <w:basedOn w:val="Nadpis1Char"/>
    <w:link w:val="SAPHlavn"/>
    <w:rsid w:val="00CA1461"/>
    <w:rPr>
      <w:rFonts w:ascii="Proba Pro" w:eastAsiaTheme="majorEastAsia" w:hAnsi="Proba Pro" w:cstheme="majorBidi"/>
      <w:b/>
      <w:color w:val="000000" w:themeColor="text1"/>
      <w:spacing w:val="30"/>
      <w:sz w:val="28"/>
      <w:szCs w:val="28"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447B5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47B57"/>
    <w:rPr>
      <w:rFonts w:ascii="PT Serif" w:hAnsi="PT Serif"/>
      <w:color w:val="000000" w:themeColor="text1"/>
      <w:sz w:val="16"/>
      <w:szCs w:val="22"/>
      <w:lang w:val="sk-SK"/>
    </w:rPr>
  </w:style>
  <w:style w:type="paragraph" w:customStyle="1" w:styleId="NoSpacing2">
    <w:name w:val="No Spacing2"/>
    <w:qFormat/>
    <w:rsid w:val="00447B57"/>
    <w:pPr>
      <w:suppressAutoHyphens/>
      <w:autoSpaceDN w:val="0"/>
      <w:textAlignment w:val="baseline"/>
    </w:pPr>
    <w:rPr>
      <w:rFonts w:ascii="Calibri" w:eastAsia="Times New Roman" w:hAnsi="Calibri" w:cs="Calibri"/>
      <w:sz w:val="22"/>
      <w:szCs w:val="22"/>
      <w:lang w:val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47B57"/>
    <w:rPr>
      <w:color w:val="808080"/>
      <w:shd w:val="clear" w:color="auto" w:fill="E6E6E6"/>
    </w:rPr>
  </w:style>
  <w:style w:type="numbering" w:customStyle="1" w:styleId="Styl6">
    <w:name w:val="Styl6"/>
    <w:uiPriority w:val="99"/>
    <w:rsid w:val="00447B57"/>
    <w:pPr>
      <w:numPr>
        <w:numId w:val="18"/>
      </w:numPr>
    </w:pPr>
  </w:style>
  <w:style w:type="character" w:customStyle="1" w:styleId="NadpisoznaenedouasBChar">
    <w:name w:val="Nadpis (označený šedou) časť B Char"/>
    <w:basedOn w:val="Nadpis7Char"/>
    <w:link w:val="NadpisoznaenedouasB"/>
    <w:rsid w:val="00447B57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Normlnywebov">
    <w:name w:val="Normal (Web)"/>
    <w:basedOn w:val="Normlny"/>
    <w:uiPriority w:val="99"/>
    <w:rsid w:val="00447B57"/>
    <w:pPr>
      <w:spacing w:before="100" w:beforeAutospacing="1" w:after="100" w:afterAutospacing="1"/>
    </w:pPr>
    <w:rPr>
      <w:rFonts w:ascii="Verdana" w:eastAsia="Times New Roman" w:hAnsi="Verdana" w:cs="Times New Roman"/>
      <w:color w:val="auto"/>
      <w:sz w:val="15"/>
      <w:szCs w:val="15"/>
      <w:lang w:eastAsia="sk-SK"/>
    </w:rPr>
  </w:style>
  <w:style w:type="paragraph" w:customStyle="1" w:styleId="CMSHeadL3">
    <w:name w:val="CMS Head L3"/>
    <w:basedOn w:val="Normlny"/>
    <w:rsid w:val="00447B57"/>
    <w:pPr>
      <w:numPr>
        <w:ilvl w:val="2"/>
        <w:numId w:val="19"/>
      </w:numPr>
      <w:spacing w:after="240"/>
      <w:outlineLvl w:val="2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2">
    <w:name w:val="CMS Head L2"/>
    <w:basedOn w:val="Normlny"/>
    <w:next w:val="CMSHeadL3"/>
    <w:rsid w:val="00447B57"/>
    <w:pPr>
      <w:keepNext/>
      <w:keepLines/>
      <w:numPr>
        <w:ilvl w:val="1"/>
        <w:numId w:val="19"/>
      </w:numPr>
      <w:spacing w:after="240"/>
      <w:outlineLvl w:val="1"/>
    </w:pPr>
    <w:rPr>
      <w:rFonts w:ascii="Times New Roman" w:eastAsia="Times New Roman" w:hAnsi="Times New Roman" w:cs="Times New Roman"/>
      <w:b/>
      <w:color w:val="auto"/>
      <w:sz w:val="22"/>
      <w:szCs w:val="24"/>
    </w:rPr>
  </w:style>
  <w:style w:type="paragraph" w:customStyle="1" w:styleId="CMSHeadL4">
    <w:name w:val="CMS Head L4"/>
    <w:basedOn w:val="Normlny"/>
    <w:rsid w:val="00447B57"/>
    <w:pPr>
      <w:numPr>
        <w:ilvl w:val="3"/>
        <w:numId w:val="19"/>
      </w:numPr>
      <w:spacing w:after="240"/>
      <w:outlineLvl w:val="3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5">
    <w:name w:val="CMS Head L5"/>
    <w:basedOn w:val="Normlny"/>
    <w:rsid w:val="00447B57"/>
    <w:pPr>
      <w:numPr>
        <w:ilvl w:val="4"/>
        <w:numId w:val="19"/>
      </w:numPr>
      <w:spacing w:after="240"/>
      <w:outlineLvl w:val="4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6">
    <w:name w:val="CMS Head L6"/>
    <w:basedOn w:val="Normlny"/>
    <w:rsid w:val="00447B57"/>
    <w:pPr>
      <w:numPr>
        <w:ilvl w:val="5"/>
        <w:numId w:val="19"/>
      </w:numPr>
      <w:spacing w:after="240"/>
      <w:outlineLvl w:val="5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7">
    <w:name w:val="CMS Head L7"/>
    <w:basedOn w:val="Normlny"/>
    <w:rsid w:val="00447B57"/>
    <w:pPr>
      <w:numPr>
        <w:ilvl w:val="6"/>
        <w:numId w:val="19"/>
      </w:numPr>
      <w:spacing w:after="240"/>
      <w:outlineLvl w:val="6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8">
    <w:name w:val="CMS Head L8"/>
    <w:basedOn w:val="Normlny"/>
    <w:rsid w:val="00447B57"/>
    <w:pPr>
      <w:numPr>
        <w:ilvl w:val="7"/>
        <w:numId w:val="19"/>
      </w:numPr>
      <w:spacing w:after="240"/>
      <w:outlineLvl w:val="7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9">
    <w:name w:val="CMS Head L9"/>
    <w:basedOn w:val="Normlny"/>
    <w:rsid w:val="00447B57"/>
    <w:pPr>
      <w:numPr>
        <w:ilvl w:val="8"/>
        <w:numId w:val="19"/>
      </w:numPr>
      <w:spacing w:after="240"/>
      <w:outlineLvl w:val="8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TableFigure2">
    <w:name w:val="Table Figure 2"/>
    <w:basedOn w:val="Normlny"/>
    <w:next w:val="Normlny"/>
    <w:rsid w:val="00447B57"/>
    <w:pPr>
      <w:numPr>
        <w:numId w:val="19"/>
      </w:numPr>
      <w:tabs>
        <w:tab w:val="decimal" w:pos="595"/>
      </w:tabs>
      <w:spacing w:before="120" w:after="170" w:line="260" w:lineRule="atLeast"/>
      <w:ind w:left="0" w:firstLine="0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styleId="Bezriadkovania">
    <w:name w:val="No Spacing"/>
    <w:link w:val="BezriadkovaniaChar"/>
    <w:uiPriority w:val="1"/>
    <w:qFormat/>
    <w:rsid w:val="00447B5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00"/>
      <w:szCs w:val="20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47B57"/>
    <w:rPr>
      <w:rFonts w:ascii="Consolas" w:hAnsi="Consolas"/>
      <w:color w:val="auto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47B57"/>
    <w:rPr>
      <w:rFonts w:ascii="Consolas" w:hAnsi="Consolas"/>
      <w:sz w:val="21"/>
      <w:szCs w:val="21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447B57"/>
    <w:rPr>
      <w:color w:val="808080"/>
      <w:shd w:val="clear" w:color="auto" w:fill="E6E6E6"/>
    </w:rPr>
  </w:style>
  <w:style w:type="paragraph" w:customStyle="1" w:styleId="bod">
    <w:name w:val="bod"/>
    <w:basedOn w:val="Normlny"/>
    <w:rsid w:val="00447B57"/>
    <w:pPr>
      <w:numPr>
        <w:ilvl w:val="2"/>
        <w:numId w:val="20"/>
      </w:numPr>
      <w:spacing w:line="276" w:lineRule="auto"/>
      <w:jc w:val="both"/>
    </w:pPr>
    <w:rPr>
      <w:rFonts w:ascii="Calibri" w:eastAsia="Times New Roman" w:hAnsi="Calibri" w:cs="Times New Roman"/>
      <w:color w:val="auto"/>
      <w:sz w:val="22"/>
      <w:szCs w:val="24"/>
      <w:lang w:eastAsia="cs-CZ"/>
    </w:rPr>
  </w:style>
  <w:style w:type="paragraph" w:customStyle="1" w:styleId="odsek">
    <w:name w:val="odsek"/>
    <w:basedOn w:val="Normlny"/>
    <w:rsid w:val="00447B57"/>
    <w:pPr>
      <w:numPr>
        <w:ilvl w:val="1"/>
        <w:numId w:val="20"/>
      </w:numPr>
      <w:spacing w:before="120" w:line="276" w:lineRule="auto"/>
      <w:jc w:val="both"/>
    </w:pPr>
    <w:rPr>
      <w:rFonts w:ascii="Calibri" w:eastAsia="Times New Roman" w:hAnsi="Calibri" w:cs="Times New Roman"/>
      <w:color w:val="auto"/>
      <w:sz w:val="22"/>
      <w:szCs w:val="24"/>
      <w:lang w:eastAsia="cs-CZ"/>
    </w:rPr>
  </w:style>
  <w:style w:type="paragraph" w:customStyle="1" w:styleId="lnok">
    <w:name w:val="článok"/>
    <w:basedOn w:val="Normlny"/>
    <w:next w:val="odsek"/>
    <w:rsid w:val="00447B57"/>
    <w:pPr>
      <w:numPr>
        <w:numId w:val="20"/>
      </w:numPr>
      <w:spacing w:line="276" w:lineRule="auto"/>
      <w:jc w:val="center"/>
    </w:pPr>
    <w:rPr>
      <w:rFonts w:ascii="Calibri" w:eastAsia="Times New Roman" w:hAnsi="Calibri" w:cs="Times New Roman"/>
      <w:b/>
      <w:color w:val="auto"/>
      <w:sz w:val="22"/>
      <w:szCs w:val="24"/>
      <w:lang w:eastAsia="cs-CZ"/>
    </w:rPr>
  </w:style>
  <w:style w:type="numbering" w:customStyle="1" w:styleId="Importovantl3">
    <w:name w:val="Importovaný štýl 3"/>
    <w:rsid w:val="00447B57"/>
    <w:pPr>
      <w:numPr>
        <w:numId w:val="21"/>
      </w:numPr>
    </w:pPr>
  </w:style>
  <w:style w:type="paragraph" w:customStyle="1" w:styleId="SP3">
    <w:name w:val="SP 3"/>
    <w:basedOn w:val="Normlny"/>
    <w:link w:val="SP3Char"/>
    <w:qFormat/>
    <w:rsid w:val="00447B57"/>
    <w:pPr>
      <w:widowControl w:val="0"/>
      <w:numPr>
        <w:ilvl w:val="1"/>
        <w:numId w:val="22"/>
      </w:numPr>
      <w:pBdr>
        <w:top w:val="nil"/>
        <w:left w:val="nil"/>
        <w:bottom w:val="nil"/>
        <w:right w:val="nil"/>
        <w:between w:val="nil"/>
        <w:bar w:val="nil"/>
      </w:pBdr>
      <w:spacing w:after="240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val="en-US" w:eastAsia="sk-SK"/>
    </w:rPr>
  </w:style>
  <w:style w:type="numbering" w:customStyle="1" w:styleId="Importovantl4">
    <w:name w:val="Importovaný štýl 4"/>
    <w:rsid w:val="00447B57"/>
    <w:pPr>
      <w:numPr>
        <w:numId w:val="23"/>
      </w:numPr>
    </w:pPr>
  </w:style>
  <w:style w:type="paragraph" w:customStyle="1" w:styleId="SAP1">
    <w:name w:val="SAŽP 1"/>
    <w:basedOn w:val="Nadpis2"/>
    <w:link w:val="SAP1Char"/>
    <w:qFormat/>
    <w:rsid w:val="00447B57"/>
    <w:pPr>
      <w:keepNext w:val="0"/>
      <w:keepLines w:val="0"/>
      <w:widowControl w:val="0"/>
      <w:numPr>
        <w:numId w:val="24"/>
      </w:numPr>
      <w:spacing w:before="240" w:after="240"/>
      <w:jc w:val="both"/>
    </w:pPr>
    <w:rPr>
      <w:b/>
      <w:color w:val="008998"/>
      <w:sz w:val="20"/>
      <w:szCs w:val="20"/>
      <w:lang w:eastAsia="sk-SK"/>
    </w:rPr>
  </w:style>
  <w:style w:type="numbering" w:customStyle="1" w:styleId="Importovantl30">
    <w:name w:val="Importovaný štýl 30"/>
    <w:rsid w:val="00447B57"/>
    <w:pPr>
      <w:numPr>
        <w:numId w:val="25"/>
      </w:numPr>
    </w:pPr>
  </w:style>
  <w:style w:type="numbering" w:customStyle="1" w:styleId="Importovantl22">
    <w:name w:val="Importovaný štýl 22"/>
    <w:rsid w:val="00074222"/>
    <w:pPr>
      <w:numPr>
        <w:numId w:val="26"/>
      </w:numPr>
    </w:pPr>
  </w:style>
  <w:style w:type="paragraph" w:customStyle="1" w:styleId="oddl-nadpis">
    <w:name w:val="oddíl-nadpis"/>
    <w:basedOn w:val="Normlny"/>
    <w:rsid w:val="00F832DA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color w:val="auto"/>
      <w:sz w:val="24"/>
      <w:szCs w:val="20"/>
      <w:lang w:val="cs-CZ"/>
    </w:rPr>
  </w:style>
  <w:style w:type="character" w:customStyle="1" w:styleId="Zhlavie4">
    <w:name w:val="Záhlavie #4_"/>
    <w:basedOn w:val="Predvolenpsmoodseku"/>
    <w:rsid w:val="00FF0344"/>
    <w:rPr>
      <w:rFonts w:ascii="Calibri" w:eastAsia="Calibri" w:hAnsi="Calibri" w:cs="Calibri"/>
      <w:b/>
      <w:bCs/>
      <w:i w:val="0"/>
      <w:iCs w:val="0"/>
      <w:smallCaps w:val="0"/>
      <w:strike w:val="0"/>
      <w:spacing w:val="2"/>
      <w:u w:val="none"/>
    </w:rPr>
  </w:style>
  <w:style w:type="character" w:customStyle="1" w:styleId="Zhlavie40">
    <w:name w:val="Záhlavie #4"/>
    <w:basedOn w:val="Zhlavie4"/>
    <w:rsid w:val="00FF034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sk-SK" w:eastAsia="sk-SK" w:bidi="sk-SK"/>
    </w:rPr>
  </w:style>
  <w:style w:type="paragraph" w:customStyle="1" w:styleId="Zkladntext7">
    <w:name w:val="Základný text7"/>
    <w:basedOn w:val="Normlny"/>
    <w:rsid w:val="00FF0344"/>
    <w:pPr>
      <w:widowControl w:val="0"/>
      <w:shd w:val="clear" w:color="auto" w:fill="FFFFFF"/>
      <w:spacing w:after="720" w:line="269" w:lineRule="exact"/>
      <w:ind w:hanging="720"/>
      <w:jc w:val="center"/>
    </w:pPr>
    <w:rPr>
      <w:rFonts w:ascii="Calibri" w:eastAsia="Calibri" w:hAnsi="Calibri" w:cs="Calibri"/>
      <w:color w:val="000000"/>
      <w:spacing w:val="3"/>
      <w:sz w:val="17"/>
      <w:szCs w:val="17"/>
      <w:lang w:eastAsia="sk-SK" w:bidi="sk-SK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645F01"/>
    <w:rPr>
      <w:color w:val="605E5C"/>
      <w:shd w:val="clear" w:color="auto" w:fill="E1DFDD"/>
    </w:rPr>
  </w:style>
  <w:style w:type="paragraph" w:customStyle="1" w:styleId="2">
    <w:name w:val="2"/>
    <w:link w:val="TextkoncovejpoznmkyChar"/>
    <w:qFormat/>
    <w:rsid w:val="00423417"/>
    <w:pPr>
      <w:spacing w:after="240"/>
      <w:jc w:val="both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koncovejpoznmkyChar">
    <w:name w:val="Text koncovej poznámky Char"/>
    <w:basedOn w:val="Predvolenpsmoodseku"/>
    <w:link w:val="2"/>
    <w:rsid w:val="00423417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Rub1">
    <w:name w:val="Rub1"/>
    <w:basedOn w:val="Normlny"/>
    <w:rsid w:val="00423417"/>
    <w:pPr>
      <w:tabs>
        <w:tab w:val="left" w:pos="1276"/>
      </w:tabs>
      <w:jc w:val="both"/>
    </w:pPr>
    <w:rPr>
      <w:rFonts w:ascii="Times New Roman Bold" w:eastAsia="Times New Roman" w:hAnsi="Times New Roman Bold" w:cs="Times New Roman"/>
      <w:smallCaps/>
      <w:color w:val="auto"/>
      <w:sz w:val="20"/>
      <w:szCs w:val="20"/>
      <w:lang w:val="en-GB" w:eastAsia="en-GB"/>
    </w:rPr>
  </w:style>
  <w:style w:type="character" w:styleId="Zvraznenie">
    <w:name w:val="Emphasis"/>
    <w:basedOn w:val="Predvolenpsmoodseku"/>
    <w:uiPriority w:val="20"/>
    <w:qFormat/>
    <w:rsid w:val="00423417"/>
    <w:rPr>
      <w:b/>
      <w:bCs/>
      <w:i w:val="0"/>
      <w:iCs w:val="0"/>
    </w:rPr>
  </w:style>
  <w:style w:type="character" w:customStyle="1" w:styleId="formtext1">
    <w:name w:val="formtext1"/>
    <w:basedOn w:val="Predvolenpsmoodseku"/>
    <w:rsid w:val="00423417"/>
    <w:rPr>
      <w:rFonts w:ascii="Verdana" w:hAnsi="Verdana" w:hint="default"/>
      <w:sz w:val="20"/>
      <w:szCs w:val="20"/>
    </w:rPr>
  </w:style>
  <w:style w:type="character" w:styleId="CitciaHTML">
    <w:name w:val="HTML Cite"/>
    <w:basedOn w:val="Predvolenpsmoodseku"/>
    <w:rsid w:val="00423417"/>
    <w:rPr>
      <w:i w:val="0"/>
      <w:iCs w:val="0"/>
      <w:color w:val="0E774A"/>
    </w:rPr>
  </w:style>
  <w:style w:type="character" w:customStyle="1" w:styleId="formtext">
    <w:name w:val="formtext"/>
    <w:basedOn w:val="Predvolenpsmoodseku"/>
    <w:rsid w:val="00423417"/>
  </w:style>
  <w:style w:type="paragraph" w:customStyle="1" w:styleId="Zkladntext1">
    <w:name w:val="Základný text1"/>
    <w:basedOn w:val="Normlny"/>
    <w:rsid w:val="00423417"/>
    <w:pPr>
      <w:shd w:val="clear" w:color="auto" w:fill="FFFFFF"/>
      <w:spacing w:before="540" w:line="490" w:lineRule="exact"/>
      <w:ind w:hanging="680"/>
    </w:pPr>
    <w:rPr>
      <w:rFonts w:ascii="Book Antiqua" w:eastAsia="Book Antiqua" w:hAnsi="Book Antiqua" w:cs="Times New Roman"/>
      <w:color w:val="auto"/>
      <w:sz w:val="18"/>
      <w:szCs w:val="18"/>
      <w:lang w:val="x-none" w:eastAsia="x-none"/>
    </w:rPr>
  </w:style>
  <w:style w:type="character" w:styleId="Nevyrieenzmienka">
    <w:name w:val="Unresolved Mention"/>
    <w:basedOn w:val="Predvolenpsmoodseku"/>
    <w:uiPriority w:val="99"/>
    <w:semiHidden/>
    <w:unhideWhenUsed/>
    <w:rsid w:val="007970E5"/>
    <w:rPr>
      <w:color w:val="605E5C"/>
      <w:shd w:val="clear" w:color="auto" w:fill="E1DFDD"/>
    </w:rPr>
  </w:style>
  <w:style w:type="character" w:customStyle="1" w:styleId="il">
    <w:name w:val="il"/>
    <w:basedOn w:val="Predvolenpsmoodseku"/>
    <w:rsid w:val="00A77961"/>
  </w:style>
  <w:style w:type="character" w:customStyle="1" w:styleId="SAP1Char">
    <w:name w:val="SAŽP 1 Char"/>
    <w:link w:val="SAP1"/>
    <w:locked/>
    <w:rsid w:val="00F57E5D"/>
    <w:rPr>
      <w:rFonts w:ascii="Proba Pro" w:eastAsiaTheme="majorEastAsia" w:hAnsi="Proba Pro" w:cstheme="majorBidi"/>
      <w:b/>
      <w:caps/>
      <w:color w:val="008998"/>
      <w:spacing w:val="30"/>
      <w:sz w:val="20"/>
      <w:szCs w:val="20"/>
      <w:lang w:eastAsia="sk-SK"/>
    </w:rPr>
  </w:style>
  <w:style w:type="table" w:customStyle="1" w:styleId="TableNormal1">
    <w:name w:val="Table Normal1"/>
    <w:rsid w:val="007170AF"/>
    <w:rPr>
      <w:rFonts w:ascii="PT Serif" w:eastAsia="Calibri" w:hAnsi="PT Serif" w:cs="PT Serif"/>
      <w:sz w:val="16"/>
      <w:szCs w:val="16"/>
      <w:lang w:val="sk-SK"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link w:val="NzovChar"/>
    <w:qFormat/>
    <w:rsid w:val="007170AF"/>
    <w:pPr>
      <w:keepNext/>
      <w:keepLines/>
      <w:spacing w:before="480" w:after="120" w:line="276" w:lineRule="auto"/>
    </w:pPr>
    <w:rPr>
      <w:rFonts w:ascii="Calibri" w:eastAsia="Calibri" w:hAnsi="Calibri" w:cs="Times New Roman"/>
      <w:b/>
      <w:color w:val="auto"/>
      <w:sz w:val="72"/>
      <w:szCs w:val="72"/>
    </w:rPr>
  </w:style>
  <w:style w:type="character" w:customStyle="1" w:styleId="NzovChar">
    <w:name w:val="Názov Char"/>
    <w:basedOn w:val="Predvolenpsmoodseku"/>
    <w:link w:val="Nzov"/>
    <w:rsid w:val="007170AF"/>
    <w:rPr>
      <w:rFonts w:ascii="Calibri" w:eastAsia="Calibri" w:hAnsi="Calibri" w:cs="Times New Roman"/>
      <w:b/>
      <w:sz w:val="72"/>
      <w:szCs w:val="72"/>
      <w:lang w:val="sk-SK"/>
    </w:rPr>
  </w:style>
  <w:style w:type="table" w:customStyle="1" w:styleId="Mriekatabuky1">
    <w:name w:val="Mriežka tabuľky1"/>
    <w:basedOn w:val="Normlnatabuka"/>
    <w:next w:val="Mriekatabuky"/>
    <w:uiPriority w:val="59"/>
    <w:rsid w:val="007170AF"/>
    <w:rPr>
      <w:rFonts w:ascii="PT Serif" w:eastAsia="Calibri" w:hAnsi="PT Serif" w:cs="PT Serif"/>
      <w:sz w:val="16"/>
      <w:szCs w:val="16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1">
    <w:name w:val="Nadpis 11"/>
    <w:basedOn w:val="Normlny"/>
    <w:link w:val="Nadpis11CharChar"/>
    <w:rsid w:val="007170AF"/>
    <w:pPr>
      <w:tabs>
        <w:tab w:val="num" w:pos="720"/>
      </w:tabs>
      <w:spacing w:after="200" w:line="276" w:lineRule="auto"/>
      <w:ind w:left="720" w:hanging="720"/>
    </w:pPr>
    <w:rPr>
      <w:rFonts w:eastAsia="Calibri" w:cs="Times New Roman"/>
      <w:color w:val="000000"/>
      <w:szCs w:val="20"/>
      <w:lang w:eastAsia="sk-SK"/>
    </w:rPr>
  </w:style>
  <w:style w:type="paragraph" w:customStyle="1" w:styleId="Nadpis21">
    <w:name w:val="Nadpis 21"/>
    <w:basedOn w:val="Normlny"/>
    <w:rsid w:val="007170AF"/>
    <w:pPr>
      <w:tabs>
        <w:tab w:val="num" w:pos="1440"/>
      </w:tabs>
      <w:spacing w:after="200" w:line="276" w:lineRule="auto"/>
      <w:ind w:left="144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31">
    <w:name w:val="Nadpis 31"/>
    <w:basedOn w:val="Normlny"/>
    <w:rsid w:val="007170AF"/>
    <w:pPr>
      <w:tabs>
        <w:tab w:val="num" w:pos="2160"/>
      </w:tabs>
      <w:spacing w:after="200" w:line="276" w:lineRule="auto"/>
      <w:ind w:left="216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41">
    <w:name w:val="Nadpis 41"/>
    <w:basedOn w:val="Normlny"/>
    <w:rsid w:val="007170AF"/>
    <w:pPr>
      <w:tabs>
        <w:tab w:val="num" w:pos="2880"/>
      </w:tabs>
      <w:spacing w:after="200" w:line="276" w:lineRule="auto"/>
      <w:ind w:left="288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51">
    <w:name w:val="Nadpis 51"/>
    <w:basedOn w:val="Normlny"/>
    <w:rsid w:val="007170AF"/>
    <w:pPr>
      <w:tabs>
        <w:tab w:val="num" w:pos="3600"/>
      </w:tabs>
      <w:spacing w:after="200" w:line="276" w:lineRule="auto"/>
      <w:ind w:left="360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61">
    <w:name w:val="Nadpis 61"/>
    <w:basedOn w:val="Normlny"/>
    <w:rsid w:val="007170AF"/>
    <w:pPr>
      <w:tabs>
        <w:tab w:val="num" w:pos="4320"/>
      </w:tabs>
      <w:spacing w:after="200" w:line="276" w:lineRule="auto"/>
      <w:ind w:left="432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71">
    <w:name w:val="Nadpis 71"/>
    <w:basedOn w:val="Normlny"/>
    <w:rsid w:val="007170AF"/>
    <w:pPr>
      <w:tabs>
        <w:tab w:val="num" w:pos="5040"/>
      </w:tabs>
      <w:spacing w:after="200" w:line="276" w:lineRule="auto"/>
      <w:ind w:left="504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81">
    <w:name w:val="Nadpis 81"/>
    <w:basedOn w:val="Normlny"/>
    <w:rsid w:val="007170AF"/>
    <w:pPr>
      <w:tabs>
        <w:tab w:val="num" w:pos="5760"/>
      </w:tabs>
      <w:spacing w:after="200" w:line="276" w:lineRule="auto"/>
      <w:ind w:left="5760" w:hanging="720"/>
    </w:pPr>
    <w:rPr>
      <w:rFonts w:ascii="Calibri" w:eastAsia="Calibri" w:hAnsi="Calibri" w:cs="Times New Roman"/>
      <w:color w:val="auto"/>
      <w:sz w:val="22"/>
    </w:rPr>
  </w:style>
  <w:style w:type="paragraph" w:customStyle="1" w:styleId="Nadpis91">
    <w:name w:val="Nadpis 91"/>
    <w:basedOn w:val="Normlny"/>
    <w:rsid w:val="007170AF"/>
    <w:pPr>
      <w:tabs>
        <w:tab w:val="num" w:pos="6480"/>
      </w:tabs>
      <w:spacing w:after="200" w:line="276" w:lineRule="auto"/>
      <w:ind w:left="6480" w:hanging="720"/>
    </w:pPr>
    <w:rPr>
      <w:rFonts w:ascii="Calibri" w:eastAsia="Calibri" w:hAnsi="Calibri" w:cs="Times New Roman"/>
      <w:color w:val="auto"/>
      <w:sz w:val="22"/>
    </w:rPr>
  </w:style>
  <w:style w:type="paragraph" w:styleId="Podtitul">
    <w:name w:val="Subtitle"/>
    <w:basedOn w:val="Normlny"/>
    <w:next w:val="Normlny"/>
    <w:link w:val="PodtitulChar"/>
    <w:qFormat/>
    <w:rsid w:val="007170AF"/>
    <w:pPr>
      <w:keepNext/>
      <w:keepLines/>
      <w:spacing w:before="360" w:after="80" w:line="276" w:lineRule="auto"/>
    </w:pPr>
    <w:rPr>
      <w:rFonts w:ascii="Georgia" w:eastAsia="Calibri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Predvolenpsmoodseku"/>
    <w:link w:val="Podtitul"/>
    <w:rsid w:val="007170AF"/>
    <w:rPr>
      <w:rFonts w:ascii="Georgia" w:eastAsia="Calibri" w:hAnsi="Georgia" w:cs="Georgia"/>
      <w:i/>
      <w:color w:val="666666"/>
      <w:sz w:val="48"/>
      <w:szCs w:val="48"/>
      <w:lang w:val="sk-SK"/>
    </w:rPr>
  </w:style>
  <w:style w:type="paragraph" w:customStyle="1" w:styleId="SAP0">
    <w:name w:val="SAŽP 0"/>
    <w:basedOn w:val="Nadpis1"/>
    <w:link w:val="SAP0Char"/>
    <w:qFormat/>
    <w:rsid w:val="007170AF"/>
    <w:pPr>
      <w:keepNext w:val="0"/>
      <w:keepLines w:val="0"/>
      <w:widowControl w:val="0"/>
      <w:numPr>
        <w:numId w:val="33"/>
      </w:numPr>
      <w:spacing w:before="360" w:after="360" w:line="276" w:lineRule="auto"/>
    </w:pPr>
    <w:rPr>
      <w:rFonts w:eastAsia="Times New Roman" w:cs="Times New Roman"/>
      <w:color w:val="auto"/>
    </w:rPr>
  </w:style>
  <w:style w:type="character" w:customStyle="1" w:styleId="SAP0Char">
    <w:name w:val="SAŽP 0 Char"/>
    <w:link w:val="SAP0"/>
    <w:locked/>
    <w:rsid w:val="007170AF"/>
    <w:rPr>
      <w:rFonts w:ascii="Proba Pro" w:eastAsia="Times New Roman" w:hAnsi="Proba Pro" w:cs="Times New Roman"/>
      <w:spacing w:val="30"/>
      <w:lang w:val="sk-SK"/>
    </w:rPr>
  </w:style>
  <w:style w:type="table" w:customStyle="1" w:styleId="TableNormal11">
    <w:name w:val="Table Normal11"/>
    <w:uiPriority w:val="99"/>
    <w:rsid w:val="007170A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Times New Roman"/>
      <w:sz w:val="20"/>
      <w:szCs w:val="20"/>
      <w:lang w:val="sk-SK"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lavikaapta">
    <w:name w:val="Hlavička a päta"/>
    <w:rsid w:val="007170A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="Arial Unicode MS" w:hAnsi="Helvetica" w:cs="Arial Unicode MS"/>
      <w:color w:val="000000"/>
      <w:lang w:val="sk-SK" w:eastAsia="sk-SK"/>
    </w:rPr>
  </w:style>
  <w:style w:type="paragraph" w:customStyle="1" w:styleId="Telo">
    <w:name w:val="Telo"/>
    <w:rsid w:val="007170A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sk-SK" w:eastAsia="sk-SK"/>
    </w:rPr>
  </w:style>
  <w:style w:type="paragraph" w:customStyle="1" w:styleId="Nadpis">
    <w:name w:val="Nadpis"/>
    <w:next w:val="Telo"/>
    <w:rsid w:val="007170A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line="360" w:lineRule="auto"/>
      <w:jc w:val="both"/>
      <w:outlineLvl w:val="1"/>
    </w:pPr>
    <w:rPr>
      <w:rFonts w:ascii="Calibri" w:eastAsia="Calibri" w:hAnsi="Calibri" w:cs="Calibri"/>
      <w:b/>
      <w:bCs/>
      <w:color w:val="000000"/>
      <w:u w:color="000000"/>
      <w:lang w:val="sk-SK" w:eastAsia="sk-SK"/>
    </w:rPr>
  </w:style>
  <w:style w:type="table" w:customStyle="1" w:styleId="TableGrid">
    <w:name w:val="TableGrid"/>
    <w:rsid w:val="007170AF"/>
    <w:rPr>
      <w:rFonts w:ascii="Calibri" w:eastAsia="Times New Roman" w:hAnsi="Calibri" w:cs="Times New Roman"/>
      <w:sz w:val="22"/>
      <w:szCs w:val="22"/>
      <w:lang w:val="sk-SK"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32">
    <w:name w:val="Font Style32"/>
    <w:uiPriority w:val="99"/>
    <w:rsid w:val="007170AF"/>
    <w:rPr>
      <w:rFonts w:ascii="Impact" w:hAnsi="Impact" w:cs="Impact"/>
      <w:i/>
      <w:iCs/>
      <w:spacing w:val="10"/>
      <w:sz w:val="14"/>
      <w:szCs w:val="14"/>
    </w:rPr>
  </w:style>
  <w:style w:type="character" w:customStyle="1" w:styleId="FontStyle46">
    <w:name w:val="Font Style46"/>
    <w:uiPriority w:val="99"/>
    <w:rsid w:val="007170AF"/>
    <w:rPr>
      <w:rFonts w:ascii="Arial" w:hAnsi="Arial" w:cs="Arial"/>
      <w:sz w:val="18"/>
      <w:szCs w:val="18"/>
    </w:rPr>
  </w:style>
  <w:style w:type="paragraph" w:customStyle="1" w:styleId="Style12">
    <w:name w:val="Style12"/>
    <w:basedOn w:val="Normlny"/>
    <w:uiPriority w:val="99"/>
    <w:rsid w:val="007170AF"/>
    <w:pPr>
      <w:widowControl w:val="0"/>
      <w:autoSpaceDE w:val="0"/>
      <w:autoSpaceDN w:val="0"/>
      <w:adjustRightInd w:val="0"/>
      <w:spacing w:after="200" w:line="230" w:lineRule="exact"/>
      <w:ind w:hanging="413"/>
      <w:jc w:val="both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font0">
    <w:name w:val="font0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color w:val="000000"/>
      <w:sz w:val="22"/>
    </w:rPr>
  </w:style>
  <w:style w:type="paragraph" w:customStyle="1" w:styleId="font5">
    <w:name w:val="font5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000000"/>
      <w:sz w:val="22"/>
    </w:rPr>
  </w:style>
  <w:style w:type="paragraph" w:customStyle="1" w:styleId="font6">
    <w:name w:val="font6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color w:val="auto"/>
      <w:sz w:val="22"/>
    </w:rPr>
  </w:style>
  <w:style w:type="paragraph" w:customStyle="1" w:styleId="font7">
    <w:name w:val="font7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auto"/>
      <w:sz w:val="22"/>
    </w:rPr>
  </w:style>
  <w:style w:type="paragraph" w:customStyle="1" w:styleId="font8">
    <w:name w:val="font8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i/>
      <w:iCs/>
      <w:color w:val="auto"/>
      <w:sz w:val="22"/>
    </w:rPr>
  </w:style>
  <w:style w:type="paragraph" w:customStyle="1" w:styleId="font9">
    <w:name w:val="font9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i/>
      <w:iCs/>
      <w:color w:val="000000"/>
      <w:sz w:val="22"/>
    </w:rPr>
  </w:style>
  <w:style w:type="paragraph" w:customStyle="1" w:styleId="font10">
    <w:name w:val="font10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color w:val="002060"/>
      <w:sz w:val="22"/>
    </w:rPr>
  </w:style>
  <w:style w:type="paragraph" w:customStyle="1" w:styleId="font11">
    <w:name w:val="font11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auto"/>
      <w:sz w:val="22"/>
    </w:rPr>
  </w:style>
  <w:style w:type="paragraph" w:customStyle="1" w:styleId="font12">
    <w:name w:val="font12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000000"/>
      <w:sz w:val="22"/>
    </w:rPr>
  </w:style>
  <w:style w:type="paragraph" w:customStyle="1" w:styleId="font13">
    <w:name w:val="font13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color w:val="000000"/>
      <w:sz w:val="22"/>
    </w:rPr>
  </w:style>
  <w:style w:type="paragraph" w:customStyle="1" w:styleId="font14">
    <w:name w:val="font14"/>
    <w:basedOn w:val="Normlny"/>
    <w:rsid w:val="007170AF"/>
    <w:pP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002060"/>
      <w:sz w:val="22"/>
    </w:rPr>
  </w:style>
  <w:style w:type="paragraph" w:customStyle="1" w:styleId="xl63">
    <w:name w:val="xl63"/>
    <w:basedOn w:val="Normlny"/>
    <w:rsid w:val="007170AF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4">
    <w:name w:val="xl64"/>
    <w:basedOn w:val="Normlny"/>
    <w:rsid w:val="007170A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65">
    <w:name w:val="xl6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6">
    <w:name w:val="xl6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7">
    <w:name w:val="xl6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8">
    <w:name w:val="xl6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9">
    <w:name w:val="xl6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0">
    <w:name w:val="xl7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1">
    <w:name w:val="xl7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2">
    <w:name w:val="xl7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4">
    <w:name w:val="xl7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5">
    <w:name w:val="xl7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6">
    <w:name w:val="xl7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7">
    <w:name w:val="xl7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8">
    <w:name w:val="xl7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9">
    <w:name w:val="xl7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80">
    <w:name w:val="xl8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81">
    <w:name w:val="xl8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82">
    <w:name w:val="xl8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83">
    <w:name w:val="xl8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84">
    <w:name w:val="xl8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85">
    <w:name w:val="xl8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">
    <w:name w:val="xl8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7">
    <w:name w:val="xl8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88">
    <w:name w:val="xl8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89">
    <w:name w:val="xl8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0">
    <w:name w:val="xl9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1">
    <w:name w:val="xl9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2">
    <w:name w:val="xl9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3">
    <w:name w:val="xl9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xl94">
    <w:name w:val="xl9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5">
    <w:name w:val="xl9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96">
    <w:name w:val="xl9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7">
    <w:name w:val="xl9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8">
    <w:name w:val="xl9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99">
    <w:name w:val="xl9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0">
    <w:name w:val="xl10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1">
    <w:name w:val="xl10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2">
    <w:name w:val="xl102"/>
    <w:basedOn w:val="Normlny"/>
    <w:rsid w:val="007170AF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">
    <w:name w:val="xl10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104">
    <w:name w:val="xl10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105">
    <w:name w:val="xl10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06">
    <w:name w:val="xl10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7">
    <w:name w:val="xl10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8">
    <w:name w:val="xl10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09">
    <w:name w:val="xl10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10">
    <w:name w:val="xl11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1">
    <w:name w:val="xl11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2">
    <w:name w:val="xl112"/>
    <w:basedOn w:val="Normlny"/>
    <w:rsid w:val="007170AF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3">
    <w:name w:val="xl11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4">
    <w:name w:val="xl11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5">
    <w:name w:val="xl11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6">
    <w:name w:val="xl11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17">
    <w:name w:val="xl117"/>
    <w:basedOn w:val="Normlny"/>
    <w:rsid w:val="007170AF"/>
    <w:pPr>
      <w:pBdr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8">
    <w:name w:val="xl11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19">
    <w:name w:val="xl11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0">
    <w:name w:val="xl12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1">
    <w:name w:val="xl12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2">
    <w:name w:val="xl12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3">
    <w:name w:val="xl12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4">
    <w:name w:val="xl12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25">
    <w:name w:val="xl12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26">
    <w:name w:val="xl12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27">
    <w:name w:val="xl12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8">
    <w:name w:val="xl12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29">
    <w:name w:val="xl12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30">
    <w:name w:val="xl13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31">
    <w:name w:val="xl13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32">
    <w:name w:val="xl13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33">
    <w:name w:val="xl13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2060"/>
      <w:sz w:val="24"/>
      <w:szCs w:val="24"/>
    </w:rPr>
  </w:style>
  <w:style w:type="paragraph" w:customStyle="1" w:styleId="xl134">
    <w:name w:val="xl13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135">
    <w:name w:val="xl13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6">
    <w:name w:val="xl13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7">
    <w:name w:val="xl13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38">
    <w:name w:val="xl13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9">
    <w:name w:val="xl13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40">
    <w:name w:val="xl14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4"/>
      <w:szCs w:val="24"/>
    </w:rPr>
  </w:style>
  <w:style w:type="paragraph" w:customStyle="1" w:styleId="xl141">
    <w:name w:val="xl14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42">
    <w:name w:val="xl14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43">
    <w:name w:val="xl14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44">
    <w:name w:val="xl14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45">
    <w:name w:val="xl14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46">
    <w:name w:val="xl14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47">
    <w:name w:val="xl14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48">
    <w:name w:val="xl14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9">
    <w:name w:val="xl14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0">
    <w:name w:val="xl15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1">
    <w:name w:val="xl15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2">
    <w:name w:val="xl15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3">
    <w:name w:val="xl15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4">
    <w:name w:val="xl15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5">
    <w:name w:val="xl15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6">
    <w:name w:val="xl15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7">
    <w:name w:val="xl15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8">
    <w:name w:val="xl15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59">
    <w:name w:val="xl15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0">
    <w:name w:val="xl16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1">
    <w:name w:val="xl16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2">
    <w:name w:val="xl16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3">
    <w:name w:val="xl16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4">
    <w:name w:val="xl16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5">
    <w:name w:val="xl16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6">
    <w:name w:val="xl16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7">
    <w:name w:val="xl16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8">
    <w:name w:val="xl16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69">
    <w:name w:val="xl16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70">
    <w:name w:val="xl17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71">
    <w:name w:val="xl17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172">
    <w:name w:val="xl17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73">
    <w:name w:val="xl17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74">
    <w:name w:val="xl17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center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175">
    <w:name w:val="xl17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2"/>
      <w:szCs w:val="16"/>
    </w:rPr>
  </w:style>
  <w:style w:type="paragraph" w:customStyle="1" w:styleId="xl176">
    <w:name w:val="xl17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77">
    <w:name w:val="xl17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78">
    <w:name w:val="xl17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79">
    <w:name w:val="xl17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0">
    <w:name w:val="xl18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right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1">
    <w:name w:val="xl18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2">
    <w:name w:val="xl182"/>
    <w:basedOn w:val="Normlny"/>
    <w:rsid w:val="007170AF"/>
    <w:pPr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3">
    <w:name w:val="xl18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4">
    <w:name w:val="xl18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85">
    <w:name w:val="xl18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86">
    <w:name w:val="xl18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87">
    <w:name w:val="xl18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88">
    <w:name w:val="xl18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4"/>
      <w:szCs w:val="24"/>
    </w:rPr>
  </w:style>
  <w:style w:type="paragraph" w:customStyle="1" w:styleId="xl191">
    <w:name w:val="xl19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192">
    <w:name w:val="xl19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93">
    <w:name w:val="xl19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2060"/>
      <w:sz w:val="24"/>
      <w:szCs w:val="24"/>
    </w:rPr>
  </w:style>
  <w:style w:type="paragraph" w:customStyle="1" w:styleId="xl194">
    <w:name w:val="xl19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195">
    <w:name w:val="xl19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6">
    <w:name w:val="xl19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7">
    <w:name w:val="xl19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98">
    <w:name w:val="xl19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199">
    <w:name w:val="xl19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00">
    <w:name w:val="xl20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01">
    <w:name w:val="xl20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02">
    <w:name w:val="xl20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03">
    <w:name w:val="xl20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04">
    <w:name w:val="xl20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05">
    <w:name w:val="xl20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06">
    <w:name w:val="xl20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07">
    <w:name w:val="xl20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08">
    <w:name w:val="xl20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09">
    <w:name w:val="xl20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10">
    <w:name w:val="xl21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1">
    <w:name w:val="xl21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2">
    <w:name w:val="xl21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3">
    <w:name w:val="xl21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4">
    <w:name w:val="xl21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5">
    <w:name w:val="xl21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216">
    <w:name w:val="xl21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both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17">
    <w:name w:val="xl21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18">
    <w:name w:val="xl21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</w:rPr>
  </w:style>
  <w:style w:type="paragraph" w:customStyle="1" w:styleId="xl219">
    <w:name w:val="xl21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220">
    <w:name w:val="xl22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1">
    <w:name w:val="xl22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2">
    <w:name w:val="xl22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002060"/>
      <w:sz w:val="24"/>
      <w:szCs w:val="24"/>
    </w:rPr>
  </w:style>
  <w:style w:type="paragraph" w:customStyle="1" w:styleId="xl223">
    <w:name w:val="xl22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4">
    <w:name w:val="xl22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5">
    <w:name w:val="xl22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226">
    <w:name w:val="xl22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7">
    <w:name w:val="xl22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8">
    <w:name w:val="xl22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29">
    <w:name w:val="xl229"/>
    <w:basedOn w:val="Normlny"/>
    <w:rsid w:val="007170AF"/>
    <w:pPr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30">
    <w:name w:val="xl23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top"/>
    </w:pPr>
    <w:rPr>
      <w:rFonts w:ascii="Calibri (Body)" w:eastAsia="Times New Roman" w:hAnsi="Calibri (Body)" w:cs="Times New Roman"/>
      <w:color w:val="auto"/>
      <w:sz w:val="24"/>
      <w:szCs w:val="24"/>
    </w:rPr>
  </w:style>
  <w:style w:type="paragraph" w:customStyle="1" w:styleId="xl231">
    <w:name w:val="xl23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2">
    <w:name w:val="xl23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3"/>
      <w:spacing w:before="100" w:beforeAutospacing="1" w:after="100" w:afterAutospacing="1" w:line="276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33">
    <w:name w:val="xl23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4">
    <w:name w:val="xl23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5">
    <w:name w:val="xl23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36">
    <w:name w:val="xl23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7">
    <w:name w:val="xl23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8">
    <w:name w:val="xl23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39">
    <w:name w:val="xl23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jc w:val="both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40">
    <w:name w:val="xl24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41">
    <w:name w:val="xl24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76" w:lineRule="auto"/>
      <w:textAlignment w:val="center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42">
    <w:name w:val="xl24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002060"/>
      <w:sz w:val="24"/>
      <w:szCs w:val="24"/>
    </w:rPr>
  </w:style>
  <w:style w:type="paragraph" w:customStyle="1" w:styleId="xl243">
    <w:name w:val="xl24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Calibri" w:eastAsia="Times New Roman" w:hAnsi="Calibri" w:cs="Calibri"/>
      <w:b/>
      <w:bCs/>
      <w:color w:val="auto"/>
      <w:sz w:val="22"/>
      <w:szCs w:val="16"/>
    </w:rPr>
  </w:style>
  <w:style w:type="paragraph" w:customStyle="1" w:styleId="xl244">
    <w:name w:val="xl24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jc w:val="center"/>
      <w:textAlignment w:val="center"/>
    </w:pPr>
    <w:rPr>
      <w:rFonts w:ascii="Calibri" w:eastAsia="Times New Roman" w:hAnsi="Calibri" w:cs="Calibri"/>
      <w:b/>
      <w:bCs/>
      <w:i/>
      <w:iCs/>
      <w:color w:val="002060"/>
      <w:sz w:val="24"/>
      <w:szCs w:val="24"/>
    </w:rPr>
  </w:style>
  <w:style w:type="paragraph" w:customStyle="1" w:styleId="xl245">
    <w:name w:val="xl24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b/>
      <w:bCs/>
      <w:color w:val="002060"/>
      <w:sz w:val="24"/>
      <w:szCs w:val="24"/>
    </w:rPr>
  </w:style>
  <w:style w:type="paragraph" w:customStyle="1" w:styleId="xl246">
    <w:name w:val="xl246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47">
    <w:name w:val="xl247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48">
    <w:name w:val="xl248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49">
    <w:name w:val="xl249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250">
    <w:name w:val="xl250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51">
    <w:name w:val="xl251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52">
    <w:name w:val="xl252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center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53">
    <w:name w:val="xl253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xl254">
    <w:name w:val="xl254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76" w:lineRule="auto"/>
      <w:textAlignment w:val="top"/>
    </w:pPr>
    <w:rPr>
      <w:rFonts w:ascii="Calibri" w:eastAsia="Times New Roman" w:hAnsi="Calibri" w:cs="Calibri"/>
      <w:b/>
      <w:bCs/>
      <w:color w:val="auto"/>
      <w:sz w:val="24"/>
      <w:szCs w:val="24"/>
    </w:rPr>
  </w:style>
  <w:style w:type="paragraph" w:customStyle="1" w:styleId="xl255">
    <w:name w:val="xl255"/>
    <w:basedOn w:val="Normlny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76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Jemnodkaz1">
    <w:name w:val="Jemný odkaz1"/>
    <w:uiPriority w:val="99"/>
    <w:rsid w:val="007170AF"/>
    <w:rPr>
      <w:rFonts w:ascii="Arial" w:hAnsi="Arial"/>
      <w:smallCaps/>
      <w:sz w:val="22"/>
      <w:u w:val="none"/>
    </w:rPr>
  </w:style>
  <w:style w:type="paragraph" w:customStyle="1" w:styleId="pismo">
    <w:name w:val="pismo"/>
    <w:basedOn w:val="Normlny"/>
    <w:uiPriority w:val="99"/>
    <w:rsid w:val="007170AF"/>
    <w:pPr>
      <w:tabs>
        <w:tab w:val="right" w:leader="dot" w:pos="10080"/>
      </w:tabs>
      <w:spacing w:after="200" w:line="276" w:lineRule="auto"/>
      <w:ind w:left="540"/>
      <w:jc w:val="both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tlNadpis5Arial11ptNiejeTunChar">
    <w:name w:val="Štýl Nadpis 5 + Arial 11 pt Nie je Tučné Char"/>
    <w:uiPriority w:val="99"/>
    <w:rsid w:val="007170AF"/>
    <w:rPr>
      <w:rFonts w:ascii="Arial" w:hAnsi="Arial"/>
      <w:b/>
      <w:color w:val="808080"/>
      <w:sz w:val="28"/>
      <w:lang w:val="sk-SK" w:eastAsia="sk-SK"/>
    </w:rPr>
  </w:style>
  <w:style w:type="paragraph" w:customStyle="1" w:styleId="CharChar2CharCharChar">
    <w:name w:val="Char Char2 Char Char Char"/>
    <w:basedOn w:val="Normlny"/>
    <w:uiPriority w:val="99"/>
    <w:rsid w:val="007170AF"/>
    <w:pPr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/>
    </w:rPr>
  </w:style>
  <w:style w:type="paragraph" w:styleId="truktradokumentu">
    <w:name w:val="Document Map"/>
    <w:basedOn w:val="Normlny"/>
    <w:link w:val="truktradokumentuChar"/>
    <w:uiPriority w:val="99"/>
    <w:semiHidden/>
    <w:rsid w:val="007170AF"/>
    <w:pPr>
      <w:shd w:val="clear" w:color="auto" w:fill="000080"/>
      <w:spacing w:after="200" w:line="276" w:lineRule="auto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7170AF"/>
    <w:rPr>
      <w:rFonts w:ascii="Tahoma" w:eastAsia="Times New Roman" w:hAnsi="Tahoma" w:cs="Tahoma"/>
      <w:sz w:val="20"/>
      <w:szCs w:val="20"/>
      <w:shd w:val="clear" w:color="auto" w:fill="000080"/>
      <w:lang w:val="sk-SK"/>
    </w:rPr>
  </w:style>
  <w:style w:type="character" w:customStyle="1" w:styleId="longtext">
    <w:name w:val="long_text"/>
    <w:uiPriority w:val="99"/>
    <w:rsid w:val="007170AF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7170AF"/>
    <w:pPr>
      <w:spacing w:after="120" w:line="276" w:lineRule="auto"/>
    </w:pPr>
    <w:rPr>
      <w:rFonts w:ascii="Times New Roman" w:eastAsia="Times New Roman" w:hAnsi="Times New Roman" w:cs="Times New Roman"/>
      <w:color w:val="auto"/>
      <w:sz w:val="22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7170AF"/>
    <w:rPr>
      <w:rFonts w:ascii="Times New Roman" w:eastAsia="Times New Roman" w:hAnsi="Times New Roman" w:cs="Times New Roman"/>
      <w:sz w:val="22"/>
      <w:szCs w:val="16"/>
      <w:lang w:val="sk-SK"/>
    </w:rPr>
  </w:style>
  <w:style w:type="paragraph" w:customStyle="1" w:styleId="Import0">
    <w:name w:val="Import 0"/>
    <w:basedOn w:val="Normlny"/>
    <w:uiPriority w:val="99"/>
    <w:rsid w:val="007170A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200" w:line="276" w:lineRule="auto"/>
    </w:pPr>
    <w:rPr>
      <w:rFonts w:ascii="Avinion" w:eastAsia="Times New Roman" w:hAnsi="Avinion" w:cs="Times New Roman"/>
      <w:color w:val="auto"/>
      <w:sz w:val="24"/>
      <w:szCs w:val="20"/>
      <w:lang w:val="cs-CZ" w:eastAsia="cs-CZ"/>
    </w:rPr>
  </w:style>
  <w:style w:type="paragraph" w:customStyle="1" w:styleId="Odstavecseseznamem1">
    <w:name w:val="Odstavec se seznamem1"/>
    <w:basedOn w:val="Normlny"/>
    <w:uiPriority w:val="99"/>
    <w:rsid w:val="007170AF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</w:rPr>
  </w:style>
  <w:style w:type="character" w:customStyle="1" w:styleId="st">
    <w:name w:val="st"/>
    <w:uiPriority w:val="99"/>
    <w:rsid w:val="007170AF"/>
    <w:rPr>
      <w:rFonts w:cs="Times New Roman"/>
    </w:rPr>
  </w:style>
  <w:style w:type="paragraph" w:customStyle="1" w:styleId="ciernatext">
    <w:name w:val="cierna text"/>
    <w:basedOn w:val="Normlny"/>
    <w:uiPriority w:val="99"/>
    <w:rsid w:val="007170AF"/>
    <w:pPr>
      <w:tabs>
        <w:tab w:val="num" w:pos="780"/>
      </w:tabs>
      <w:autoSpaceDE w:val="0"/>
      <w:autoSpaceDN w:val="0"/>
      <w:adjustRightInd w:val="0"/>
      <w:spacing w:after="200" w:line="276" w:lineRule="auto"/>
      <w:ind w:left="780" w:hanging="540"/>
      <w:jc w:val="both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TableParagraph">
    <w:name w:val="Table Paragraph"/>
    <w:basedOn w:val="Normlny"/>
    <w:uiPriority w:val="99"/>
    <w:rsid w:val="007170AF"/>
    <w:pPr>
      <w:widowControl w:val="0"/>
      <w:spacing w:after="200" w:line="276" w:lineRule="auto"/>
    </w:pPr>
    <w:rPr>
      <w:rFonts w:ascii="Calibri" w:eastAsia="Calibri" w:hAnsi="Calibri" w:cs="Times New Roman"/>
      <w:color w:val="auto"/>
      <w:sz w:val="22"/>
      <w:lang w:val="en-US"/>
    </w:rPr>
  </w:style>
  <w:style w:type="paragraph" w:customStyle="1" w:styleId="Podnadpis">
    <w:name w:val="Podnadpis"/>
    <w:uiPriority w:val="99"/>
    <w:rsid w:val="007170AF"/>
    <w:pPr>
      <w:ind w:firstLine="567"/>
      <w:jc w:val="both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paragraph" w:customStyle="1" w:styleId="level1">
    <w:name w:val="level 1"/>
    <w:basedOn w:val="Nadpis2"/>
    <w:link w:val="level1Char"/>
    <w:uiPriority w:val="99"/>
    <w:rsid w:val="007170AF"/>
    <w:pPr>
      <w:keepNext w:val="0"/>
      <w:keepLines w:val="0"/>
      <w:numPr>
        <w:ilvl w:val="0"/>
        <w:numId w:val="0"/>
      </w:numPr>
      <w:spacing w:before="0" w:after="120" w:line="340" w:lineRule="exact"/>
      <w:ind w:left="854" w:hanging="570"/>
      <w:contextualSpacing/>
      <w:jc w:val="both"/>
    </w:pPr>
    <w:rPr>
      <w:rFonts w:ascii="Arial" w:eastAsia="Times New Roman" w:hAnsi="Arial" w:cs="Arial"/>
      <w:caps w:val="0"/>
      <w:color w:val="808080"/>
      <w:lang w:val="sk-SK"/>
    </w:rPr>
  </w:style>
  <w:style w:type="paragraph" w:customStyle="1" w:styleId="Level2">
    <w:name w:val="Level 2"/>
    <w:basedOn w:val="level1"/>
    <w:link w:val="Level2Char"/>
    <w:uiPriority w:val="99"/>
    <w:rsid w:val="007170AF"/>
    <w:pPr>
      <w:tabs>
        <w:tab w:val="left" w:pos="1276"/>
      </w:tabs>
      <w:ind w:left="2160" w:hanging="180"/>
    </w:pPr>
  </w:style>
  <w:style w:type="character" w:customStyle="1" w:styleId="level1Char">
    <w:name w:val="level 1 Char"/>
    <w:link w:val="level1"/>
    <w:uiPriority w:val="99"/>
    <w:locked/>
    <w:rsid w:val="007170AF"/>
    <w:rPr>
      <w:rFonts w:ascii="Arial" w:eastAsia="Times New Roman" w:hAnsi="Arial" w:cs="Arial"/>
      <w:color w:val="808080"/>
      <w:spacing w:val="30"/>
      <w:lang w:val="sk-SK"/>
    </w:rPr>
  </w:style>
  <w:style w:type="paragraph" w:customStyle="1" w:styleId="Podnadpis1">
    <w:name w:val="Podnadpis1"/>
    <w:uiPriority w:val="99"/>
    <w:rsid w:val="007170AF"/>
    <w:pPr>
      <w:ind w:firstLine="567"/>
      <w:jc w:val="both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berschrift1">
    <w:name w:val="Überschrift #1_"/>
    <w:link w:val="berschrift10"/>
    <w:uiPriority w:val="99"/>
    <w:locked/>
    <w:rsid w:val="007170AF"/>
    <w:rPr>
      <w:rFonts w:ascii="Calibri" w:hAnsi="Calibri" w:cs="Calibri"/>
      <w:b/>
      <w:bCs/>
      <w:spacing w:val="-5"/>
      <w:sz w:val="38"/>
      <w:szCs w:val="38"/>
      <w:shd w:val="clear" w:color="auto" w:fill="FFFFFF"/>
    </w:rPr>
  </w:style>
  <w:style w:type="paragraph" w:customStyle="1" w:styleId="berschrift10">
    <w:name w:val="Überschrift #1"/>
    <w:basedOn w:val="Normlny"/>
    <w:link w:val="berschrift1"/>
    <w:uiPriority w:val="99"/>
    <w:rsid w:val="007170AF"/>
    <w:pPr>
      <w:widowControl w:val="0"/>
      <w:shd w:val="clear" w:color="auto" w:fill="FFFFFF"/>
      <w:spacing w:after="660" w:line="240" w:lineRule="atLeast"/>
      <w:jc w:val="center"/>
      <w:outlineLvl w:val="0"/>
    </w:pPr>
    <w:rPr>
      <w:rFonts w:ascii="Calibri" w:hAnsi="Calibri" w:cs="Calibri"/>
      <w:b/>
      <w:bCs/>
      <w:color w:val="auto"/>
      <w:spacing w:val="-5"/>
      <w:sz w:val="38"/>
      <w:szCs w:val="38"/>
      <w:lang w:val="en-US"/>
    </w:rPr>
  </w:style>
  <w:style w:type="character" w:customStyle="1" w:styleId="FlietextFett">
    <w:name w:val="Fließtext + Fett"/>
    <w:aliases w:val="Abstand 0 pt,Fließtext + Kursiv"/>
    <w:uiPriority w:val="99"/>
    <w:rsid w:val="007170AF"/>
    <w:rPr>
      <w:rFonts w:ascii="Calibri" w:hAnsi="Calibri" w:cs="Calibri"/>
      <w:b/>
      <w:bCs/>
      <w:color w:val="000000"/>
      <w:w w:val="100"/>
      <w:position w:val="0"/>
      <w:sz w:val="19"/>
      <w:szCs w:val="19"/>
      <w:u w:val="none"/>
      <w:lang w:val="sk-SK"/>
    </w:rPr>
  </w:style>
  <w:style w:type="character" w:customStyle="1" w:styleId="Flietext">
    <w:name w:val="Fließtext_"/>
    <w:link w:val="Flietext0"/>
    <w:uiPriority w:val="99"/>
    <w:locked/>
    <w:rsid w:val="007170AF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Flietext0">
    <w:name w:val="Fließtext"/>
    <w:basedOn w:val="Normlny"/>
    <w:link w:val="Flietext"/>
    <w:uiPriority w:val="99"/>
    <w:rsid w:val="007170AF"/>
    <w:pPr>
      <w:widowControl w:val="0"/>
      <w:shd w:val="clear" w:color="auto" w:fill="FFFFFF"/>
      <w:spacing w:before="360" w:after="600" w:line="240" w:lineRule="atLeast"/>
      <w:ind w:hanging="1700"/>
      <w:jc w:val="both"/>
    </w:pPr>
    <w:rPr>
      <w:rFonts w:ascii="Calibri" w:hAnsi="Calibri" w:cs="Calibri"/>
      <w:color w:val="auto"/>
      <w:sz w:val="19"/>
      <w:szCs w:val="19"/>
      <w:lang w:val="en-US"/>
    </w:rPr>
  </w:style>
  <w:style w:type="character" w:customStyle="1" w:styleId="h1a2">
    <w:name w:val="h1a2"/>
    <w:uiPriority w:val="99"/>
    <w:rsid w:val="007170AF"/>
    <w:rPr>
      <w:rFonts w:cs="Times New Roman"/>
      <w:sz w:val="24"/>
      <w:szCs w:val="24"/>
    </w:rPr>
  </w:style>
  <w:style w:type="paragraph" w:customStyle="1" w:styleId="Stylenadpis">
    <w:name w:val="Style nadpis"/>
    <w:basedOn w:val="Normlny"/>
    <w:link w:val="StylenadpisChar"/>
    <w:uiPriority w:val="99"/>
    <w:rsid w:val="007170AF"/>
    <w:pPr>
      <w:numPr>
        <w:numId w:val="150"/>
      </w:numPr>
      <w:tabs>
        <w:tab w:val="right" w:pos="720"/>
      </w:tabs>
      <w:spacing w:after="200" w:line="340" w:lineRule="exact"/>
      <w:ind w:right="-1" w:hanging="720"/>
      <w:jc w:val="both"/>
    </w:pPr>
    <w:rPr>
      <w:rFonts w:ascii="Arial" w:eastAsia="Calibri" w:hAnsi="Arial" w:cs="Arial"/>
      <w:b/>
      <w:color w:val="auto"/>
      <w:sz w:val="22"/>
      <w:lang w:val="de-DE"/>
    </w:rPr>
  </w:style>
  <w:style w:type="character" w:customStyle="1" w:styleId="StylenadpisChar">
    <w:name w:val="Style nadpis Char"/>
    <w:link w:val="Stylenadpis"/>
    <w:uiPriority w:val="99"/>
    <w:locked/>
    <w:rsid w:val="007170AF"/>
    <w:rPr>
      <w:rFonts w:ascii="Arial" w:eastAsia="Calibri" w:hAnsi="Arial" w:cs="Arial"/>
      <w:b/>
      <w:sz w:val="22"/>
      <w:szCs w:val="22"/>
      <w:lang w:val="de-DE"/>
    </w:rPr>
  </w:style>
  <w:style w:type="paragraph" w:customStyle="1" w:styleId="Headingmain">
    <w:name w:val="Heading main"/>
    <w:basedOn w:val="Nadpis1"/>
    <w:link w:val="HeadingmainChar"/>
    <w:uiPriority w:val="99"/>
    <w:rsid w:val="007170AF"/>
    <w:pPr>
      <w:keepLines w:val="0"/>
      <w:tabs>
        <w:tab w:val="left" w:pos="567"/>
      </w:tabs>
      <w:spacing w:before="0" w:after="220" w:line="340" w:lineRule="exact"/>
      <w:ind w:left="567" w:hanging="567"/>
      <w:jc w:val="left"/>
    </w:pPr>
    <w:rPr>
      <w:rFonts w:ascii="Arial" w:eastAsia="Times New Roman" w:hAnsi="Arial" w:cs="Arial"/>
      <w:b/>
      <w:color w:val="808080"/>
    </w:rPr>
  </w:style>
  <w:style w:type="character" w:customStyle="1" w:styleId="Level2Char">
    <w:name w:val="Level 2 Char"/>
    <w:link w:val="Level2"/>
    <w:uiPriority w:val="99"/>
    <w:locked/>
    <w:rsid w:val="007170AF"/>
    <w:rPr>
      <w:rFonts w:ascii="Arial" w:eastAsia="Times New Roman" w:hAnsi="Arial" w:cs="Arial"/>
      <w:color w:val="808080"/>
      <w:spacing w:val="30"/>
      <w:lang w:val="sk-SK"/>
    </w:rPr>
  </w:style>
  <w:style w:type="character" w:customStyle="1" w:styleId="HeadingmainChar">
    <w:name w:val="Heading main Char"/>
    <w:link w:val="Headingmain"/>
    <w:uiPriority w:val="99"/>
    <w:locked/>
    <w:rsid w:val="007170AF"/>
    <w:rPr>
      <w:rFonts w:ascii="Arial" w:eastAsia="Times New Roman" w:hAnsi="Arial" w:cs="Arial"/>
      <w:b/>
      <w:color w:val="808080"/>
      <w:spacing w:val="30"/>
      <w:lang w:val="sk-SK"/>
    </w:rPr>
  </w:style>
  <w:style w:type="paragraph" w:customStyle="1" w:styleId="Style3i">
    <w:name w:val="Style3 (i)"/>
    <w:basedOn w:val="level1"/>
    <w:link w:val="Style3iChar"/>
    <w:uiPriority w:val="99"/>
    <w:rsid w:val="007170AF"/>
    <w:pPr>
      <w:numPr>
        <w:ilvl w:val="1"/>
        <w:numId w:val="153"/>
      </w:numPr>
      <w:contextualSpacing w:val="0"/>
    </w:pPr>
  </w:style>
  <w:style w:type="paragraph" w:customStyle="1" w:styleId="Styleii">
    <w:name w:val="Style....ii"/>
    <w:basedOn w:val="level1"/>
    <w:link w:val="StyleiiChar"/>
    <w:uiPriority w:val="99"/>
    <w:rsid w:val="007170AF"/>
    <w:pPr>
      <w:numPr>
        <w:ilvl w:val="1"/>
        <w:numId w:val="152"/>
      </w:numPr>
      <w:ind w:left="1134"/>
    </w:pPr>
  </w:style>
  <w:style w:type="character" w:customStyle="1" w:styleId="Style3iChar">
    <w:name w:val="Style3 (i) Char"/>
    <w:link w:val="Style3i"/>
    <w:uiPriority w:val="99"/>
    <w:locked/>
    <w:rsid w:val="007170AF"/>
    <w:rPr>
      <w:rFonts w:ascii="Arial" w:eastAsia="Times New Roman" w:hAnsi="Arial" w:cs="Arial"/>
      <w:color w:val="808080"/>
      <w:spacing w:val="30"/>
      <w:lang w:val="sk-SK"/>
    </w:rPr>
  </w:style>
  <w:style w:type="character" w:customStyle="1" w:styleId="StyleiiChar">
    <w:name w:val="Style....ii Char"/>
    <w:link w:val="Styleii"/>
    <w:uiPriority w:val="99"/>
    <w:locked/>
    <w:rsid w:val="007170AF"/>
    <w:rPr>
      <w:rFonts w:ascii="Arial" w:eastAsia="Times New Roman" w:hAnsi="Arial" w:cs="Arial"/>
      <w:color w:val="808080"/>
      <w:spacing w:val="30"/>
      <w:lang w:val="sk-SK"/>
    </w:rPr>
  </w:style>
  <w:style w:type="paragraph" w:customStyle="1" w:styleId="Nadpis10">
    <w:name w:val="Nadpis10"/>
    <w:basedOn w:val="Normlny"/>
    <w:uiPriority w:val="99"/>
    <w:rsid w:val="007170AF"/>
    <w:pPr>
      <w:spacing w:after="200" w:line="360" w:lineRule="auto"/>
    </w:pPr>
    <w:rPr>
      <w:rFonts w:ascii="Times New Roman" w:eastAsia="Calibri" w:hAnsi="Times New Roman" w:cs="Times New Roman"/>
      <w:b/>
      <w:color w:val="auto"/>
      <w:sz w:val="32"/>
      <w:szCs w:val="32"/>
    </w:rPr>
  </w:style>
  <w:style w:type="character" w:customStyle="1" w:styleId="Nadpis11CharChar">
    <w:name w:val="Nadpis 11 Char Char"/>
    <w:link w:val="Nadpis11"/>
    <w:locked/>
    <w:rsid w:val="007170AF"/>
    <w:rPr>
      <w:rFonts w:ascii="PT Serif" w:eastAsia="Calibri" w:hAnsi="PT Serif" w:cs="Times New Roman"/>
      <w:color w:val="000000"/>
      <w:sz w:val="16"/>
      <w:szCs w:val="20"/>
      <w:lang w:val="sk-SK" w:eastAsia="sk-SK"/>
    </w:rPr>
  </w:style>
  <w:style w:type="table" w:styleId="Motvtabuky">
    <w:name w:val="Table Theme"/>
    <w:basedOn w:val="Normlnatabuka"/>
    <w:uiPriority w:val="99"/>
    <w:rsid w:val="007170AF"/>
    <w:pPr>
      <w:spacing w:after="200" w:line="276" w:lineRule="auto"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56">
    <w:name w:val="xl256"/>
    <w:basedOn w:val="Normlny"/>
    <w:uiPriority w:val="99"/>
    <w:rsid w:val="007170A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Times New Roman" w:hAnsi="Calibri" w:cs="Calibri"/>
      <w:color w:val="auto"/>
      <w:sz w:val="22"/>
      <w:szCs w:val="16"/>
    </w:rPr>
  </w:style>
  <w:style w:type="paragraph" w:customStyle="1" w:styleId="xl257">
    <w:name w:val="xl257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Times New Roman" w:hAnsi="Calibri" w:cs="Calibri"/>
      <w:color w:val="auto"/>
      <w:sz w:val="22"/>
      <w:szCs w:val="16"/>
    </w:rPr>
  </w:style>
  <w:style w:type="paragraph" w:customStyle="1" w:styleId="xl258">
    <w:name w:val="xl258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Times New Roman" w:hAnsi="Calibri" w:cs="Calibri"/>
      <w:color w:val="auto"/>
      <w:sz w:val="22"/>
      <w:szCs w:val="16"/>
    </w:rPr>
  </w:style>
  <w:style w:type="paragraph" w:customStyle="1" w:styleId="xl259">
    <w:name w:val="xl259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Times New Roman" w:hAnsi="Calibri" w:cs="Calibri"/>
      <w:color w:val="auto"/>
      <w:sz w:val="22"/>
      <w:szCs w:val="16"/>
    </w:rPr>
  </w:style>
  <w:style w:type="paragraph" w:customStyle="1" w:styleId="xl260">
    <w:name w:val="xl260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auto"/>
      <w:sz w:val="22"/>
      <w:szCs w:val="16"/>
    </w:rPr>
  </w:style>
  <w:style w:type="paragraph" w:customStyle="1" w:styleId="xl261">
    <w:name w:val="xl261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Times New Roman" w:hAnsi="Calibri" w:cs="Calibri"/>
      <w:b/>
      <w:bCs/>
      <w:color w:val="auto"/>
      <w:sz w:val="22"/>
      <w:szCs w:val="16"/>
    </w:rPr>
  </w:style>
  <w:style w:type="paragraph" w:customStyle="1" w:styleId="xl262">
    <w:name w:val="xl262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Times New Roman" w:hAnsi="Calibri" w:cs="Calibri"/>
      <w:i/>
      <w:iCs/>
      <w:color w:val="auto"/>
      <w:sz w:val="22"/>
      <w:szCs w:val="16"/>
    </w:rPr>
  </w:style>
  <w:style w:type="paragraph" w:customStyle="1" w:styleId="xl263">
    <w:name w:val="xl263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Times New Roman" w:hAnsi="Calibri" w:cs="Calibri"/>
      <w:i/>
      <w:iCs/>
      <w:color w:val="auto"/>
      <w:sz w:val="22"/>
      <w:szCs w:val="16"/>
    </w:rPr>
  </w:style>
  <w:style w:type="paragraph" w:customStyle="1" w:styleId="xl264">
    <w:name w:val="xl264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Times New Roman" w:hAnsi="Calibri" w:cs="Calibri"/>
      <w:i/>
      <w:iCs/>
      <w:color w:val="auto"/>
      <w:sz w:val="22"/>
      <w:szCs w:val="16"/>
    </w:rPr>
  </w:style>
  <w:style w:type="paragraph" w:customStyle="1" w:styleId="xl265">
    <w:name w:val="xl265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66">
    <w:name w:val="xl266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b/>
      <w:bCs/>
      <w:i/>
      <w:iCs/>
      <w:color w:val="auto"/>
      <w:szCs w:val="16"/>
    </w:rPr>
  </w:style>
  <w:style w:type="paragraph" w:customStyle="1" w:styleId="xl267">
    <w:name w:val="xl267"/>
    <w:basedOn w:val="Normlny"/>
    <w:uiPriority w:val="99"/>
    <w:rsid w:val="007170AF"/>
    <w:pP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Cs w:val="16"/>
    </w:rPr>
  </w:style>
  <w:style w:type="paragraph" w:customStyle="1" w:styleId="xl268">
    <w:name w:val="xl268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Cs w:val="16"/>
    </w:rPr>
  </w:style>
  <w:style w:type="paragraph" w:customStyle="1" w:styleId="xl269">
    <w:name w:val="xl269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Calibri" w:eastAsia="Calibri" w:hAnsi="Calibri" w:cs="Calibri"/>
      <w:color w:val="000000"/>
      <w:szCs w:val="16"/>
    </w:rPr>
  </w:style>
  <w:style w:type="paragraph" w:customStyle="1" w:styleId="xl270">
    <w:name w:val="xl270"/>
    <w:basedOn w:val="Normlny"/>
    <w:uiPriority w:val="99"/>
    <w:rsid w:val="007170AF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b/>
      <w:bCs/>
      <w:color w:val="auto"/>
      <w:szCs w:val="16"/>
    </w:rPr>
  </w:style>
  <w:style w:type="paragraph" w:customStyle="1" w:styleId="xl271">
    <w:name w:val="xl271"/>
    <w:basedOn w:val="Normlny"/>
    <w:uiPriority w:val="99"/>
    <w:rsid w:val="007170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72">
    <w:name w:val="xl272"/>
    <w:basedOn w:val="Normlny"/>
    <w:uiPriority w:val="99"/>
    <w:rsid w:val="007170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b/>
      <w:bCs/>
      <w:i/>
      <w:iCs/>
      <w:color w:val="auto"/>
      <w:szCs w:val="16"/>
    </w:rPr>
  </w:style>
  <w:style w:type="paragraph" w:customStyle="1" w:styleId="xl273">
    <w:name w:val="xl273"/>
    <w:basedOn w:val="Normlny"/>
    <w:uiPriority w:val="99"/>
    <w:rsid w:val="007170AF"/>
    <w:pP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 w:val="22"/>
    </w:rPr>
  </w:style>
  <w:style w:type="paragraph" w:customStyle="1" w:styleId="xl274">
    <w:name w:val="xl274"/>
    <w:basedOn w:val="Normlny"/>
    <w:uiPriority w:val="99"/>
    <w:rsid w:val="007170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Cs w:val="16"/>
    </w:rPr>
  </w:style>
  <w:style w:type="paragraph" w:customStyle="1" w:styleId="xl275">
    <w:name w:val="xl275"/>
    <w:basedOn w:val="Normlny"/>
    <w:uiPriority w:val="99"/>
    <w:rsid w:val="007170AF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76">
    <w:name w:val="xl276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77">
    <w:name w:val="xl277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78">
    <w:name w:val="xl278"/>
    <w:basedOn w:val="Normlny"/>
    <w:uiPriority w:val="99"/>
    <w:rsid w:val="007170AF"/>
    <w:pP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Cs w:val="16"/>
    </w:rPr>
  </w:style>
  <w:style w:type="paragraph" w:customStyle="1" w:styleId="xl279">
    <w:name w:val="xl279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color w:val="auto"/>
      <w:szCs w:val="16"/>
    </w:rPr>
  </w:style>
  <w:style w:type="paragraph" w:customStyle="1" w:styleId="xl280">
    <w:name w:val="xl280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b/>
      <w:bCs/>
      <w:i/>
      <w:iCs/>
      <w:color w:val="auto"/>
      <w:szCs w:val="16"/>
    </w:rPr>
  </w:style>
  <w:style w:type="paragraph" w:customStyle="1" w:styleId="xl281">
    <w:name w:val="xl281"/>
    <w:basedOn w:val="Normlny"/>
    <w:uiPriority w:val="99"/>
    <w:rsid w:val="007170AF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2">
    <w:name w:val="xl282"/>
    <w:basedOn w:val="Normlny"/>
    <w:uiPriority w:val="99"/>
    <w:rsid w:val="007170AF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3">
    <w:name w:val="xl283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b/>
      <w:bCs/>
      <w:color w:val="auto"/>
      <w:sz w:val="22"/>
    </w:rPr>
  </w:style>
  <w:style w:type="paragraph" w:customStyle="1" w:styleId="xl284">
    <w:name w:val="xl284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5">
    <w:name w:val="xl285"/>
    <w:basedOn w:val="Normlny"/>
    <w:uiPriority w:val="99"/>
    <w:rsid w:val="007170AF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b/>
      <w:bCs/>
      <w:color w:val="auto"/>
      <w:szCs w:val="16"/>
    </w:rPr>
  </w:style>
  <w:style w:type="paragraph" w:customStyle="1" w:styleId="xl286">
    <w:name w:val="xl286"/>
    <w:basedOn w:val="Normlny"/>
    <w:uiPriority w:val="99"/>
    <w:rsid w:val="007170A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7">
    <w:name w:val="xl287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8">
    <w:name w:val="xl288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89">
    <w:name w:val="xl289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0">
    <w:name w:val="xl290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1">
    <w:name w:val="xl291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2">
    <w:name w:val="xl292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3">
    <w:name w:val="xl293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4">
    <w:name w:val="xl294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5">
    <w:name w:val="xl295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6">
    <w:name w:val="xl296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7">
    <w:name w:val="xl297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8">
    <w:name w:val="xl298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299">
    <w:name w:val="xl299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0">
    <w:name w:val="xl300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1">
    <w:name w:val="xl301"/>
    <w:basedOn w:val="Normlny"/>
    <w:uiPriority w:val="99"/>
    <w:rsid w:val="007170A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2">
    <w:name w:val="xl302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3">
    <w:name w:val="xl303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4">
    <w:name w:val="xl304"/>
    <w:basedOn w:val="Normlny"/>
    <w:uiPriority w:val="99"/>
    <w:rsid w:val="007170AF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Cs w:val="16"/>
    </w:rPr>
  </w:style>
  <w:style w:type="paragraph" w:customStyle="1" w:styleId="xl305">
    <w:name w:val="xl305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b/>
      <w:bCs/>
      <w:color w:val="auto"/>
      <w:szCs w:val="16"/>
    </w:rPr>
  </w:style>
  <w:style w:type="paragraph" w:customStyle="1" w:styleId="xl306">
    <w:name w:val="xl306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b/>
      <w:bCs/>
      <w:color w:val="auto"/>
      <w:szCs w:val="16"/>
    </w:rPr>
  </w:style>
  <w:style w:type="paragraph" w:customStyle="1" w:styleId="xl307">
    <w:name w:val="xl307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i/>
      <w:iCs/>
      <w:color w:val="auto"/>
      <w:szCs w:val="16"/>
    </w:rPr>
  </w:style>
  <w:style w:type="paragraph" w:customStyle="1" w:styleId="xl308">
    <w:name w:val="xl308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i/>
      <w:iCs/>
      <w:color w:val="auto"/>
      <w:szCs w:val="16"/>
    </w:rPr>
  </w:style>
  <w:style w:type="paragraph" w:customStyle="1" w:styleId="xl309">
    <w:name w:val="xl309"/>
    <w:basedOn w:val="Normlny"/>
    <w:uiPriority w:val="99"/>
    <w:rsid w:val="007170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i/>
      <w:iCs/>
      <w:color w:val="auto"/>
      <w:szCs w:val="16"/>
    </w:rPr>
  </w:style>
  <w:style w:type="paragraph" w:customStyle="1" w:styleId="xl310">
    <w:name w:val="xl310"/>
    <w:basedOn w:val="Normlny"/>
    <w:uiPriority w:val="99"/>
    <w:rsid w:val="007170AF"/>
    <w:pPr>
      <w:pBdr>
        <w:top w:val="single" w:sz="8" w:space="0" w:color="auto"/>
        <w:left w:val="single" w:sz="8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paragraph" w:customStyle="1" w:styleId="xl311">
    <w:name w:val="xl311"/>
    <w:basedOn w:val="Normlny"/>
    <w:uiPriority w:val="99"/>
    <w:rsid w:val="007170AF"/>
    <w:pPr>
      <w:pBdr>
        <w:top w:val="single" w:sz="8" w:space="0" w:color="auto"/>
        <w:right w:val="single" w:sz="12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paragraph" w:customStyle="1" w:styleId="xl312">
    <w:name w:val="xl312"/>
    <w:basedOn w:val="Normlny"/>
    <w:uiPriority w:val="99"/>
    <w:rsid w:val="007170AF"/>
    <w:pPr>
      <w:pBdr>
        <w:left w:val="single" w:sz="8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paragraph" w:customStyle="1" w:styleId="xl313">
    <w:name w:val="xl313"/>
    <w:basedOn w:val="Normlny"/>
    <w:uiPriority w:val="99"/>
    <w:rsid w:val="007170AF"/>
    <w:pPr>
      <w:pBdr>
        <w:right w:val="single" w:sz="12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paragraph" w:customStyle="1" w:styleId="xl314">
    <w:name w:val="xl314"/>
    <w:basedOn w:val="Normlny"/>
    <w:uiPriority w:val="99"/>
    <w:rsid w:val="007170AF"/>
    <w:pPr>
      <w:pBdr>
        <w:left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paragraph" w:customStyle="1" w:styleId="xl315">
    <w:name w:val="xl315"/>
    <w:basedOn w:val="Normlny"/>
    <w:uiPriority w:val="99"/>
    <w:rsid w:val="007170AF"/>
    <w:pPr>
      <w:pBdr>
        <w:bottom w:val="single" w:sz="8" w:space="0" w:color="auto"/>
        <w:right w:val="single" w:sz="12" w:space="0" w:color="auto"/>
      </w:pBdr>
      <w:shd w:val="clear" w:color="000000" w:fill="DCE6F1"/>
      <w:spacing w:before="100" w:beforeAutospacing="1" w:after="100" w:afterAutospacing="1" w:line="276" w:lineRule="auto"/>
      <w:jc w:val="center"/>
    </w:pPr>
    <w:rPr>
      <w:rFonts w:ascii="Calibri" w:eastAsia="Calibri" w:hAnsi="Calibri" w:cs="Calibri"/>
      <w:color w:val="auto"/>
      <w:sz w:val="22"/>
    </w:rPr>
  </w:style>
  <w:style w:type="character" w:customStyle="1" w:styleId="Hyperlink0">
    <w:name w:val="Hyperlink.0"/>
    <w:rsid w:val="007170AF"/>
    <w:rPr>
      <w:rFonts w:cs="Times New Roman"/>
      <w:color w:val="000000"/>
      <w:u w:color="000000"/>
    </w:rPr>
  </w:style>
  <w:style w:type="paragraph" w:customStyle="1" w:styleId="SP1">
    <w:name w:val="SP 1"/>
    <w:basedOn w:val="Normlny"/>
    <w:link w:val="SP1Char"/>
    <w:qFormat/>
    <w:rsid w:val="007170A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360" w:hanging="360"/>
      <w:outlineLvl w:val="0"/>
    </w:pPr>
    <w:rPr>
      <w:rFonts w:ascii="Proba Pro" w:eastAsia="Calibri" w:hAnsi="Proba Pro" w:cs="Proba Pro"/>
      <w:b/>
      <w:bCs/>
      <w:color w:val="000000"/>
      <w:spacing w:val="30"/>
      <w:sz w:val="28"/>
      <w:szCs w:val="28"/>
      <w:u w:color="000000"/>
      <w:lang w:eastAsia="sk-SK"/>
    </w:rPr>
  </w:style>
  <w:style w:type="paragraph" w:customStyle="1" w:styleId="SP2">
    <w:name w:val="SP 2"/>
    <w:basedOn w:val="Normlny"/>
    <w:link w:val="SP2Char"/>
    <w:uiPriority w:val="99"/>
    <w:rsid w:val="007170A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360" w:after="360"/>
      <w:ind w:left="432"/>
      <w:jc w:val="center"/>
      <w:outlineLvl w:val="0"/>
    </w:pPr>
    <w:rPr>
      <w:rFonts w:ascii="Proba Pro" w:eastAsia="Calibri" w:hAnsi="Proba Pro" w:cs="Proba Pro"/>
      <w:color w:val="000000"/>
      <w:spacing w:val="30"/>
      <w:sz w:val="24"/>
      <w:szCs w:val="24"/>
      <w:u w:color="000000"/>
      <w:lang w:eastAsia="sk-SK"/>
    </w:rPr>
  </w:style>
  <w:style w:type="character" w:customStyle="1" w:styleId="SP1Char">
    <w:name w:val="SP 1 Char"/>
    <w:link w:val="SP1"/>
    <w:locked/>
    <w:rsid w:val="007170AF"/>
    <w:rPr>
      <w:rFonts w:ascii="Proba Pro" w:eastAsia="Calibri" w:hAnsi="Proba Pro" w:cs="Proba Pro"/>
      <w:b/>
      <w:bCs/>
      <w:color w:val="000000"/>
      <w:spacing w:val="30"/>
      <w:sz w:val="28"/>
      <w:szCs w:val="28"/>
      <w:u w:color="000000"/>
      <w:lang w:val="sk-SK" w:eastAsia="sk-SK"/>
    </w:rPr>
  </w:style>
  <w:style w:type="character" w:customStyle="1" w:styleId="SP2Char">
    <w:name w:val="SP 2 Char"/>
    <w:link w:val="SP2"/>
    <w:uiPriority w:val="99"/>
    <w:locked/>
    <w:rsid w:val="007170AF"/>
    <w:rPr>
      <w:rFonts w:ascii="Proba Pro" w:eastAsia="Calibri" w:hAnsi="Proba Pro" w:cs="Proba Pro"/>
      <w:color w:val="000000"/>
      <w:spacing w:val="30"/>
      <w:u w:color="000000"/>
      <w:lang w:val="sk-SK" w:eastAsia="sk-SK"/>
    </w:rPr>
  </w:style>
  <w:style w:type="character" w:customStyle="1" w:styleId="SP3Char">
    <w:name w:val="SP 3 Char"/>
    <w:link w:val="SP3"/>
    <w:locked/>
    <w:rsid w:val="007170AF"/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eastAsia="sk-SK"/>
    </w:rPr>
  </w:style>
  <w:style w:type="paragraph" w:customStyle="1" w:styleId="bla">
    <w:name w:val="bla"/>
    <w:basedOn w:val="SAP1"/>
    <w:link w:val="blaChar"/>
    <w:uiPriority w:val="99"/>
    <w:rsid w:val="007170AF"/>
    <w:pPr>
      <w:keepNext/>
      <w:keepLines/>
      <w:widowControl/>
      <w:numPr>
        <w:numId w:val="32"/>
      </w:numPr>
    </w:pPr>
    <w:rPr>
      <w:rFonts w:ascii="Proba Pro CE" w:eastAsia="Times New Roman" w:hAnsi="Proba Pro CE" w:cs="Calibri"/>
      <w:b w:val="0"/>
      <w:caps w:val="0"/>
      <w:color w:val="auto"/>
      <w:spacing w:val="0"/>
      <w:szCs w:val="24"/>
      <w:lang w:val="sk-SK" w:eastAsia="en-US"/>
    </w:rPr>
  </w:style>
  <w:style w:type="character" w:customStyle="1" w:styleId="blaChar">
    <w:name w:val="bla Char"/>
    <w:link w:val="bla"/>
    <w:uiPriority w:val="99"/>
    <w:locked/>
    <w:rsid w:val="007170AF"/>
    <w:rPr>
      <w:rFonts w:ascii="Proba Pro CE" w:eastAsia="Times New Roman" w:hAnsi="Proba Pro CE" w:cs="Calibri"/>
      <w:sz w:val="20"/>
      <w:lang w:val="sk-SK"/>
    </w:rPr>
  </w:style>
  <w:style w:type="numbering" w:customStyle="1" w:styleId="Importovantl29">
    <w:name w:val="Importovaný štýl 29"/>
    <w:rsid w:val="007170AF"/>
    <w:pPr>
      <w:numPr>
        <w:numId w:val="61"/>
      </w:numPr>
    </w:pPr>
  </w:style>
  <w:style w:type="numbering" w:customStyle="1" w:styleId="Importovantl27">
    <w:name w:val="Importovaný štýl 27"/>
    <w:rsid w:val="007170AF"/>
    <w:pPr>
      <w:numPr>
        <w:numId w:val="59"/>
      </w:numPr>
    </w:pPr>
  </w:style>
  <w:style w:type="numbering" w:customStyle="1" w:styleId="Importovantl84">
    <w:name w:val="Importovaný štýl 84"/>
    <w:rsid w:val="007170AF"/>
    <w:pPr>
      <w:numPr>
        <w:numId w:val="115"/>
      </w:numPr>
    </w:pPr>
  </w:style>
  <w:style w:type="numbering" w:customStyle="1" w:styleId="Importovantl37">
    <w:name w:val="Importovaný štýl 37"/>
    <w:rsid w:val="007170AF"/>
    <w:pPr>
      <w:numPr>
        <w:numId w:val="68"/>
      </w:numPr>
    </w:pPr>
  </w:style>
  <w:style w:type="numbering" w:customStyle="1" w:styleId="Importovantl70">
    <w:name w:val="Importovaný štýl 70"/>
    <w:rsid w:val="007170AF"/>
    <w:pPr>
      <w:numPr>
        <w:numId w:val="101"/>
      </w:numPr>
    </w:pPr>
  </w:style>
  <w:style w:type="numbering" w:customStyle="1" w:styleId="Importovantl99">
    <w:name w:val="Importovaný štýl 99"/>
    <w:rsid w:val="007170AF"/>
    <w:pPr>
      <w:numPr>
        <w:numId w:val="130"/>
      </w:numPr>
    </w:pPr>
  </w:style>
  <w:style w:type="numbering" w:customStyle="1" w:styleId="Importovantl90">
    <w:name w:val="Importovaný štýl 90"/>
    <w:rsid w:val="007170AF"/>
    <w:pPr>
      <w:numPr>
        <w:numId w:val="121"/>
      </w:numPr>
    </w:pPr>
  </w:style>
  <w:style w:type="numbering" w:customStyle="1" w:styleId="Importovantl25">
    <w:name w:val="Importovaný štýl 25"/>
    <w:rsid w:val="007170AF"/>
    <w:pPr>
      <w:numPr>
        <w:numId w:val="57"/>
      </w:numPr>
    </w:pPr>
  </w:style>
  <w:style w:type="numbering" w:customStyle="1" w:styleId="Importovantl32">
    <w:name w:val="Importovaný štýl 32"/>
    <w:rsid w:val="007170AF"/>
    <w:pPr>
      <w:numPr>
        <w:numId w:val="63"/>
      </w:numPr>
    </w:pPr>
  </w:style>
  <w:style w:type="numbering" w:customStyle="1" w:styleId="Importovantl73">
    <w:name w:val="Importovaný štýl 73"/>
    <w:rsid w:val="007170AF"/>
    <w:pPr>
      <w:numPr>
        <w:numId w:val="104"/>
      </w:numPr>
    </w:pPr>
  </w:style>
  <w:style w:type="numbering" w:customStyle="1" w:styleId="Importovantl56">
    <w:name w:val="Importovaný štýl 56"/>
    <w:rsid w:val="007170AF"/>
    <w:pPr>
      <w:numPr>
        <w:numId w:val="87"/>
      </w:numPr>
    </w:pPr>
  </w:style>
  <w:style w:type="numbering" w:customStyle="1" w:styleId="Importovantl24">
    <w:name w:val="Importovaný štýl 24"/>
    <w:rsid w:val="007170AF"/>
    <w:pPr>
      <w:numPr>
        <w:numId w:val="56"/>
      </w:numPr>
    </w:pPr>
  </w:style>
  <w:style w:type="numbering" w:customStyle="1" w:styleId="TOMAS1">
    <w:name w:val="TOMAS1"/>
    <w:rsid w:val="007170AF"/>
    <w:pPr>
      <w:numPr>
        <w:numId w:val="13"/>
      </w:numPr>
    </w:pPr>
  </w:style>
  <w:style w:type="numbering" w:customStyle="1" w:styleId="Importovantl69">
    <w:name w:val="Importovaný štýl 69"/>
    <w:rsid w:val="007170AF"/>
    <w:pPr>
      <w:numPr>
        <w:numId w:val="100"/>
      </w:numPr>
    </w:pPr>
  </w:style>
  <w:style w:type="numbering" w:customStyle="1" w:styleId="Importovantl58">
    <w:name w:val="Importovaný štýl 58"/>
    <w:rsid w:val="007170AF"/>
    <w:pPr>
      <w:numPr>
        <w:numId w:val="89"/>
      </w:numPr>
    </w:pPr>
  </w:style>
  <w:style w:type="numbering" w:customStyle="1" w:styleId="Importovantl301">
    <w:name w:val="Importovaný štýl 301"/>
    <w:rsid w:val="007170AF"/>
    <w:pPr>
      <w:numPr>
        <w:numId w:val="29"/>
      </w:numPr>
    </w:pPr>
  </w:style>
  <w:style w:type="numbering" w:customStyle="1" w:styleId="Importovantl59">
    <w:name w:val="Importovaný štýl 59"/>
    <w:rsid w:val="007170AF"/>
    <w:pPr>
      <w:numPr>
        <w:numId w:val="90"/>
      </w:numPr>
    </w:pPr>
  </w:style>
  <w:style w:type="numbering" w:customStyle="1" w:styleId="Importovantl103">
    <w:name w:val="Importovaný štýl 103"/>
    <w:rsid w:val="007170AF"/>
    <w:pPr>
      <w:numPr>
        <w:numId w:val="134"/>
      </w:numPr>
    </w:pPr>
  </w:style>
  <w:style w:type="numbering" w:customStyle="1" w:styleId="Importovantl41">
    <w:name w:val="Importovaný štýl 41"/>
    <w:rsid w:val="007170AF"/>
    <w:pPr>
      <w:numPr>
        <w:numId w:val="37"/>
      </w:numPr>
    </w:pPr>
  </w:style>
  <w:style w:type="numbering" w:customStyle="1" w:styleId="Importovantl94">
    <w:name w:val="Importovaný štýl 94"/>
    <w:rsid w:val="007170AF"/>
    <w:pPr>
      <w:numPr>
        <w:numId w:val="125"/>
      </w:numPr>
    </w:pPr>
  </w:style>
  <w:style w:type="numbering" w:customStyle="1" w:styleId="Importovantl49">
    <w:name w:val="Importovaný štýl 49"/>
    <w:rsid w:val="007170AF"/>
    <w:pPr>
      <w:numPr>
        <w:numId w:val="80"/>
      </w:numPr>
    </w:pPr>
  </w:style>
  <w:style w:type="numbering" w:customStyle="1" w:styleId="Importovantl9">
    <w:name w:val="Importovaný štýl 9"/>
    <w:rsid w:val="007170AF"/>
    <w:pPr>
      <w:numPr>
        <w:numId w:val="42"/>
      </w:numPr>
    </w:pPr>
  </w:style>
  <w:style w:type="numbering" w:customStyle="1" w:styleId="Importovantl66">
    <w:name w:val="Importovaný štýl 66"/>
    <w:rsid w:val="007170AF"/>
    <w:pPr>
      <w:numPr>
        <w:numId w:val="97"/>
      </w:numPr>
    </w:pPr>
  </w:style>
  <w:style w:type="numbering" w:customStyle="1" w:styleId="Importovantl10">
    <w:name w:val="Importovaný štýl 10"/>
    <w:rsid w:val="007170AF"/>
    <w:pPr>
      <w:numPr>
        <w:numId w:val="43"/>
      </w:numPr>
    </w:pPr>
  </w:style>
  <w:style w:type="numbering" w:customStyle="1" w:styleId="Importovantl411">
    <w:name w:val="Importovaný štýl 411"/>
    <w:rsid w:val="007170AF"/>
    <w:pPr>
      <w:numPr>
        <w:numId w:val="72"/>
      </w:numPr>
    </w:pPr>
  </w:style>
  <w:style w:type="numbering" w:customStyle="1" w:styleId="Importovantl17">
    <w:name w:val="Importovaný štýl 17"/>
    <w:rsid w:val="007170AF"/>
    <w:pPr>
      <w:numPr>
        <w:numId w:val="50"/>
      </w:numPr>
    </w:pPr>
  </w:style>
  <w:style w:type="numbering" w:customStyle="1" w:styleId="Importovantl86">
    <w:name w:val="Importovaný štýl 86"/>
    <w:rsid w:val="007170AF"/>
    <w:pPr>
      <w:numPr>
        <w:numId w:val="117"/>
      </w:numPr>
    </w:pPr>
  </w:style>
  <w:style w:type="numbering" w:customStyle="1" w:styleId="Importovantl44">
    <w:name w:val="Importovaný štýl 44"/>
    <w:rsid w:val="007170AF"/>
    <w:pPr>
      <w:numPr>
        <w:numId w:val="75"/>
      </w:numPr>
    </w:pPr>
  </w:style>
  <w:style w:type="numbering" w:customStyle="1" w:styleId="Importovantl34">
    <w:name w:val="Importovaný štýl 34"/>
    <w:rsid w:val="007170AF"/>
    <w:pPr>
      <w:numPr>
        <w:numId w:val="65"/>
      </w:numPr>
    </w:pPr>
  </w:style>
  <w:style w:type="numbering" w:customStyle="1" w:styleId="Importovantl76">
    <w:name w:val="Importovaný štýl 76"/>
    <w:rsid w:val="007170AF"/>
    <w:pPr>
      <w:numPr>
        <w:numId w:val="107"/>
      </w:numPr>
    </w:pPr>
  </w:style>
  <w:style w:type="numbering" w:customStyle="1" w:styleId="Importovantl112">
    <w:name w:val="Importovaný štýl 112"/>
    <w:rsid w:val="007170AF"/>
    <w:pPr>
      <w:numPr>
        <w:numId w:val="143"/>
      </w:numPr>
    </w:pPr>
  </w:style>
  <w:style w:type="numbering" w:customStyle="1" w:styleId="Importovantl36">
    <w:name w:val="Importovaný štýl 36"/>
    <w:rsid w:val="007170AF"/>
    <w:pPr>
      <w:numPr>
        <w:numId w:val="67"/>
      </w:numPr>
    </w:pPr>
  </w:style>
  <w:style w:type="numbering" w:customStyle="1" w:styleId="Importovantl18">
    <w:name w:val="Importovaný štýl 18"/>
    <w:rsid w:val="007170AF"/>
    <w:pPr>
      <w:numPr>
        <w:numId w:val="51"/>
      </w:numPr>
    </w:pPr>
  </w:style>
  <w:style w:type="numbering" w:customStyle="1" w:styleId="Importovantl101">
    <w:name w:val="Importovaný štýl 101"/>
    <w:rsid w:val="007170AF"/>
    <w:pPr>
      <w:numPr>
        <w:numId w:val="132"/>
      </w:numPr>
    </w:pPr>
  </w:style>
  <w:style w:type="numbering" w:customStyle="1" w:styleId="Importovantl50">
    <w:name w:val="Importovaný štýl 50"/>
    <w:rsid w:val="007170AF"/>
    <w:pPr>
      <w:numPr>
        <w:numId w:val="81"/>
      </w:numPr>
    </w:pPr>
  </w:style>
  <w:style w:type="numbering" w:customStyle="1" w:styleId="Importovantl60">
    <w:name w:val="Importovaný štýl 60"/>
    <w:rsid w:val="007170AF"/>
    <w:pPr>
      <w:numPr>
        <w:numId w:val="91"/>
      </w:numPr>
    </w:pPr>
  </w:style>
  <w:style w:type="numbering" w:customStyle="1" w:styleId="Importovantl311">
    <w:name w:val="Importovaný štýl 311"/>
    <w:rsid w:val="007170AF"/>
    <w:pPr>
      <w:numPr>
        <w:numId w:val="62"/>
      </w:numPr>
    </w:pPr>
  </w:style>
  <w:style w:type="numbering" w:customStyle="1" w:styleId="Importovantl13">
    <w:name w:val="Importovaný štýl 13"/>
    <w:rsid w:val="007170AF"/>
    <w:pPr>
      <w:numPr>
        <w:numId w:val="46"/>
      </w:numPr>
    </w:pPr>
  </w:style>
  <w:style w:type="numbering" w:customStyle="1" w:styleId="Importovantl33">
    <w:name w:val="Importovaný štýl 33"/>
    <w:rsid w:val="007170AF"/>
    <w:pPr>
      <w:numPr>
        <w:numId w:val="64"/>
      </w:numPr>
    </w:pPr>
  </w:style>
  <w:style w:type="numbering" w:customStyle="1" w:styleId="Importovantl8">
    <w:name w:val="Importovaný štýl 8"/>
    <w:rsid w:val="007170AF"/>
    <w:pPr>
      <w:numPr>
        <w:numId w:val="41"/>
      </w:numPr>
    </w:pPr>
  </w:style>
  <w:style w:type="numbering" w:customStyle="1" w:styleId="Importovantl82">
    <w:name w:val="Importovaný štýl 82"/>
    <w:rsid w:val="007170AF"/>
    <w:pPr>
      <w:numPr>
        <w:numId w:val="113"/>
      </w:numPr>
    </w:pPr>
  </w:style>
  <w:style w:type="numbering" w:customStyle="1" w:styleId="Importovantl55">
    <w:name w:val="Importovaný štýl 55"/>
    <w:rsid w:val="007170AF"/>
    <w:pPr>
      <w:numPr>
        <w:numId w:val="86"/>
      </w:numPr>
    </w:pPr>
  </w:style>
  <w:style w:type="numbering" w:customStyle="1" w:styleId="Importovantl46">
    <w:name w:val="Importovaný štýl 46"/>
    <w:rsid w:val="007170AF"/>
    <w:pPr>
      <w:numPr>
        <w:numId w:val="77"/>
      </w:numPr>
    </w:pPr>
  </w:style>
  <w:style w:type="numbering" w:customStyle="1" w:styleId="Importovantl35">
    <w:name w:val="Importovaný štýl 35"/>
    <w:rsid w:val="007170AF"/>
    <w:pPr>
      <w:numPr>
        <w:numId w:val="66"/>
      </w:numPr>
    </w:pPr>
  </w:style>
  <w:style w:type="numbering" w:customStyle="1" w:styleId="Importovantl51">
    <w:name w:val="Importovaný štýl 51"/>
    <w:rsid w:val="007170AF"/>
    <w:pPr>
      <w:numPr>
        <w:numId w:val="82"/>
      </w:numPr>
    </w:pPr>
  </w:style>
  <w:style w:type="numbering" w:customStyle="1" w:styleId="Importovantl57">
    <w:name w:val="Importovaný štýl 57"/>
    <w:rsid w:val="007170AF"/>
    <w:pPr>
      <w:numPr>
        <w:numId w:val="88"/>
      </w:numPr>
    </w:pPr>
  </w:style>
  <w:style w:type="numbering" w:customStyle="1" w:styleId="Importovantl115">
    <w:name w:val="Importovaný štýl 115"/>
    <w:rsid w:val="007170AF"/>
    <w:pPr>
      <w:numPr>
        <w:numId w:val="146"/>
      </w:numPr>
    </w:pPr>
  </w:style>
  <w:style w:type="numbering" w:customStyle="1" w:styleId="Importovantl45">
    <w:name w:val="Importovaný štýl 45"/>
    <w:rsid w:val="007170AF"/>
    <w:pPr>
      <w:numPr>
        <w:numId w:val="76"/>
      </w:numPr>
    </w:pPr>
  </w:style>
  <w:style w:type="numbering" w:customStyle="1" w:styleId="Importovantl116">
    <w:name w:val="Importovaný štýl 116"/>
    <w:rsid w:val="007170AF"/>
    <w:pPr>
      <w:numPr>
        <w:numId w:val="147"/>
      </w:numPr>
    </w:pPr>
  </w:style>
  <w:style w:type="numbering" w:customStyle="1" w:styleId="Importovantl52">
    <w:name w:val="Importovaný štýl 52"/>
    <w:rsid w:val="007170AF"/>
    <w:pPr>
      <w:numPr>
        <w:numId w:val="83"/>
      </w:numPr>
    </w:pPr>
  </w:style>
  <w:style w:type="numbering" w:customStyle="1" w:styleId="Importovantl79">
    <w:name w:val="Importovaný štýl 79"/>
    <w:rsid w:val="007170AF"/>
    <w:pPr>
      <w:numPr>
        <w:numId w:val="110"/>
      </w:numPr>
    </w:pPr>
  </w:style>
  <w:style w:type="numbering" w:customStyle="1" w:styleId="Importovantl20">
    <w:name w:val="Importovaný štýl 20"/>
    <w:rsid w:val="007170AF"/>
    <w:pPr>
      <w:numPr>
        <w:numId w:val="53"/>
      </w:numPr>
    </w:pPr>
  </w:style>
  <w:style w:type="numbering" w:customStyle="1" w:styleId="Importovantl104">
    <w:name w:val="Importovaný štýl 104"/>
    <w:rsid w:val="007170AF"/>
    <w:pPr>
      <w:numPr>
        <w:numId w:val="135"/>
      </w:numPr>
    </w:pPr>
  </w:style>
  <w:style w:type="numbering" w:customStyle="1" w:styleId="Importovantl62">
    <w:name w:val="Importovaný štýl 62"/>
    <w:rsid w:val="007170AF"/>
    <w:pPr>
      <w:numPr>
        <w:numId w:val="93"/>
      </w:numPr>
    </w:pPr>
  </w:style>
  <w:style w:type="numbering" w:customStyle="1" w:styleId="Importovantl105">
    <w:name w:val="Importovaný štýl 105"/>
    <w:rsid w:val="007170AF"/>
    <w:pPr>
      <w:numPr>
        <w:numId w:val="136"/>
      </w:numPr>
    </w:pPr>
  </w:style>
  <w:style w:type="numbering" w:customStyle="1" w:styleId="Importovantl63">
    <w:name w:val="Importovaný štýl 63"/>
    <w:rsid w:val="007170AF"/>
    <w:pPr>
      <w:numPr>
        <w:numId w:val="94"/>
      </w:numPr>
    </w:pPr>
  </w:style>
  <w:style w:type="numbering" w:customStyle="1" w:styleId="Importovantl96">
    <w:name w:val="Importovaný štýl 96"/>
    <w:rsid w:val="007170AF"/>
    <w:pPr>
      <w:numPr>
        <w:numId w:val="127"/>
      </w:numPr>
    </w:pPr>
  </w:style>
  <w:style w:type="numbering" w:customStyle="1" w:styleId="Importovantl40">
    <w:name w:val="Importovaný štýl 40"/>
    <w:rsid w:val="007170AF"/>
    <w:pPr>
      <w:numPr>
        <w:numId w:val="71"/>
      </w:numPr>
    </w:pPr>
  </w:style>
  <w:style w:type="numbering" w:customStyle="1" w:styleId="Importovantl43">
    <w:name w:val="Importovaný štýl 43"/>
    <w:rsid w:val="007170AF"/>
    <w:pPr>
      <w:numPr>
        <w:numId w:val="74"/>
      </w:numPr>
    </w:pPr>
  </w:style>
  <w:style w:type="numbering" w:customStyle="1" w:styleId="Importovantl65">
    <w:name w:val="Importovaný štýl 65"/>
    <w:rsid w:val="007170AF"/>
    <w:pPr>
      <w:numPr>
        <w:numId w:val="96"/>
      </w:numPr>
    </w:pPr>
  </w:style>
  <w:style w:type="numbering" w:customStyle="1" w:styleId="Importovantl113">
    <w:name w:val="Importovaný štýl 113"/>
    <w:rsid w:val="007170AF"/>
    <w:pPr>
      <w:numPr>
        <w:numId w:val="144"/>
      </w:numPr>
    </w:pPr>
  </w:style>
  <w:style w:type="numbering" w:customStyle="1" w:styleId="Importovantl74">
    <w:name w:val="Importovaný štýl 74"/>
    <w:rsid w:val="007170AF"/>
    <w:pPr>
      <w:numPr>
        <w:numId w:val="105"/>
      </w:numPr>
    </w:pPr>
  </w:style>
  <w:style w:type="numbering" w:customStyle="1" w:styleId="Importovantl97">
    <w:name w:val="Importovaný štýl 97"/>
    <w:rsid w:val="007170AF"/>
    <w:pPr>
      <w:numPr>
        <w:numId w:val="128"/>
      </w:numPr>
    </w:pPr>
  </w:style>
  <w:style w:type="numbering" w:customStyle="1" w:styleId="Importovantl114">
    <w:name w:val="Importovaný štýl 114"/>
    <w:rsid w:val="007170AF"/>
    <w:pPr>
      <w:numPr>
        <w:numId w:val="145"/>
      </w:numPr>
    </w:pPr>
  </w:style>
  <w:style w:type="numbering" w:customStyle="1" w:styleId="Importovantl91">
    <w:name w:val="Importovaný štýl 91"/>
    <w:rsid w:val="007170AF"/>
    <w:pPr>
      <w:numPr>
        <w:numId w:val="122"/>
      </w:numPr>
    </w:pPr>
  </w:style>
  <w:style w:type="numbering" w:customStyle="1" w:styleId="Importovantl39">
    <w:name w:val="Importovaný štýl 39"/>
    <w:rsid w:val="007170AF"/>
    <w:pPr>
      <w:numPr>
        <w:numId w:val="70"/>
      </w:numPr>
    </w:pPr>
  </w:style>
  <w:style w:type="numbering" w:customStyle="1" w:styleId="Importovantl72">
    <w:name w:val="Importovaný štýl 72"/>
    <w:rsid w:val="007170AF"/>
    <w:pPr>
      <w:numPr>
        <w:numId w:val="103"/>
      </w:numPr>
    </w:pPr>
  </w:style>
  <w:style w:type="numbering" w:customStyle="1" w:styleId="Importovantl108">
    <w:name w:val="Importovaný štýl 108"/>
    <w:rsid w:val="007170AF"/>
    <w:pPr>
      <w:numPr>
        <w:numId w:val="139"/>
      </w:numPr>
    </w:pPr>
  </w:style>
  <w:style w:type="numbering" w:customStyle="1" w:styleId="Importovantl106">
    <w:name w:val="Importovaný štýl 106"/>
    <w:rsid w:val="007170AF"/>
    <w:pPr>
      <w:numPr>
        <w:numId w:val="137"/>
      </w:numPr>
    </w:pPr>
  </w:style>
  <w:style w:type="numbering" w:customStyle="1" w:styleId="Importovantl54">
    <w:name w:val="Importovaný štýl 54"/>
    <w:rsid w:val="007170AF"/>
    <w:pPr>
      <w:numPr>
        <w:numId w:val="85"/>
      </w:numPr>
    </w:pPr>
  </w:style>
  <w:style w:type="numbering" w:customStyle="1" w:styleId="Importovantl80">
    <w:name w:val="Importovaný štýl 80"/>
    <w:rsid w:val="007170AF"/>
    <w:pPr>
      <w:numPr>
        <w:numId w:val="111"/>
      </w:numPr>
    </w:pPr>
  </w:style>
  <w:style w:type="numbering" w:customStyle="1" w:styleId="Importovantl68">
    <w:name w:val="Importovaný štýl 68"/>
    <w:rsid w:val="007170AF"/>
    <w:pPr>
      <w:numPr>
        <w:numId w:val="99"/>
      </w:numPr>
    </w:pPr>
  </w:style>
  <w:style w:type="numbering" w:customStyle="1" w:styleId="Importovantl2">
    <w:name w:val="Importovaný štýl 2"/>
    <w:rsid w:val="007170AF"/>
    <w:pPr>
      <w:numPr>
        <w:numId w:val="35"/>
      </w:numPr>
    </w:pPr>
  </w:style>
  <w:style w:type="numbering" w:customStyle="1" w:styleId="Importovantl15">
    <w:name w:val="Importovaný štýl 15"/>
    <w:rsid w:val="007170AF"/>
    <w:pPr>
      <w:numPr>
        <w:numId w:val="48"/>
      </w:numPr>
    </w:pPr>
  </w:style>
  <w:style w:type="numbering" w:customStyle="1" w:styleId="Importovantl98">
    <w:name w:val="Importovaný štýl 98"/>
    <w:rsid w:val="007170AF"/>
    <w:pPr>
      <w:numPr>
        <w:numId w:val="129"/>
      </w:numPr>
    </w:pPr>
  </w:style>
  <w:style w:type="numbering" w:customStyle="1" w:styleId="Importovantl117">
    <w:name w:val="Importovaný štýl 117"/>
    <w:rsid w:val="007170AF"/>
    <w:pPr>
      <w:numPr>
        <w:numId w:val="148"/>
      </w:numPr>
    </w:pPr>
  </w:style>
  <w:style w:type="numbering" w:customStyle="1" w:styleId="Importovantl21">
    <w:name w:val="Importovaný štýl 21"/>
    <w:rsid w:val="007170AF"/>
    <w:pPr>
      <w:numPr>
        <w:numId w:val="54"/>
      </w:numPr>
    </w:pPr>
  </w:style>
  <w:style w:type="numbering" w:customStyle="1" w:styleId="Importovantl221">
    <w:name w:val="Importovaný štýl 221"/>
    <w:rsid w:val="007170AF"/>
    <w:pPr>
      <w:numPr>
        <w:numId w:val="27"/>
      </w:numPr>
    </w:pPr>
  </w:style>
  <w:style w:type="numbering" w:customStyle="1" w:styleId="Importovantl109">
    <w:name w:val="Importovaný štýl 109"/>
    <w:rsid w:val="007170AF"/>
    <w:pPr>
      <w:numPr>
        <w:numId w:val="140"/>
      </w:numPr>
    </w:pPr>
  </w:style>
  <w:style w:type="numbering" w:customStyle="1" w:styleId="Importovantl53">
    <w:name w:val="Importovaný štýl 53"/>
    <w:rsid w:val="007170AF"/>
    <w:pPr>
      <w:numPr>
        <w:numId w:val="84"/>
      </w:numPr>
    </w:pPr>
  </w:style>
  <w:style w:type="numbering" w:customStyle="1" w:styleId="Importovantl81">
    <w:name w:val="Importovaný štýl 81"/>
    <w:rsid w:val="007170AF"/>
    <w:pPr>
      <w:numPr>
        <w:numId w:val="112"/>
      </w:numPr>
    </w:pPr>
  </w:style>
  <w:style w:type="numbering" w:customStyle="1" w:styleId="Importovantl95">
    <w:name w:val="Importovaný štýl 95"/>
    <w:rsid w:val="007170AF"/>
    <w:pPr>
      <w:numPr>
        <w:numId w:val="126"/>
      </w:numPr>
    </w:pPr>
  </w:style>
  <w:style w:type="numbering" w:customStyle="1" w:styleId="Importovantl23">
    <w:name w:val="Importovaný štýl 23"/>
    <w:rsid w:val="007170AF"/>
    <w:pPr>
      <w:numPr>
        <w:numId w:val="55"/>
      </w:numPr>
    </w:pPr>
  </w:style>
  <w:style w:type="numbering" w:customStyle="1" w:styleId="Importovantl47">
    <w:name w:val="Importovaný štýl 47"/>
    <w:rsid w:val="007170AF"/>
    <w:pPr>
      <w:numPr>
        <w:numId w:val="78"/>
      </w:numPr>
    </w:pPr>
  </w:style>
  <w:style w:type="numbering" w:customStyle="1" w:styleId="Importovantl78">
    <w:name w:val="Importovaný štýl 78"/>
    <w:rsid w:val="007170AF"/>
    <w:pPr>
      <w:numPr>
        <w:numId w:val="109"/>
      </w:numPr>
    </w:pPr>
  </w:style>
  <w:style w:type="numbering" w:customStyle="1" w:styleId="Importovantl118">
    <w:name w:val="Importovaný štýl 118"/>
    <w:rsid w:val="007170AF"/>
    <w:pPr>
      <w:numPr>
        <w:numId w:val="149"/>
      </w:numPr>
    </w:pPr>
  </w:style>
  <w:style w:type="numbering" w:customStyle="1" w:styleId="Importovantl48">
    <w:name w:val="Importovaný štýl 48"/>
    <w:rsid w:val="007170AF"/>
    <w:pPr>
      <w:numPr>
        <w:numId w:val="79"/>
      </w:numPr>
    </w:pPr>
  </w:style>
  <w:style w:type="numbering" w:customStyle="1" w:styleId="Importovantl19">
    <w:name w:val="Importovaný štýl 19"/>
    <w:rsid w:val="007170AF"/>
    <w:pPr>
      <w:numPr>
        <w:numId w:val="52"/>
      </w:numPr>
    </w:pPr>
  </w:style>
  <w:style w:type="numbering" w:customStyle="1" w:styleId="Importovantl28">
    <w:name w:val="Importovaný štýl 28"/>
    <w:rsid w:val="007170AF"/>
    <w:pPr>
      <w:numPr>
        <w:numId w:val="60"/>
      </w:numPr>
    </w:pPr>
  </w:style>
  <w:style w:type="numbering" w:customStyle="1" w:styleId="Importovantl85">
    <w:name w:val="Importovaný štýl 85"/>
    <w:rsid w:val="007170AF"/>
    <w:pPr>
      <w:numPr>
        <w:numId w:val="116"/>
      </w:numPr>
    </w:pPr>
  </w:style>
  <w:style w:type="numbering" w:customStyle="1" w:styleId="Importovantl83">
    <w:name w:val="Importovaný štýl 83"/>
    <w:rsid w:val="007170AF"/>
    <w:pPr>
      <w:numPr>
        <w:numId w:val="114"/>
      </w:numPr>
    </w:pPr>
  </w:style>
  <w:style w:type="numbering" w:customStyle="1" w:styleId="Importovantl64">
    <w:name w:val="Importovaný štýl 64"/>
    <w:rsid w:val="007170AF"/>
    <w:pPr>
      <w:numPr>
        <w:numId w:val="95"/>
      </w:numPr>
    </w:pPr>
  </w:style>
  <w:style w:type="numbering" w:customStyle="1" w:styleId="Importovantl111">
    <w:name w:val="Importovaný štýl 111"/>
    <w:rsid w:val="007170AF"/>
    <w:pPr>
      <w:numPr>
        <w:numId w:val="142"/>
      </w:numPr>
    </w:pPr>
  </w:style>
  <w:style w:type="numbering" w:customStyle="1" w:styleId="Tatratender1">
    <w:name w:val="Tatra tender1"/>
    <w:rsid w:val="007170AF"/>
    <w:pPr>
      <w:numPr>
        <w:numId w:val="12"/>
      </w:numPr>
    </w:pPr>
  </w:style>
  <w:style w:type="numbering" w:customStyle="1" w:styleId="Importovantl6">
    <w:name w:val="Importovaný štýl 6"/>
    <w:rsid w:val="007170AF"/>
    <w:pPr>
      <w:numPr>
        <w:numId w:val="39"/>
      </w:numPr>
    </w:pPr>
  </w:style>
  <w:style w:type="numbering" w:customStyle="1" w:styleId="Importovantl92">
    <w:name w:val="Importovaný štýl 92"/>
    <w:rsid w:val="007170AF"/>
    <w:pPr>
      <w:numPr>
        <w:numId w:val="123"/>
      </w:numPr>
    </w:pPr>
  </w:style>
  <w:style w:type="numbering" w:customStyle="1" w:styleId="Style1">
    <w:name w:val="Style1"/>
    <w:rsid w:val="007170AF"/>
    <w:pPr>
      <w:numPr>
        <w:numId w:val="151"/>
      </w:numPr>
    </w:pPr>
  </w:style>
  <w:style w:type="numbering" w:customStyle="1" w:styleId="Importovantl61">
    <w:name w:val="Importovaný štýl 61"/>
    <w:rsid w:val="007170AF"/>
    <w:pPr>
      <w:numPr>
        <w:numId w:val="92"/>
      </w:numPr>
    </w:pPr>
  </w:style>
  <w:style w:type="numbering" w:customStyle="1" w:styleId="Importovantl67">
    <w:name w:val="Importovaný štýl 67"/>
    <w:rsid w:val="007170AF"/>
    <w:pPr>
      <w:numPr>
        <w:numId w:val="98"/>
      </w:numPr>
    </w:pPr>
  </w:style>
  <w:style w:type="numbering" w:customStyle="1" w:styleId="Importovantl77">
    <w:name w:val="Importovaný štýl 77"/>
    <w:rsid w:val="007170AF"/>
    <w:pPr>
      <w:numPr>
        <w:numId w:val="108"/>
      </w:numPr>
    </w:pPr>
  </w:style>
  <w:style w:type="numbering" w:customStyle="1" w:styleId="Importovantl75">
    <w:name w:val="Importovaný štýl 75"/>
    <w:rsid w:val="007170AF"/>
    <w:pPr>
      <w:numPr>
        <w:numId w:val="106"/>
      </w:numPr>
    </w:pPr>
  </w:style>
  <w:style w:type="numbering" w:customStyle="1" w:styleId="Importovantl71">
    <w:name w:val="Importovaný štýl 71"/>
    <w:rsid w:val="007170AF"/>
    <w:pPr>
      <w:numPr>
        <w:numId w:val="102"/>
      </w:numPr>
    </w:pPr>
  </w:style>
  <w:style w:type="numbering" w:customStyle="1" w:styleId="Importovantl26">
    <w:name w:val="Importovaný štýl 26"/>
    <w:rsid w:val="007170AF"/>
    <w:pPr>
      <w:numPr>
        <w:numId w:val="58"/>
      </w:numPr>
    </w:pPr>
  </w:style>
  <w:style w:type="numbering" w:customStyle="1" w:styleId="Importovantl107">
    <w:name w:val="Importovaný štýl 107"/>
    <w:rsid w:val="007170AF"/>
    <w:pPr>
      <w:numPr>
        <w:numId w:val="138"/>
      </w:numPr>
    </w:pPr>
  </w:style>
  <w:style w:type="numbering" w:customStyle="1" w:styleId="Importovantl42">
    <w:name w:val="Importovaný štýl 42"/>
    <w:rsid w:val="007170AF"/>
    <w:pPr>
      <w:numPr>
        <w:numId w:val="73"/>
      </w:numPr>
    </w:pPr>
  </w:style>
  <w:style w:type="numbering" w:customStyle="1" w:styleId="Importovantl11">
    <w:name w:val="Importovaný štýl 11"/>
    <w:rsid w:val="007170AF"/>
    <w:pPr>
      <w:numPr>
        <w:numId w:val="44"/>
      </w:numPr>
    </w:pPr>
  </w:style>
  <w:style w:type="numbering" w:customStyle="1" w:styleId="Importovantl14">
    <w:name w:val="Importovaný štýl 14"/>
    <w:rsid w:val="007170AF"/>
    <w:pPr>
      <w:numPr>
        <w:numId w:val="47"/>
      </w:numPr>
    </w:pPr>
  </w:style>
  <w:style w:type="numbering" w:customStyle="1" w:styleId="Importovantl93">
    <w:name w:val="Importovaný štýl 93"/>
    <w:rsid w:val="007170AF"/>
    <w:pPr>
      <w:numPr>
        <w:numId w:val="124"/>
      </w:numPr>
    </w:pPr>
  </w:style>
  <w:style w:type="numbering" w:customStyle="1" w:styleId="Importovantl16">
    <w:name w:val="Importovaný štýl 16"/>
    <w:rsid w:val="007170AF"/>
    <w:pPr>
      <w:numPr>
        <w:numId w:val="49"/>
      </w:numPr>
    </w:pPr>
  </w:style>
  <w:style w:type="numbering" w:customStyle="1" w:styleId="Importovantl510">
    <w:name w:val="Importovaný štýl 510"/>
    <w:rsid w:val="007170AF"/>
    <w:pPr>
      <w:numPr>
        <w:numId w:val="38"/>
      </w:numPr>
    </w:pPr>
  </w:style>
  <w:style w:type="numbering" w:customStyle="1" w:styleId="Importovantl89">
    <w:name w:val="Importovaný štýl 89"/>
    <w:rsid w:val="007170AF"/>
    <w:pPr>
      <w:numPr>
        <w:numId w:val="120"/>
      </w:numPr>
    </w:pPr>
  </w:style>
  <w:style w:type="numbering" w:customStyle="1" w:styleId="Importovantl1">
    <w:name w:val="Importovaný štýl 1"/>
    <w:rsid w:val="007170AF"/>
    <w:pPr>
      <w:numPr>
        <w:numId w:val="34"/>
      </w:numPr>
    </w:pPr>
  </w:style>
  <w:style w:type="numbering" w:customStyle="1" w:styleId="Importovantl12">
    <w:name w:val="Importovaný štýl 12"/>
    <w:rsid w:val="007170AF"/>
    <w:pPr>
      <w:numPr>
        <w:numId w:val="45"/>
      </w:numPr>
    </w:pPr>
  </w:style>
  <w:style w:type="numbering" w:customStyle="1" w:styleId="Importovantl38">
    <w:name w:val="Importovaný štýl 38"/>
    <w:rsid w:val="007170AF"/>
    <w:pPr>
      <w:numPr>
        <w:numId w:val="69"/>
      </w:numPr>
    </w:pPr>
  </w:style>
  <w:style w:type="numbering" w:customStyle="1" w:styleId="Importovantl310">
    <w:name w:val="Importovaný štýl 310"/>
    <w:rsid w:val="007170AF"/>
    <w:pPr>
      <w:numPr>
        <w:numId w:val="36"/>
      </w:numPr>
    </w:pPr>
  </w:style>
  <w:style w:type="numbering" w:customStyle="1" w:styleId="Importovantl87">
    <w:name w:val="Importovaný štýl 87"/>
    <w:rsid w:val="007170AF"/>
    <w:pPr>
      <w:numPr>
        <w:numId w:val="118"/>
      </w:numPr>
    </w:pPr>
  </w:style>
  <w:style w:type="numbering" w:customStyle="1" w:styleId="Importovantl88">
    <w:name w:val="Importovaný štýl 88"/>
    <w:rsid w:val="007170AF"/>
    <w:pPr>
      <w:numPr>
        <w:numId w:val="119"/>
      </w:numPr>
    </w:pPr>
  </w:style>
  <w:style w:type="numbering" w:customStyle="1" w:styleId="Importovantl7">
    <w:name w:val="Importovaný štýl 7"/>
    <w:rsid w:val="007170AF"/>
    <w:pPr>
      <w:numPr>
        <w:numId w:val="40"/>
      </w:numPr>
    </w:pPr>
  </w:style>
  <w:style w:type="numbering" w:customStyle="1" w:styleId="tl11">
    <w:name w:val="Štýl11"/>
    <w:rsid w:val="007170AF"/>
    <w:pPr>
      <w:numPr>
        <w:numId w:val="141"/>
      </w:numPr>
    </w:pPr>
  </w:style>
  <w:style w:type="numbering" w:customStyle="1" w:styleId="Styl11">
    <w:name w:val="Styl11"/>
    <w:rsid w:val="007170AF"/>
    <w:pPr>
      <w:numPr>
        <w:numId w:val="131"/>
      </w:numPr>
    </w:pPr>
  </w:style>
  <w:style w:type="paragraph" w:customStyle="1" w:styleId="Style17">
    <w:name w:val="Style17"/>
    <w:basedOn w:val="Normlny"/>
    <w:uiPriority w:val="99"/>
    <w:rsid w:val="007170AF"/>
    <w:pPr>
      <w:widowControl w:val="0"/>
      <w:autoSpaceDE w:val="0"/>
      <w:autoSpaceDN w:val="0"/>
      <w:adjustRightInd w:val="0"/>
      <w:spacing w:line="229" w:lineRule="exact"/>
      <w:ind w:hanging="418"/>
      <w:jc w:val="both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Sanpodklady1">
    <w:name w:val="Súťažné podklady 1"/>
    <w:basedOn w:val="SAPHlavn"/>
    <w:link w:val="Sanpodklady1Char"/>
    <w:rsid w:val="007170AF"/>
  </w:style>
  <w:style w:type="character" w:customStyle="1" w:styleId="Sanpodklady1Char">
    <w:name w:val="Súťažné podklady 1 Char"/>
    <w:basedOn w:val="SAPHlavnChar"/>
    <w:link w:val="Sanpodklady1"/>
    <w:rsid w:val="007170AF"/>
    <w:rPr>
      <w:rFonts w:ascii="Proba Pro" w:eastAsiaTheme="majorEastAsia" w:hAnsi="Proba Pro" w:cstheme="majorBidi"/>
      <w:b/>
      <w:color w:val="000000" w:themeColor="text1"/>
      <w:spacing w:val="30"/>
      <w:sz w:val="28"/>
      <w:szCs w:val="28"/>
      <w:lang w:val="sk-SK" w:eastAsia="sk-SK"/>
    </w:rPr>
  </w:style>
  <w:style w:type="paragraph" w:customStyle="1" w:styleId="AqpOdrka1">
    <w:name w:val="AqpOdrážka1"/>
    <w:basedOn w:val="Normlny"/>
    <w:rsid w:val="007170AF"/>
    <w:pPr>
      <w:numPr>
        <w:numId w:val="154"/>
      </w:numPr>
      <w:autoSpaceDE w:val="0"/>
      <w:autoSpaceDN w:val="0"/>
      <w:adjustRightInd w:val="0"/>
      <w:spacing w:before="60"/>
      <w:jc w:val="both"/>
    </w:pPr>
    <w:rPr>
      <w:rFonts w:ascii="Times New Roman" w:eastAsia="Arial Unicode MS" w:hAnsi="Times New Roman" w:cs="Times New Roman"/>
      <w:color w:val="auto"/>
      <w:sz w:val="24"/>
      <w:szCs w:val="24"/>
      <w:lang w:eastAsia="cs-CZ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7170AF"/>
    <w:rPr>
      <w:color w:val="605E5C"/>
      <w:shd w:val="clear" w:color="auto" w:fill="E1DFDD"/>
    </w:rPr>
  </w:style>
  <w:style w:type="character" w:customStyle="1" w:styleId="FontStyle43">
    <w:name w:val="Font Style43"/>
    <w:basedOn w:val="Predvolenpsmoodseku"/>
    <w:uiPriority w:val="99"/>
    <w:rsid w:val="007170AF"/>
    <w:rPr>
      <w:rFonts w:ascii="Arial" w:hAnsi="Arial" w:cs="Arial" w:hint="default"/>
      <w:b/>
      <w:bCs/>
      <w:sz w:val="22"/>
      <w:szCs w:val="22"/>
    </w:rPr>
  </w:style>
  <w:style w:type="paragraph" w:customStyle="1" w:styleId="Style8">
    <w:name w:val="Style8"/>
    <w:basedOn w:val="Normlny"/>
    <w:uiPriority w:val="99"/>
    <w:rsid w:val="007170AF"/>
    <w:pPr>
      <w:widowControl w:val="0"/>
      <w:autoSpaceDE w:val="0"/>
      <w:autoSpaceDN w:val="0"/>
      <w:adjustRightInd w:val="0"/>
      <w:spacing w:line="349" w:lineRule="exact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numbering" w:customStyle="1" w:styleId="Importovantl3101">
    <w:name w:val="Importovaný štýl 3101"/>
    <w:rsid w:val="007170AF"/>
    <w:pPr>
      <w:numPr>
        <w:numId w:val="133"/>
      </w:numPr>
    </w:pPr>
  </w:style>
  <w:style w:type="character" w:customStyle="1" w:styleId="Nevyrieenzmienka5">
    <w:name w:val="Nevyriešená zmienka5"/>
    <w:basedOn w:val="Predvolenpsmoodseku"/>
    <w:uiPriority w:val="99"/>
    <w:semiHidden/>
    <w:unhideWhenUsed/>
    <w:rsid w:val="007170AF"/>
    <w:rPr>
      <w:color w:val="605E5C"/>
      <w:shd w:val="clear" w:color="auto" w:fill="E1DFDD"/>
    </w:rPr>
  </w:style>
  <w:style w:type="paragraph" w:customStyle="1" w:styleId="Styl3">
    <w:name w:val="Styl3"/>
    <w:basedOn w:val="Normlny"/>
    <w:rsid w:val="007170AF"/>
    <w:pPr>
      <w:spacing w:line="360" w:lineRule="auto"/>
    </w:pPr>
    <w:rPr>
      <w:rFonts w:ascii="Arial" w:eastAsia="Times New Roman" w:hAnsi="Arial" w:cs="Times New Roman"/>
      <w:color w:val="auto"/>
      <w:sz w:val="20"/>
      <w:szCs w:val="24"/>
      <w:lang w:eastAsia="cs-CZ"/>
    </w:rPr>
  </w:style>
  <w:style w:type="paragraph" w:customStyle="1" w:styleId="xmsonormal">
    <w:name w:val="x_msonormal"/>
    <w:basedOn w:val="Normlny"/>
    <w:rsid w:val="007170AF"/>
    <w:rPr>
      <w:rFonts w:ascii="Calibri" w:hAnsi="Calibri" w:cs="Calibri"/>
      <w:color w:val="auto"/>
      <w:sz w:val="22"/>
      <w:lang w:eastAsia="sk-SK"/>
    </w:rPr>
  </w:style>
  <w:style w:type="table" w:customStyle="1" w:styleId="Tabukasmriekou4zvraznenie41">
    <w:name w:val="Tabuľka s mriežkou 4 – zvýraznenie 41"/>
    <w:basedOn w:val="Normlnatabuka"/>
    <w:next w:val="Tabukasmriekou4zvraznenie4"/>
    <w:uiPriority w:val="49"/>
    <w:rsid w:val="007170AF"/>
    <w:rPr>
      <w:sz w:val="22"/>
      <w:szCs w:val="22"/>
      <w:lang w:val="sk-SK"/>
    </w:rPr>
    <w:tblPr>
      <w:tblStyleRowBandSize w:val="1"/>
      <w:tblStyleColBandSize w:val="1"/>
      <w:tblInd w:w="0" w:type="nil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styleId="Tabukasmriekou4zvraznenie4">
    <w:name w:val="Grid Table 4 Accent 4"/>
    <w:basedOn w:val="Normlnatabuka"/>
    <w:uiPriority w:val="49"/>
    <w:rsid w:val="007170A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BezriadkovaniaChar">
    <w:name w:val="Bez riadkovania Char"/>
    <w:link w:val="Bezriadkovania"/>
    <w:uiPriority w:val="1"/>
    <w:locked/>
    <w:rsid w:val="002B48CC"/>
    <w:rPr>
      <w:rFonts w:ascii="Times New Roman" w:eastAsia="Times New Roman" w:hAnsi="Times New Roman" w:cs="Times New Roman"/>
      <w:color w:val="000000"/>
      <w:szCs w:val="20"/>
      <w:lang w:val="sk-SK" w:eastAsia="sk-SK"/>
    </w:rPr>
  </w:style>
  <w:style w:type="character" w:customStyle="1" w:styleId="mostatnormalChar">
    <w:name w:val="mostat_normal Char"/>
    <w:basedOn w:val="Predvolenpsmoodseku"/>
    <w:rsid w:val="00474613"/>
    <w:rPr>
      <w:rFonts w:ascii="Calibri" w:hAnsi="Calibri" w:cs="Calibri"/>
      <w:color w:val="000000"/>
      <w:sz w:val="24"/>
      <w:szCs w:val="24"/>
    </w:rPr>
  </w:style>
  <w:style w:type="paragraph" w:customStyle="1" w:styleId="mostatodstavec">
    <w:name w:val="mostat_odstavec"/>
    <w:basedOn w:val="Normlny"/>
    <w:qFormat/>
    <w:rsid w:val="0089626D"/>
    <w:pPr>
      <w:numPr>
        <w:numId w:val="155"/>
      </w:numPr>
      <w:tabs>
        <w:tab w:val="left" w:pos="567"/>
      </w:tabs>
      <w:jc w:val="both"/>
    </w:pPr>
    <w:rPr>
      <w:rFonts w:ascii="Calibri" w:eastAsia="Times New Roman" w:hAnsi="Calibri" w:cs="Calibri"/>
      <w:color w:val="auto"/>
      <w:sz w:val="24"/>
      <w:szCs w:val="24"/>
      <w:lang w:eastAsia="cs-CZ"/>
    </w:rPr>
  </w:style>
  <w:style w:type="character" w:customStyle="1" w:styleId="titlevalue">
    <w:name w:val="titlevalue"/>
    <w:basedOn w:val="Predvolenpsmoodseku"/>
    <w:rsid w:val="0002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7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543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362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1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84F6617-BCFD-6F45-9477-A3BBBA3BC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48</TotalTime>
  <Pages>15</Pages>
  <Words>3654</Words>
  <Characters>20831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Pikaly</dc:creator>
  <cp:keywords/>
  <dc:description/>
  <cp:lastModifiedBy>Marta Kresáková</cp:lastModifiedBy>
  <cp:revision>12</cp:revision>
  <cp:lastPrinted>2021-12-20T08:18:00Z</cp:lastPrinted>
  <dcterms:created xsi:type="dcterms:W3CDTF">2022-09-23T10:07:00Z</dcterms:created>
  <dcterms:modified xsi:type="dcterms:W3CDTF">2022-09-27T08:26:00Z</dcterms:modified>
</cp:coreProperties>
</file>